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D0071E" w14:textId="31D869DF" w:rsidR="00171784" w:rsidRDefault="006E3F18" w:rsidP="000E7E1B">
      <w:pPr>
        <w:spacing w:after="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RPL TOOLKIT – </w:t>
      </w:r>
      <w:r w:rsidR="006147F2" w:rsidRPr="006147F2">
        <w:rPr>
          <w:rFonts w:ascii="Arial" w:hAnsi="Arial" w:cs="Arial"/>
          <w:b/>
          <w:bCs/>
        </w:rPr>
        <w:t>INSTRUMENT 0</w:t>
      </w:r>
      <w:r w:rsidR="006147F2">
        <w:rPr>
          <w:rFonts w:ascii="Arial" w:hAnsi="Arial" w:cs="Arial"/>
          <w:b/>
          <w:bCs/>
        </w:rPr>
        <w:t>5</w:t>
      </w:r>
      <w:r w:rsidR="006147F2" w:rsidRPr="006147F2">
        <w:rPr>
          <w:rFonts w:ascii="Arial" w:hAnsi="Arial" w:cs="Arial"/>
          <w:b/>
          <w:bCs/>
        </w:rPr>
        <w:t xml:space="preserve"> – </w:t>
      </w:r>
      <w:r w:rsidR="00666570">
        <w:rPr>
          <w:rFonts w:ascii="Arial" w:hAnsi="Arial" w:cs="Arial"/>
          <w:b/>
        </w:rPr>
        <w:t>MENTORSHIP REPORT</w:t>
      </w:r>
    </w:p>
    <w:p w14:paraId="4556D315" w14:textId="61FA2880" w:rsidR="00E34F70" w:rsidRDefault="00E34F70" w:rsidP="00E34F70">
      <w:pPr>
        <w:spacing w:line="276" w:lineRule="auto"/>
        <w:ind w:right="-563"/>
        <w:jc w:val="both"/>
        <w:rPr>
          <w:rFonts w:ascii="Arial" w:hAnsi="Arial" w:cs="Arial"/>
          <w:i/>
          <w:iCs/>
        </w:rPr>
      </w:pPr>
      <w:r w:rsidRPr="0026577F">
        <w:rPr>
          <w:rFonts w:ascii="Arial" w:hAnsi="Arial" w:cs="Arial"/>
          <w:i/>
          <w:iCs/>
        </w:rPr>
        <w:t xml:space="preserve">To be completed by the </w:t>
      </w:r>
      <w:r w:rsidR="00666570">
        <w:rPr>
          <w:rFonts w:ascii="Arial" w:hAnsi="Arial" w:cs="Arial"/>
          <w:i/>
          <w:iCs/>
        </w:rPr>
        <w:t>Workplace Mentor</w:t>
      </w:r>
      <w:r w:rsidR="00791098">
        <w:rPr>
          <w:rFonts w:ascii="Arial" w:hAnsi="Arial" w:cs="Arial"/>
          <w:i/>
          <w:iCs/>
        </w:rPr>
        <w:t xml:space="preserve"> </w:t>
      </w:r>
      <w:r w:rsidR="00226F80">
        <w:rPr>
          <w:rFonts w:ascii="Arial" w:hAnsi="Arial" w:cs="Arial"/>
          <w:i/>
          <w:iCs/>
        </w:rPr>
        <w:t>for work experience</w:t>
      </w:r>
    </w:p>
    <w:tbl>
      <w:tblPr>
        <w:tblStyle w:val="TableGrid"/>
        <w:tblW w:w="15162" w:type="dxa"/>
        <w:tblInd w:w="-5" w:type="dxa"/>
        <w:tblLook w:val="04A0" w:firstRow="1" w:lastRow="0" w:firstColumn="1" w:lastColumn="0" w:noHBand="0" w:noVBand="1"/>
      </w:tblPr>
      <w:tblGrid>
        <w:gridCol w:w="3686"/>
        <w:gridCol w:w="3622"/>
        <w:gridCol w:w="3927"/>
        <w:gridCol w:w="3927"/>
      </w:tblGrid>
      <w:tr w:rsidR="006B105E" w14:paraId="37E34500" w14:textId="77777777" w:rsidTr="00FA52D6">
        <w:trPr>
          <w:trHeight w:val="397"/>
        </w:trPr>
        <w:tc>
          <w:tcPr>
            <w:tcW w:w="7308" w:type="dxa"/>
            <w:gridSpan w:val="2"/>
            <w:shd w:val="clear" w:color="auto" w:fill="DD5E15"/>
            <w:vAlign w:val="center"/>
          </w:tcPr>
          <w:p w14:paraId="15013EFF" w14:textId="77777777" w:rsidR="006B105E" w:rsidRDefault="006B105E" w:rsidP="00FA52D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RPL Candidate Details</w:t>
            </w:r>
          </w:p>
        </w:tc>
        <w:tc>
          <w:tcPr>
            <w:tcW w:w="7854" w:type="dxa"/>
            <w:gridSpan w:val="2"/>
            <w:shd w:val="clear" w:color="auto" w:fill="E2D4AB"/>
            <w:vAlign w:val="center"/>
          </w:tcPr>
          <w:p w14:paraId="6BDA7C66" w14:textId="73D3055B" w:rsidR="006B105E" w:rsidRPr="00DD6F3D" w:rsidRDefault="00CA26F7" w:rsidP="00FA52D6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Workplace Mentor</w:t>
            </w:r>
          </w:p>
        </w:tc>
      </w:tr>
      <w:tr w:rsidR="006B105E" w14:paraId="70E03317" w14:textId="77777777" w:rsidTr="00FA52D6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24DAD2DD" w14:textId="77777777" w:rsidR="006B105E" w:rsidRPr="00001D40" w:rsidRDefault="006B105E" w:rsidP="00FA52D6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Candidate Name </w:t>
            </w:r>
          </w:p>
        </w:tc>
        <w:tc>
          <w:tcPr>
            <w:tcW w:w="3622" w:type="dxa"/>
            <w:vAlign w:val="center"/>
          </w:tcPr>
          <w:p w14:paraId="79D83529" w14:textId="77777777" w:rsidR="006B105E" w:rsidRDefault="006B105E" w:rsidP="00FA52D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927" w:type="dxa"/>
            <w:shd w:val="clear" w:color="auto" w:fill="E2D4AB"/>
            <w:vAlign w:val="center"/>
          </w:tcPr>
          <w:p w14:paraId="767C4DAB" w14:textId="757AE16D" w:rsidR="006B105E" w:rsidRPr="00DD6F3D" w:rsidRDefault="00B928DE" w:rsidP="00FA52D6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Host Employer</w:t>
            </w:r>
          </w:p>
        </w:tc>
        <w:tc>
          <w:tcPr>
            <w:tcW w:w="3927" w:type="dxa"/>
            <w:vAlign w:val="center"/>
          </w:tcPr>
          <w:p w14:paraId="19BC88FE" w14:textId="77777777" w:rsidR="006B105E" w:rsidRDefault="006B105E" w:rsidP="00FA52D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B928DE" w14:paraId="30AB12A9" w14:textId="77777777" w:rsidTr="00FA52D6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6414E9BF" w14:textId="77995DDF" w:rsidR="00B928DE" w:rsidRPr="00001D40" w:rsidRDefault="00B928DE" w:rsidP="00B928DE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Candidate ID </w:t>
            </w:r>
            <w:r w:rsidR="00986B2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No.</w:t>
            </w:r>
          </w:p>
        </w:tc>
        <w:tc>
          <w:tcPr>
            <w:tcW w:w="3622" w:type="dxa"/>
            <w:vAlign w:val="center"/>
          </w:tcPr>
          <w:p w14:paraId="11582FE9" w14:textId="77777777" w:rsidR="00B928DE" w:rsidRDefault="00B928DE" w:rsidP="00B928D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927" w:type="dxa"/>
            <w:shd w:val="clear" w:color="auto" w:fill="E2D4AB"/>
            <w:vAlign w:val="center"/>
          </w:tcPr>
          <w:p w14:paraId="7F32CA38" w14:textId="0C925ACF" w:rsidR="00B928DE" w:rsidRPr="00DD6F3D" w:rsidRDefault="00B928DE" w:rsidP="00B928DE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Site</w:t>
            </w:r>
            <w:r w:rsidR="00F7505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Location</w:t>
            </w:r>
          </w:p>
        </w:tc>
        <w:tc>
          <w:tcPr>
            <w:tcW w:w="3927" w:type="dxa"/>
            <w:vAlign w:val="center"/>
          </w:tcPr>
          <w:p w14:paraId="5A84B89C" w14:textId="77777777" w:rsidR="00B928DE" w:rsidRDefault="00B928DE" w:rsidP="00B928D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D06298" w:rsidRPr="00001D40" w14:paraId="762AD218" w14:textId="77777777" w:rsidTr="000E564A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2DF7BD01" w14:textId="77777777" w:rsidR="00D06298" w:rsidRPr="00001D40" w:rsidRDefault="00D06298" w:rsidP="00D06298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RPL </w:t>
            </w: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Occupational Qualification Title</w:t>
            </w:r>
          </w:p>
        </w:tc>
        <w:tc>
          <w:tcPr>
            <w:tcW w:w="3622" w:type="dxa"/>
            <w:vAlign w:val="center"/>
          </w:tcPr>
          <w:p w14:paraId="141AA083" w14:textId="6B3DDA28" w:rsidR="00D06298" w:rsidRPr="00FE4235" w:rsidRDefault="00D06298" w:rsidP="00D06298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FE4235">
              <w:rPr>
                <w:rFonts w:ascii="Aptos" w:hAnsi="Aptos" w:cs="Arial"/>
                <w:sz w:val="20"/>
                <w:szCs w:val="20"/>
              </w:rPr>
              <w:t>Occupational Certificate: Laundry Worker</w:t>
            </w:r>
          </w:p>
        </w:tc>
        <w:tc>
          <w:tcPr>
            <w:tcW w:w="3927" w:type="dxa"/>
            <w:shd w:val="clear" w:color="auto" w:fill="E2D4AB"/>
            <w:vAlign w:val="center"/>
          </w:tcPr>
          <w:p w14:paraId="5C8C9090" w14:textId="5EEA8190" w:rsidR="00D06298" w:rsidRPr="00DD6F3D" w:rsidRDefault="00D06298" w:rsidP="00D06298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Workplace Approval No.</w:t>
            </w:r>
          </w:p>
        </w:tc>
        <w:tc>
          <w:tcPr>
            <w:tcW w:w="3927" w:type="dxa"/>
            <w:vAlign w:val="center"/>
          </w:tcPr>
          <w:p w14:paraId="1792CF63" w14:textId="77777777" w:rsidR="00D06298" w:rsidRPr="00001D40" w:rsidRDefault="00D06298" w:rsidP="00D06298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D06298" w:rsidRPr="00001D40" w14:paraId="29E0FD86" w14:textId="77777777" w:rsidTr="000E564A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63CAC758" w14:textId="77777777" w:rsidR="00D06298" w:rsidRPr="00001D40" w:rsidRDefault="00D06298" w:rsidP="00D06298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SAQA</w:t>
            </w: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ID</w:t>
            </w:r>
          </w:p>
        </w:tc>
        <w:tc>
          <w:tcPr>
            <w:tcW w:w="3622" w:type="dxa"/>
            <w:vAlign w:val="center"/>
          </w:tcPr>
          <w:p w14:paraId="754E7912" w14:textId="4639EE90" w:rsidR="00D06298" w:rsidRPr="00FE4235" w:rsidRDefault="00D06298" w:rsidP="00D06298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FE4235">
              <w:rPr>
                <w:rFonts w:ascii="Aptos" w:hAnsi="Aptos" w:cs="Arial"/>
                <w:sz w:val="20"/>
                <w:szCs w:val="20"/>
              </w:rPr>
              <w:t>117369</w:t>
            </w:r>
          </w:p>
        </w:tc>
        <w:tc>
          <w:tcPr>
            <w:tcW w:w="3927" w:type="dxa"/>
            <w:shd w:val="clear" w:color="auto" w:fill="E2D4AB"/>
            <w:vAlign w:val="center"/>
          </w:tcPr>
          <w:p w14:paraId="5E879C47" w14:textId="1D3CAA86" w:rsidR="00D06298" w:rsidRPr="00DD6F3D" w:rsidRDefault="00D06298" w:rsidP="00D06298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Mentor</w:t>
            </w: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Name</w:t>
            </w:r>
          </w:p>
        </w:tc>
        <w:tc>
          <w:tcPr>
            <w:tcW w:w="3927" w:type="dxa"/>
            <w:vAlign w:val="center"/>
          </w:tcPr>
          <w:p w14:paraId="138329A3" w14:textId="77777777" w:rsidR="00D06298" w:rsidRPr="00001D40" w:rsidRDefault="00D06298" w:rsidP="00D06298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D06298" w:rsidRPr="00001D40" w14:paraId="5E9FB910" w14:textId="77777777" w:rsidTr="000E564A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376AD712" w14:textId="77777777" w:rsidR="00D06298" w:rsidRPr="00001D40" w:rsidRDefault="00D06298" w:rsidP="00D06298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Credits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and</w:t>
            </w: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NQF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Level</w:t>
            </w:r>
          </w:p>
        </w:tc>
        <w:tc>
          <w:tcPr>
            <w:tcW w:w="3622" w:type="dxa"/>
            <w:vAlign w:val="center"/>
          </w:tcPr>
          <w:p w14:paraId="18C99BC4" w14:textId="0ACD385B" w:rsidR="00D06298" w:rsidRPr="00FE4235" w:rsidRDefault="00D06298" w:rsidP="00D06298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FE4235">
              <w:rPr>
                <w:rFonts w:ascii="Aptos" w:hAnsi="Aptos" w:cs="Arial"/>
                <w:sz w:val="20"/>
                <w:szCs w:val="20"/>
              </w:rPr>
              <w:t>60, L2</w:t>
            </w:r>
          </w:p>
        </w:tc>
        <w:tc>
          <w:tcPr>
            <w:tcW w:w="3927" w:type="dxa"/>
            <w:shd w:val="clear" w:color="auto" w:fill="E2D4AB"/>
            <w:vAlign w:val="center"/>
          </w:tcPr>
          <w:p w14:paraId="096979F6" w14:textId="79FA00B0" w:rsidR="00D06298" w:rsidRPr="00DD6F3D" w:rsidRDefault="00D06298" w:rsidP="00D06298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Contact No.</w:t>
            </w:r>
          </w:p>
        </w:tc>
        <w:tc>
          <w:tcPr>
            <w:tcW w:w="3927" w:type="dxa"/>
            <w:vAlign w:val="center"/>
          </w:tcPr>
          <w:p w14:paraId="2E7877FC" w14:textId="77777777" w:rsidR="00D06298" w:rsidRPr="00001D40" w:rsidRDefault="00D06298" w:rsidP="00D06298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</w:tbl>
    <w:p w14:paraId="16307E61" w14:textId="77777777" w:rsidR="006B105E" w:rsidRDefault="006B105E" w:rsidP="00E34F70">
      <w:pPr>
        <w:spacing w:line="276" w:lineRule="auto"/>
        <w:ind w:right="-563"/>
        <w:jc w:val="both"/>
        <w:rPr>
          <w:rFonts w:ascii="Arial" w:hAnsi="Arial" w:cs="Arial"/>
          <w:i/>
          <w:iCs/>
        </w:rPr>
      </w:pPr>
    </w:p>
    <w:p w14:paraId="04A4C817" w14:textId="36F1E1F1" w:rsidR="006B105E" w:rsidRDefault="006B105E" w:rsidP="00E34F70">
      <w:pPr>
        <w:spacing w:line="276" w:lineRule="auto"/>
        <w:ind w:right="-563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Th</w:t>
      </w:r>
      <w:r w:rsidR="00DF60BF">
        <w:rPr>
          <w:rFonts w:ascii="Arial" w:hAnsi="Arial" w:cs="Arial"/>
          <w:i/>
          <w:iCs/>
        </w:rPr>
        <w:t xml:space="preserve">e </w:t>
      </w:r>
      <w:r>
        <w:rPr>
          <w:rFonts w:ascii="Arial" w:hAnsi="Arial" w:cs="Arial"/>
          <w:i/>
          <w:iCs/>
        </w:rPr>
        <w:t>table</w:t>
      </w:r>
      <w:r w:rsidR="00DF60BF">
        <w:rPr>
          <w:rFonts w:ascii="Arial" w:hAnsi="Arial" w:cs="Arial"/>
          <w:i/>
          <w:iCs/>
        </w:rPr>
        <w:t xml:space="preserve"> below sh</w:t>
      </w:r>
      <w:r>
        <w:rPr>
          <w:rFonts w:ascii="Arial" w:hAnsi="Arial" w:cs="Arial"/>
          <w:i/>
          <w:iCs/>
        </w:rPr>
        <w:t xml:space="preserve">ould be </w:t>
      </w:r>
      <w:r w:rsidR="00DF60BF">
        <w:rPr>
          <w:rFonts w:ascii="Arial" w:hAnsi="Arial" w:cs="Arial"/>
          <w:i/>
          <w:iCs/>
        </w:rPr>
        <w:t xml:space="preserve">aligned to </w:t>
      </w:r>
      <w:r>
        <w:rPr>
          <w:rFonts w:ascii="Arial" w:hAnsi="Arial" w:cs="Arial"/>
          <w:i/>
          <w:iCs/>
        </w:rPr>
        <w:t xml:space="preserve">the </w:t>
      </w:r>
      <w:r w:rsidR="00DF60BF">
        <w:rPr>
          <w:rFonts w:ascii="Arial" w:hAnsi="Arial" w:cs="Arial"/>
          <w:i/>
          <w:iCs/>
        </w:rPr>
        <w:t>assessment matrix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2"/>
        <w:gridCol w:w="993"/>
        <w:gridCol w:w="803"/>
        <w:gridCol w:w="437"/>
        <w:gridCol w:w="437"/>
        <w:gridCol w:w="440"/>
        <w:gridCol w:w="437"/>
        <w:gridCol w:w="437"/>
        <w:gridCol w:w="440"/>
        <w:gridCol w:w="437"/>
        <w:gridCol w:w="515"/>
        <w:gridCol w:w="2237"/>
        <w:gridCol w:w="2234"/>
        <w:gridCol w:w="2198"/>
      </w:tblGrid>
      <w:tr w:rsidR="00F75057" w:rsidRPr="006711F2" w14:paraId="5DEF521C" w14:textId="578560E9" w:rsidTr="003E6DB6">
        <w:trPr>
          <w:trHeight w:val="416"/>
        </w:trPr>
        <w:tc>
          <w:tcPr>
            <w:tcW w:w="1027" w:type="pct"/>
            <w:vMerge w:val="restart"/>
            <w:shd w:val="clear" w:color="auto" w:fill="DD5E15"/>
            <w:vAlign w:val="center"/>
          </w:tcPr>
          <w:p w14:paraId="2D09DA73" w14:textId="65CDA12F" w:rsidR="00F75057" w:rsidRPr="00E34F70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Work Experience Tasks</w:t>
            </w:r>
            <w:r w:rsidR="003E6DB6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Complement Successfully</w:t>
            </w:r>
          </w:p>
        </w:tc>
        <w:tc>
          <w:tcPr>
            <w:tcW w:w="328" w:type="pct"/>
            <w:vMerge w:val="restart"/>
            <w:shd w:val="clear" w:color="auto" w:fill="DD5E15"/>
            <w:vAlign w:val="center"/>
          </w:tcPr>
          <w:p w14:paraId="6E0E3D80" w14:textId="7BE325EF" w:rsidR="00F75057" w:rsidRPr="00E34F70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E34F7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Gap Credits </w:t>
            </w:r>
          </w:p>
        </w:tc>
        <w:tc>
          <w:tcPr>
            <w:tcW w:w="265" w:type="pct"/>
            <w:vMerge w:val="restart"/>
            <w:shd w:val="clear" w:color="auto" w:fill="DD5E15"/>
            <w:vAlign w:val="center"/>
          </w:tcPr>
          <w:p w14:paraId="335A3B88" w14:textId="197DCDD4" w:rsidR="00F75057" w:rsidRPr="00E34F70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Days</w:t>
            </w:r>
          </w:p>
        </w:tc>
        <w:tc>
          <w:tcPr>
            <w:tcW w:w="1180" w:type="pct"/>
            <w:gridSpan w:val="8"/>
            <w:shd w:val="clear" w:color="auto" w:fill="E2D4AB"/>
            <w:vAlign w:val="center"/>
          </w:tcPr>
          <w:p w14:paraId="14DA954A" w14:textId="29362C4E" w:rsidR="00F75057" w:rsidRPr="00EB4033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403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Timelines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 weeks </w:t>
            </w:r>
            <w:r w:rsidRPr="00EB4033">
              <w:rPr>
                <w:rFonts w:ascii="Arial" w:hAnsi="Arial" w:cs="Arial"/>
                <w:b/>
                <w:bCs/>
                <w:sz w:val="20"/>
                <w:szCs w:val="20"/>
              </w:rPr>
              <w:t>(shade blocks)</w:t>
            </w:r>
          </w:p>
        </w:tc>
        <w:tc>
          <w:tcPr>
            <w:tcW w:w="738" w:type="pct"/>
            <w:vMerge w:val="restart"/>
            <w:shd w:val="clear" w:color="auto" w:fill="DD5E15"/>
            <w:vAlign w:val="center"/>
          </w:tcPr>
          <w:p w14:paraId="5666A62F" w14:textId="678F8190" w:rsidR="00F75057" w:rsidRPr="00E34F70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Dates</w:t>
            </w:r>
          </w:p>
        </w:tc>
        <w:tc>
          <w:tcPr>
            <w:tcW w:w="737" w:type="pct"/>
            <w:vMerge w:val="restart"/>
            <w:shd w:val="clear" w:color="auto" w:fill="DD5E15"/>
            <w:vAlign w:val="center"/>
          </w:tcPr>
          <w:p w14:paraId="20DDADA3" w14:textId="60D111A8" w:rsidR="00F75057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Candidate Signature</w:t>
            </w:r>
          </w:p>
        </w:tc>
        <w:tc>
          <w:tcPr>
            <w:tcW w:w="726" w:type="pct"/>
            <w:vMerge w:val="restart"/>
            <w:shd w:val="clear" w:color="auto" w:fill="DD5E15"/>
            <w:vAlign w:val="center"/>
          </w:tcPr>
          <w:p w14:paraId="32E3A0D0" w14:textId="23286C57" w:rsidR="00F75057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Mentor Signature</w:t>
            </w:r>
          </w:p>
        </w:tc>
      </w:tr>
      <w:tr w:rsidR="00F75057" w:rsidRPr="006711F2" w14:paraId="087E5F8A" w14:textId="6DB8F816" w:rsidTr="003E6DB6">
        <w:trPr>
          <w:trHeight w:val="416"/>
        </w:trPr>
        <w:tc>
          <w:tcPr>
            <w:tcW w:w="1027" w:type="pct"/>
            <w:vMerge/>
            <w:shd w:val="clear" w:color="auto" w:fill="DD5E15"/>
            <w:vAlign w:val="center"/>
          </w:tcPr>
          <w:p w14:paraId="58EFB7C8" w14:textId="5C285638" w:rsidR="00F75057" w:rsidRPr="00E34F70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328" w:type="pct"/>
            <w:vMerge/>
            <w:shd w:val="clear" w:color="auto" w:fill="DD5E15"/>
            <w:vAlign w:val="center"/>
          </w:tcPr>
          <w:p w14:paraId="7F6A54C3" w14:textId="77777777" w:rsidR="00F75057" w:rsidRPr="00E34F70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65" w:type="pct"/>
            <w:vMerge/>
            <w:shd w:val="clear" w:color="auto" w:fill="DD5E15"/>
            <w:vAlign w:val="center"/>
          </w:tcPr>
          <w:p w14:paraId="2D42A644" w14:textId="77777777" w:rsidR="00F75057" w:rsidRPr="00E34F70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4" w:type="pct"/>
            <w:shd w:val="clear" w:color="auto" w:fill="E2D4AB"/>
            <w:vAlign w:val="center"/>
          </w:tcPr>
          <w:p w14:paraId="73663A9E" w14:textId="13E2AB05" w:rsidR="00F75057" w:rsidRPr="00EB4033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4" w:type="pct"/>
            <w:shd w:val="clear" w:color="auto" w:fill="E2D4AB"/>
            <w:vAlign w:val="center"/>
          </w:tcPr>
          <w:p w14:paraId="33E3B137" w14:textId="79C79177" w:rsidR="00F75057" w:rsidRPr="00EB4033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5" w:type="pct"/>
            <w:shd w:val="clear" w:color="auto" w:fill="E2D4AB"/>
            <w:vAlign w:val="center"/>
          </w:tcPr>
          <w:p w14:paraId="41126186" w14:textId="14EA1CC8" w:rsidR="00F75057" w:rsidRPr="00EB4033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4" w:type="pct"/>
            <w:shd w:val="clear" w:color="auto" w:fill="E2D4AB"/>
            <w:vAlign w:val="center"/>
          </w:tcPr>
          <w:p w14:paraId="793423A6" w14:textId="745EF3A1" w:rsidR="00F75057" w:rsidRPr="00EB4033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4" w:type="pct"/>
            <w:shd w:val="clear" w:color="auto" w:fill="E2D4AB"/>
            <w:vAlign w:val="center"/>
          </w:tcPr>
          <w:p w14:paraId="60488C91" w14:textId="79B5528F" w:rsidR="00F75057" w:rsidRPr="00EB4033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5" w:type="pct"/>
            <w:shd w:val="clear" w:color="auto" w:fill="E2D4AB"/>
            <w:vAlign w:val="center"/>
          </w:tcPr>
          <w:p w14:paraId="5A457ADB" w14:textId="770863E5" w:rsidR="00F75057" w:rsidRPr="00EB4033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4" w:type="pct"/>
            <w:shd w:val="clear" w:color="auto" w:fill="E2D4AB"/>
            <w:vAlign w:val="center"/>
          </w:tcPr>
          <w:p w14:paraId="3686F7C7" w14:textId="04CE3EB7" w:rsidR="00F75057" w:rsidRPr="00EB4033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69" w:type="pct"/>
            <w:shd w:val="clear" w:color="auto" w:fill="E2D4AB"/>
            <w:vAlign w:val="center"/>
          </w:tcPr>
          <w:p w14:paraId="72DC6D6C" w14:textId="3A190DE8" w:rsidR="00F75057" w:rsidRPr="00EB4033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738" w:type="pct"/>
            <w:vMerge/>
            <w:shd w:val="clear" w:color="auto" w:fill="DD5E15"/>
            <w:vAlign w:val="center"/>
          </w:tcPr>
          <w:p w14:paraId="0D5ECA2A" w14:textId="77777777" w:rsidR="00F75057" w:rsidRPr="00E34F70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37" w:type="pct"/>
            <w:vMerge/>
          </w:tcPr>
          <w:p w14:paraId="7BA0AF26" w14:textId="77777777" w:rsidR="00F75057" w:rsidRPr="00E34F70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6" w:type="pct"/>
            <w:vMerge/>
          </w:tcPr>
          <w:p w14:paraId="6C1242D9" w14:textId="77777777" w:rsidR="00F75057" w:rsidRPr="00E34F70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F75057" w:rsidRPr="006711F2" w14:paraId="3D098718" w14:textId="5EEE89FF" w:rsidTr="003E6DB6">
        <w:trPr>
          <w:trHeight w:val="340"/>
        </w:trPr>
        <w:tc>
          <w:tcPr>
            <w:tcW w:w="1027" w:type="pct"/>
            <w:vAlign w:val="center"/>
          </w:tcPr>
          <w:p w14:paraId="247EA021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8" w:type="pct"/>
            <w:vAlign w:val="center"/>
          </w:tcPr>
          <w:p w14:paraId="28D1E3F6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17232345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56B8E28F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206D897C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6A5850E4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2CADF7C0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6676446E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389E6AED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4D0E063B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9" w:type="pct"/>
            <w:vAlign w:val="center"/>
          </w:tcPr>
          <w:p w14:paraId="779F18E4" w14:textId="79B9195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8" w:type="pct"/>
            <w:vAlign w:val="center"/>
          </w:tcPr>
          <w:p w14:paraId="17F39174" w14:textId="77BBB86D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" w:type="pct"/>
          </w:tcPr>
          <w:p w14:paraId="060DABE2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6" w:type="pct"/>
          </w:tcPr>
          <w:p w14:paraId="0030E49E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5057" w:rsidRPr="006711F2" w14:paraId="0A377E03" w14:textId="43AE0E67" w:rsidTr="003E6DB6">
        <w:trPr>
          <w:trHeight w:val="340"/>
        </w:trPr>
        <w:tc>
          <w:tcPr>
            <w:tcW w:w="1027" w:type="pct"/>
            <w:vAlign w:val="center"/>
          </w:tcPr>
          <w:p w14:paraId="5677312A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8" w:type="pct"/>
            <w:vAlign w:val="center"/>
          </w:tcPr>
          <w:p w14:paraId="35A5EBCE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3954059E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1055F166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63D24BA9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12230E6D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437DA798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0BD6B6B6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05EB93F0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65D91DF0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9" w:type="pct"/>
            <w:vAlign w:val="center"/>
          </w:tcPr>
          <w:p w14:paraId="61D1E000" w14:textId="2CA2350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8" w:type="pct"/>
            <w:vAlign w:val="center"/>
          </w:tcPr>
          <w:p w14:paraId="291F2D0F" w14:textId="4BDFBFE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" w:type="pct"/>
          </w:tcPr>
          <w:p w14:paraId="19917898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6" w:type="pct"/>
          </w:tcPr>
          <w:p w14:paraId="076B64E1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5057" w:rsidRPr="006711F2" w14:paraId="3C9D78E5" w14:textId="70732718" w:rsidTr="003E6DB6">
        <w:trPr>
          <w:trHeight w:val="340"/>
        </w:trPr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9EFB7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E02EA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62E2B721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1ED117DE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72BF9B9C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547DD9FA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0D664EA0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5009733A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7D3E3415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2F8BE337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9" w:type="pct"/>
            <w:vAlign w:val="center"/>
          </w:tcPr>
          <w:p w14:paraId="24E6D8EA" w14:textId="686616F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01D94" w14:textId="7EF1FF94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" w:type="pct"/>
          </w:tcPr>
          <w:p w14:paraId="10F82199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6" w:type="pct"/>
          </w:tcPr>
          <w:p w14:paraId="0CAFBA42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5057" w:rsidRPr="006711F2" w14:paraId="45EF8193" w14:textId="2548D8D6" w:rsidTr="003E6DB6">
        <w:trPr>
          <w:trHeight w:val="340"/>
        </w:trPr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75A3B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D41C7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03915FEA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560708A5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68B27124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4A4F0775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471CE752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7B4789C6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29BDC385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46301E88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9" w:type="pct"/>
            <w:vAlign w:val="center"/>
          </w:tcPr>
          <w:p w14:paraId="3BBE2E7C" w14:textId="29308A23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3B134" w14:textId="0A38AFD5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" w:type="pct"/>
          </w:tcPr>
          <w:p w14:paraId="15644C4B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6" w:type="pct"/>
          </w:tcPr>
          <w:p w14:paraId="76B3502C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5057" w:rsidRPr="006711F2" w14:paraId="1626773D" w14:textId="071750DE" w:rsidTr="003E6DB6">
        <w:trPr>
          <w:trHeight w:val="340"/>
        </w:trPr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08207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936DB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0BBA7A8E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6DE62DCE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66072ED2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0795FC55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22C60E6D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4FE7AF50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6DFE8D0E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0F089AA0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9" w:type="pct"/>
            <w:vAlign w:val="center"/>
          </w:tcPr>
          <w:p w14:paraId="6C51FBE6" w14:textId="7C6A2489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4B41A" w14:textId="252DE25E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" w:type="pct"/>
          </w:tcPr>
          <w:p w14:paraId="330426DD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6" w:type="pct"/>
          </w:tcPr>
          <w:p w14:paraId="248613AA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5057" w:rsidRPr="006711F2" w14:paraId="48AAE49D" w14:textId="716CA373" w:rsidTr="003E6DB6">
        <w:trPr>
          <w:trHeight w:val="340"/>
        </w:trPr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8DEB0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3D511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5A519975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6646C7EF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3A784CB0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7572C651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2F948DC6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0B00E58F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655E638D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3CB9FF9F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9" w:type="pct"/>
            <w:vAlign w:val="center"/>
          </w:tcPr>
          <w:p w14:paraId="05E1EBAA" w14:textId="485695B4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8457E" w14:textId="3716EF2A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" w:type="pct"/>
          </w:tcPr>
          <w:p w14:paraId="3AFDF833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6" w:type="pct"/>
          </w:tcPr>
          <w:p w14:paraId="6FC75FCC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83D164E" w14:textId="77777777" w:rsidR="00CC12AF" w:rsidRDefault="00CC12AF" w:rsidP="00CC12AF">
      <w:pPr>
        <w:spacing w:line="360" w:lineRule="auto"/>
        <w:rPr>
          <w:rFonts w:ascii="Arial" w:hAnsi="Arial" w:cs="Arial"/>
          <w:b/>
          <w:bCs/>
        </w:rPr>
      </w:pPr>
    </w:p>
    <w:p w14:paraId="703B9EDC" w14:textId="77777777" w:rsidR="00243E87" w:rsidRPr="009C3D60" w:rsidRDefault="00243E87" w:rsidP="00D145A7">
      <w:pPr>
        <w:spacing w:line="276" w:lineRule="auto"/>
        <w:rPr>
          <w:rFonts w:ascii="Arial" w:hAnsi="Arial" w:cs="Arial"/>
          <w:b/>
          <w:bCs/>
        </w:rPr>
      </w:pPr>
    </w:p>
    <w:p w14:paraId="69F814CD" w14:textId="6B290F8E" w:rsidR="00F0662C" w:rsidRPr="007C31C5" w:rsidRDefault="00F0662C" w:rsidP="00D145A7">
      <w:pPr>
        <w:spacing w:line="276" w:lineRule="auto"/>
        <w:rPr>
          <w:rFonts w:ascii="Arial" w:hAnsi="Arial" w:cs="Arial"/>
        </w:rPr>
      </w:pPr>
    </w:p>
    <w:sectPr w:rsidR="00F0662C" w:rsidRPr="007C31C5" w:rsidSect="009336D0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/>
      <w:pgMar w:top="1077" w:right="820" w:bottom="1843" w:left="851" w:header="39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A947F2" w14:textId="77777777" w:rsidR="0022138D" w:rsidRDefault="0022138D" w:rsidP="00213C69">
      <w:pPr>
        <w:spacing w:after="0" w:line="240" w:lineRule="auto"/>
      </w:pPr>
      <w:r>
        <w:separator/>
      </w:r>
    </w:p>
  </w:endnote>
  <w:endnote w:type="continuationSeparator" w:id="0">
    <w:p w14:paraId="1CBF6D8D" w14:textId="77777777" w:rsidR="0022138D" w:rsidRDefault="0022138D" w:rsidP="00213C69">
      <w:pPr>
        <w:spacing w:after="0" w:line="240" w:lineRule="auto"/>
      </w:pPr>
      <w:r>
        <w:continuationSeparator/>
      </w:r>
    </w:p>
  </w:endnote>
  <w:endnote w:type="continuationNotice" w:id="1">
    <w:p w14:paraId="348CBF41" w14:textId="77777777" w:rsidR="0022138D" w:rsidRDefault="0022138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5ACA2" w14:textId="218F85C7" w:rsidR="00164964" w:rsidRPr="00597EFA" w:rsidRDefault="00164964" w:rsidP="001C2A90">
    <w:pPr>
      <w:pStyle w:val="Footer"/>
      <w:ind w:right="-709"/>
      <w:jc w:val="right"/>
      <w:rPr>
        <w:rFonts w:ascii="Arial" w:hAnsi="Arial" w:cs="Arial"/>
        <w:color w:val="404040" w:themeColor="text1" w:themeTint="BF"/>
        <w:sz w:val="16"/>
        <w:szCs w:val="16"/>
      </w:rPr>
    </w:pPr>
    <w:r w:rsidRPr="00597EFA">
      <w:rPr>
        <w:rFonts w:ascii="Arial" w:hAnsi="Arial" w:cs="Arial"/>
        <w:color w:val="404040" w:themeColor="text1" w:themeTint="BF"/>
        <w:sz w:val="16"/>
        <w:szCs w:val="16"/>
      </w:rPr>
      <w:t>Version: 0</w:t>
    </w:r>
    <w:r>
      <w:rPr>
        <w:rFonts w:ascii="Arial" w:hAnsi="Arial" w:cs="Arial"/>
        <w:color w:val="404040" w:themeColor="text1" w:themeTint="BF"/>
        <w:sz w:val="16"/>
        <w:szCs w:val="16"/>
      </w:rPr>
      <w:t>1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>_</w:t>
    </w:r>
    <w:r w:rsidR="000E7E1B">
      <w:rPr>
        <w:rFonts w:ascii="Arial" w:hAnsi="Arial" w:cs="Arial"/>
        <w:color w:val="404040" w:themeColor="text1" w:themeTint="BF"/>
        <w:sz w:val="16"/>
        <w:szCs w:val="16"/>
      </w:rPr>
      <w:t>Dec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 xml:space="preserve"> 2025</w:t>
    </w:r>
  </w:p>
  <w:p w14:paraId="66AC8802" w14:textId="31CAD34B" w:rsidR="00164964" w:rsidRPr="00597EFA" w:rsidRDefault="009336D0" w:rsidP="001C2A90">
    <w:pPr>
      <w:pStyle w:val="Footer"/>
      <w:ind w:right="-709"/>
      <w:jc w:val="right"/>
      <w:rPr>
        <w:color w:val="404040" w:themeColor="text1" w:themeTint="BF"/>
        <w:sz w:val="16"/>
        <w:szCs w:val="16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2" behindDoc="1" locked="0" layoutInCell="1" allowOverlap="1" wp14:anchorId="460E0C9D" wp14:editId="59A9753D">
              <wp:simplePos x="0" y="0"/>
              <wp:positionH relativeFrom="page">
                <wp:posOffset>-1905</wp:posOffset>
              </wp:positionH>
              <wp:positionV relativeFrom="paragraph">
                <wp:posOffset>148802</wp:posOffset>
              </wp:positionV>
              <wp:extent cx="10694035" cy="274955"/>
              <wp:effectExtent l="0" t="0" r="0" b="0"/>
              <wp:wrapNone/>
              <wp:docPr id="1503620206" name="Group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035" cy="274955"/>
                        <a:chOff x="0" y="0"/>
                        <a:chExt cx="10694035" cy="274955"/>
                      </a:xfrm>
                    </wpg:grpSpPr>
                    <pic:pic xmlns:pic="http://schemas.openxmlformats.org/drawingml/2006/picture">
                      <pic:nvPicPr>
                        <pic:cNvPr id="673241675" name="Picture 10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36585" cy="27495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53323839" name="Picture 555524349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6394"/>
                        <a:stretch/>
                      </pic:blipFill>
                      <pic:spPr bwMode="auto">
                        <a:xfrm>
                          <a:off x="5467350" y="0"/>
                          <a:ext cx="5226685" cy="274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86070338" name="Picture 1546522054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7013" r="49155" b="-8"/>
                        <a:stretch/>
                      </pic:blipFill>
                      <pic:spPr bwMode="auto">
                        <a:xfrm>
                          <a:off x="3721100" y="0"/>
                          <a:ext cx="1136650" cy="274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72403382" name="Picture 107259088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7013" r="49155" b="-8"/>
                        <a:stretch/>
                      </pic:blipFill>
                      <pic:spPr bwMode="auto">
                        <a:xfrm>
                          <a:off x="4781550" y="0"/>
                          <a:ext cx="1136650" cy="274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0E68EF3" id="Group 9" o:spid="_x0000_s1026" style="position:absolute;margin-left:-.15pt;margin-top:11.7pt;width:842.05pt;height:21.65pt;z-index:-251658238;mso-position-horizontal-relative:page" coordsize="106940,27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" o:spid="_x0000_s1027" type="#_x0000_t75" style="position:absolute;width:82365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">
                <v:imagedata r:id="rId2" o:title=""/>
              </v:shape>
              <v:shape id="Picture 555524349" o:spid="_x0000_s1028" type="#_x0000_t75" style="position:absolute;left:54673;width:522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">
                <v:imagedata r:id="rId2" o:title="" cropleft="23851f"/>
              </v:shape>
              <v:shape id="Picture 1546522054" o:spid="_x0000_s1029" type="#_x0000_t75" style="position:absolute;left:37211;width:11366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">
                <v:imagedata r:id="rId2" o:title="" cropbottom="-5f" cropleft="24257f" cropright="32214f"/>
              </v:shape>
              <v:shape id="Picture 1072590880" o:spid="_x0000_s1030" type="#_x0000_t75" style="position:absolute;left:47815;width:113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">
                <v:imagedata r:id="rId2" o:title="" cropbottom="-5f" cropleft="24257f" cropright="32214f"/>
              </v:shape>
              <w10:wrap anchorx="page"/>
            </v:group>
          </w:pict>
        </mc:Fallback>
      </mc:AlternateContent>
    </w:r>
    <w:r w:rsidR="00164964" w:rsidRPr="00597EFA">
      <w:rPr>
        <w:rFonts w:ascii="Arial" w:hAnsi="Arial" w:cs="Arial"/>
        <w:color w:val="404040" w:themeColor="text1" w:themeTint="BF"/>
        <w:sz w:val="16"/>
        <w:szCs w:val="16"/>
      </w:rPr>
      <w:t>Next Review: Q3 2025/26</w:t>
    </w:r>
  </w:p>
  <w:p w14:paraId="1D02CDC4" w14:textId="05B5FD80" w:rsidR="00F17F63" w:rsidRDefault="00F17F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-211150621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781300677"/>
          <w:docPartObj>
            <w:docPartGallery w:val="Page Numbers (Top of Page)"/>
            <w:docPartUnique/>
          </w:docPartObj>
        </w:sdtPr>
        <w:sdtEndPr/>
        <w:sdtContent>
          <w:p w14:paraId="256166D7" w14:textId="6BB4390D" w:rsidR="008140FB" w:rsidRDefault="008140FB" w:rsidP="008140FB">
            <w:pPr>
              <w:pStyle w:val="Footer"/>
              <w:ind w:right="-709"/>
              <w:jc w:val="right"/>
              <w:rPr>
                <w:rFonts w:ascii="Arial" w:hAnsi="Arial" w:cs="Arial"/>
                <w:b/>
                <w:bCs/>
              </w:rPr>
            </w:pPr>
          </w:p>
          <w:p w14:paraId="7524207D" w14:textId="77777777" w:rsidR="009336D0" w:rsidRPr="00597EFA" w:rsidRDefault="009336D0" w:rsidP="009336D0">
            <w:pPr>
              <w:pStyle w:val="Footer"/>
              <w:ind w:right="-709"/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597EF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Version: 0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1</w:t>
            </w:r>
            <w:r w:rsidRPr="00597EF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_Nov 2025</w:t>
            </w:r>
          </w:p>
          <w:p w14:paraId="28D5CCC2" w14:textId="36033B06" w:rsidR="000A7FE9" w:rsidRDefault="009336D0" w:rsidP="009336D0">
            <w:pPr>
              <w:pStyle w:val="Footer"/>
              <w:ind w:right="-709"/>
              <w:jc w:val="right"/>
              <w:rPr>
                <w:rFonts w:ascii="Arial" w:hAnsi="Arial" w:cs="Arial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1" behindDoc="1" locked="0" layoutInCell="1" allowOverlap="1" wp14:anchorId="325BDE81" wp14:editId="34C3E15D">
                      <wp:simplePos x="0" y="0"/>
                      <wp:positionH relativeFrom="margin">
                        <wp:posOffset>-537845</wp:posOffset>
                      </wp:positionH>
                      <wp:positionV relativeFrom="paragraph">
                        <wp:posOffset>146262</wp:posOffset>
                      </wp:positionV>
                      <wp:extent cx="10694035" cy="274955"/>
                      <wp:effectExtent l="0" t="0" r="0" b="0"/>
                      <wp:wrapNone/>
                      <wp:docPr id="1358036089" name="Group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694035" cy="274955"/>
                                <a:chOff x="0" y="0"/>
                                <a:chExt cx="10694035" cy="27495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917030039" name="Picture 1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236585" cy="2749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55630104" name="Picture 555524349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"/>
                                <a:srcRect l="36394"/>
                                <a:stretch/>
                              </pic:blipFill>
                              <pic:spPr bwMode="auto">
                                <a:xfrm>
                                  <a:off x="5467350" y="0"/>
                                  <a:ext cx="5226685" cy="2749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314493613" name="Picture 1546522054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"/>
                                <a:srcRect l="37013" r="49155" b="-8"/>
                                <a:stretch/>
                              </pic:blipFill>
                              <pic:spPr bwMode="auto">
                                <a:xfrm>
                                  <a:off x="3721100" y="0"/>
                                  <a:ext cx="1136650" cy="2749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241391968" name="Picture 1072590880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"/>
                                <a:srcRect l="37013" r="49155" b="-8"/>
                                <a:stretch/>
                              </pic:blipFill>
                              <pic:spPr bwMode="auto">
                                <a:xfrm>
                                  <a:off x="4781550" y="0"/>
                                  <a:ext cx="1136650" cy="2749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72C83C6" id="Group 9" o:spid="_x0000_s1026" style="position:absolute;margin-left:-42.35pt;margin-top:11.5pt;width:842.05pt;height:21.65pt;z-index:-251658239;mso-position-horizontal-relative:margin" coordsize="106940,27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0" o:spid="_x0000_s1027" type="#_x0000_t75" style="position:absolute;width:82365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">
                        <v:imagedata r:id="rId2" o:title=""/>
                      </v:shape>
                      <v:shape id="Picture 555524349" o:spid="_x0000_s1028" type="#_x0000_t75" style="position:absolute;left:54673;width:522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">
                        <v:imagedata r:id="rId2" o:title="" cropleft="23851f"/>
                      </v:shape>
                      <v:shape id="Picture 1546522054" o:spid="_x0000_s1029" type="#_x0000_t75" style="position:absolute;left:37211;width:11366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">
                        <v:imagedata r:id="rId2" o:title="" cropbottom="-5f" cropleft="24257f" cropright="32214f"/>
                      </v:shape>
                      <v:shape id="Picture 1072590880" o:spid="_x0000_s1030" type="#_x0000_t75" style="position:absolute;left:47815;width:113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">
                        <v:imagedata r:id="rId2" o:title="" cropbottom="-5f" cropleft="24257f" cropright="32214f"/>
                      </v:shape>
                      <w10:wrap anchorx="margin"/>
                    </v:group>
                  </w:pict>
                </mc:Fallback>
              </mc:AlternateContent>
            </w:r>
            <w:r w:rsidRPr="00597EF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Next Review: Q3 2025/26</w:t>
            </w:r>
          </w:p>
        </w:sdtContent>
      </w:sdt>
    </w:sdtContent>
  </w:sdt>
  <w:p w14:paraId="7C570B5D" w14:textId="642936CB" w:rsidR="009A474D" w:rsidRPr="000A7FE9" w:rsidRDefault="009A474D" w:rsidP="000A7FE9">
    <w:pPr>
      <w:pStyle w:val="Footer"/>
      <w:jc w:val="righ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8F6D4B" w14:textId="77777777" w:rsidR="0022138D" w:rsidRDefault="0022138D" w:rsidP="00213C69">
      <w:pPr>
        <w:spacing w:after="0" w:line="240" w:lineRule="auto"/>
      </w:pPr>
      <w:r>
        <w:separator/>
      </w:r>
    </w:p>
  </w:footnote>
  <w:footnote w:type="continuationSeparator" w:id="0">
    <w:p w14:paraId="11BDCB48" w14:textId="77777777" w:rsidR="0022138D" w:rsidRDefault="0022138D" w:rsidP="00213C69">
      <w:pPr>
        <w:spacing w:after="0" w:line="240" w:lineRule="auto"/>
      </w:pPr>
      <w:r>
        <w:continuationSeparator/>
      </w:r>
    </w:p>
  </w:footnote>
  <w:footnote w:type="continuationNotice" w:id="1">
    <w:p w14:paraId="74801D98" w14:textId="77777777" w:rsidR="0022138D" w:rsidRDefault="0022138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9C1450" w14:textId="63E46812" w:rsidR="00587DF8" w:rsidRDefault="00587DF8" w:rsidP="00587DF8">
    <w:pPr>
      <w:pStyle w:val="Header"/>
      <w:jc w:val="center"/>
    </w:pPr>
    <w:r>
      <w:rPr>
        <w:rFonts w:ascii="Arial" w:hAnsi="Arial" w:cs="Arial"/>
        <w:sz w:val="16"/>
        <w:szCs w:val="16"/>
      </w:rPr>
      <w:t xml:space="preserve">Controlled Document </w:t>
    </w:r>
    <w:r>
      <w:rPr>
        <w:noProof/>
      </w:rPr>
      <mc:AlternateContent>
        <mc:Choice Requires="wpg">
          <w:drawing>
            <wp:anchor distT="0" distB="0" distL="114300" distR="114300" simplePos="0" relativeHeight="251660291" behindDoc="0" locked="0" layoutInCell="1" allowOverlap="1" wp14:anchorId="0F8BC1F2" wp14:editId="3A9792B8">
              <wp:simplePos x="0" y="0"/>
              <wp:positionH relativeFrom="page">
                <wp:align>right</wp:align>
              </wp:positionH>
              <wp:positionV relativeFrom="paragraph">
                <wp:posOffset>-247650</wp:posOffset>
              </wp:positionV>
              <wp:extent cx="10694670" cy="352425"/>
              <wp:effectExtent l="0" t="0" r="0" b="9525"/>
              <wp:wrapSquare wrapText="bothSides"/>
              <wp:docPr id="77579213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670" cy="352425"/>
                        <a:chOff x="0" y="0"/>
                        <a:chExt cx="10694670" cy="352425"/>
                      </a:xfrm>
                    </wpg:grpSpPr>
                    <pic:pic xmlns:pic="http://schemas.openxmlformats.org/drawingml/2006/picture">
                      <pic:nvPicPr>
                        <pic:cNvPr id="500926961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287655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3521707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7D0524F" id="Group 1" o:spid="_x0000_s1026" style="position:absolute;margin-left:790.9pt;margin-top:-19.5pt;width:842.1pt;height:27.75pt;z-index:251660291;mso-position-horizontal:right;mso-position-horizontal-relative:page" coordsize="106946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alt="A black and orange rectangle&#10;&#10;Description automatically generated" style="position:absolute;left:28765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">
                <v:imagedata r:id="rId2" o:title="A black and orange rectangle&#10;&#10;Description automatically generated" cropbottom="49826f"/>
              </v:shape>
              <v:shape id="image2.png" o:spid="_x0000_s1028" type="#_x0000_t75" alt="A black and orange rectangle&#10;&#10;Description automatically generated" style="position:absolute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">
                <v:imagedata r:id="rId2" o:title="A black and orange rectangle&#10;&#10;Description automatically generated" cropbottom="49826f"/>
              </v:shape>
              <w10:wrap type="square" anchorx="page"/>
            </v:group>
          </w:pict>
        </mc:Fallback>
      </mc:AlternateContent>
    </w:r>
  </w:p>
  <w:p w14:paraId="054F5EBE" w14:textId="7A036C7C" w:rsidR="00F17F63" w:rsidRDefault="0048708B" w:rsidP="00984075">
    <w:pPr>
      <w:pStyle w:val="Header"/>
      <w:jc w:val="center"/>
    </w:pPr>
    <w:r>
      <w:rPr>
        <w:noProof/>
      </w:rPr>
      <mc:AlternateContent>
        <mc:Choice Requires="wpg">
          <w:drawing>
            <wp:anchor distT="0" distB="0" distL="114300" distR="114300" simplePos="0" relativeHeight="251658243" behindDoc="0" locked="0" layoutInCell="1" allowOverlap="1" wp14:anchorId="7065C5B5" wp14:editId="550397CD">
              <wp:simplePos x="0" y="0"/>
              <wp:positionH relativeFrom="page">
                <wp:align>right</wp:align>
              </wp:positionH>
              <wp:positionV relativeFrom="paragraph">
                <wp:posOffset>-247650</wp:posOffset>
              </wp:positionV>
              <wp:extent cx="10694670" cy="352425"/>
              <wp:effectExtent l="0" t="0" r="0" b="9525"/>
              <wp:wrapSquare wrapText="bothSides"/>
              <wp:docPr id="1498027342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670" cy="352425"/>
                        <a:chOff x="0" y="0"/>
                        <a:chExt cx="10694670" cy="352425"/>
                      </a:xfrm>
                    </wpg:grpSpPr>
                    <pic:pic xmlns:pic="http://schemas.openxmlformats.org/drawingml/2006/picture">
                      <pic:nvPicPr>
                        <pic:cNvPr id="326722748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287655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809817390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E67CA3B" id="Group 7" o:spid="_x0000_s1026" style="position:absolute;margin-left:790.9pt;margin-top:-19.5pt;width:842.1pt;height:27.75pt;z-index:251658243;mso-position-horizontal:right;mso-position-horizontal-relative:page" coordsize="106946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alt="A black and orange rectangle&#10;&#10;Description automatically generated" style="position:absolute;left:28765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">
                <v:imagedata r:id="rId3" o:title="A black and orange rectangle&#10;&#10;Description automatically generated" cropbottom="49826f"/>
              </v:shape>
              <v:shape id="image2.png" o:spid="_x0000_s1028" type="#_x0000_t75" alt="A black and orange rectangle&#10;&#10;Description automatically generated" style="position:absolute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">
                <v:imagedata r:id="rId3" o:title="A black and orange rectangle&#10;&#10;Description automatically generated" cropbottom="49826f"/>
              </v:shape>
              <w10:wrap type="square" anchorx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207EA" w14:textId="01F3FE99" w:rsidR="00175D18" w:rsidRDefault="001852D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87AE69D" wp14:editId="47481E6C">
              <wp:simplePos x="0" y="0"/>
              <wp:positionH relativeFrom="margin">
                <wp:posOffset>-538480</wp:posOffset>
              </wp:positionH>
              <wp:positionV relativeFrom="paragraph">
                <wp:posOffset>-247650</wp:posOffset>
              </wp:positionV>
              <wp:extent cx="10694670" cy="352425"/>
              <wp:effectExtent l="0" t="0" r="0" b="9525"/>
              <wp:wrapSquare wrapText="bothSides"/>
              <wp:docPr id="360543447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670" cy="352425"/>
                        <a:chOff x="0" y="0"/>
                        <a:chExt cx="10694670" cy="352425"/>
                      </a:xfrm>
                    </wpg:grpSpPr>
                    <pic:pic xmlns:pic="http://schemas.openxmlformats.org/drawingml/2006/picture">
                      <pic:nvPicPr>
                        <pic:cNvPr id="1049412430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287655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691735462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8927EA8" id="Group 7" o:spid="_x0000_s1026" style="position:absolute;margin-left:-42.4pt;margin-top:-19.5pt;width:842.1pt;height:27.75pt;z-index:251658240;mso-position-horizontal-relative:margin" coordsize="106946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alt="A black and orange rectangle&#10;&#10;Description automatically generated" style="position:absolute;left:28765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">
                <v:imagedata r:id="rId2" o:title="A black and orange rectangle&#10;&#10;Description automatically generated" cropbottom="49826f"/>
              </v:shape>
              <v:shape id="image2.png" o:spid="_x0000_s1028" type="#_x0000_t75" alt="A black and orange rectangle&#10;&#10;Description automatically generated" style="position:absolute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">
                <v:imagedata r:id="rId2" o:title="A black and orange rectangle&#10;&#10;Description automatically generated" cropbottom="49826f"/>
              </v:shape>
              <w10:wrap type="square"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A65FE"/>
    <w:multiLevelType w:val="hybridMultilevel"/>
    <w:tmpl w:val="30664776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10F4B17"/>
    <w:multiLevelType w:val="multilevel"/>
    <w:tmpl w:val="32509838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E460BC"/>
    <w:multiLevelType w:val="hybridMultilevel"/>
    <w:tmpl w:val="9C24B582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>
      <w:start w:val="1"/>
      <w:numFmt w:val="lowerLetter"/>
      <w:lvlText w:val="%2."/>
      <w:lvlJc w:val="left"/>
      <w:pPr>
        <w:ind w:left="1080" w:hanging="360"/>
      </w:pPr>
    </w:lvl>
    <w:lvl w:ilvl="2" w:tplc="1C09001B">
      <w:start w:val="1"/>
      <w:numFmt w:val="lowerRoman"/>
      <w:lvlText w:val="%3."/>
      <w:lvlJc w:val="right"/>
      <w:pPr>
        <w:ind w:left="1800" w:hanging="180"/>
      </w:pPr>
    </w:lvl>
    <w:lvl w:ilvl="3" w:tplc="1C09000F">
      <w:start w:val="1"/>
      <w:numFmt w:val="decimal"/>
      <w:lvlText w:val="%4."/>
      <w:lvlJc w:val="left"/>
      <w:pPr>
        <w:ind w:left="2520" w:hanging="360"/>
      </w:pPr>
    </w:lvl>
    <w:lvl w:ilvl="4" w:tplc="1C090019">
      <w:start w:val="1"/>
      <w:numFmt w:val="lowerLetter"/>
      <w:lvlText w:val="%5."/>
      <w:lvlJc w:val="left"/>
      <w:pPr>
        <w:ind w:left="3240" w:hanging="360"/>
      </w:pPr>
    </w:lvl>
    <w:lvl w:ilvl="5" w:tplc="1C09001B">
      <w:start w:val="1"/>
      <w:numFmt w:val="lowerRoman"/>
      <w:lvlText w:val="%6."/>
      <w:lvlJc w:val="right"/>
      <w:pPr>
        <w:ind w:left="3960" w:hanging="180"/>
      </w:pPr>
    </w:lvl>
    <w:lvl w:ilvl="6" w:tplc="1C09000F">
      <w:start w:val="1"/>
      <w:numFmt w:val="decimal"/>
      <w:lvlText w:val="%7."/>
      <w:lvlJc w:val="left"/>
      <w:pPr>
        <w:ind w:left="4680" w:hanging="360"/>
      </w:pPr>
    </w:lvl>
    <w:lvl w:ilvl="7" w:tplc="1C090019">
      <w:start w:val="1"/>
      <w:numFmt w:val="lowerLetter"/>
      <w:lvlText w:val="%8."/>
      <w:lvlJc w:val="left"/>
      <w:pPr>
        <w:ind w:left="5400" w:hanging="360"/>
      </w:pPr>
    </w:lvl>
    <w:lvl w:ilvl="8" w:tplc="1C0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D01687"/>
    <w:multiLevelType w:val="hybridMultilevel"/>
    <w:tmpl w:val="BDE0E8D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3DD3382"/>
    <w:multiLevelType w:val="hybridMultilevel"/>
    <w:tmpl w:val="C5C6E3F6"/>
    <w:lvl w:ilvl="0" w:tplc="5E12408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A2648B8"/>
    <w:multiLevelType w:val="hybridMultilevel"/>
    <w:tmpl w:val="0CA2293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B8C7339"/>
    <w:multiLevelType w:val="multilevel"/>
    <w:tmpl w:val="2A8A4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BF07DF4"/>
    <w:multiLevelType w:val="hybridMultilevel"/>
    <w:tmpl w:val="7C0C7E96"/>
    <w:lvl w:ilvl="0" w:tplc="1C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" w15:restartNumberingAfterBreak="0">
    <w:nsid w:val="1C146171"/>
    <w:multiLevelType w:val="hybridMultilevel"/>
    <w:tmpl w:val="B8062F78"/>
    <w:lvl w:ilvl="0" w:tplc="6D2A6BD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1CFF1EDC"/>
    <w:multiLevelType w:val="hybridMultilevel"/>
    <w:tmpl w:val="4CEC7F8A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215875CA"/>
    <w:multiLevelType w:val="multilevel"/>
    <w:tmpl w:val="E08C187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8FA366E"/>
    <w:multiLevelType w:val="hybridMultilevel"/>
    <w:tmpl w:val="982C7EC0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2C3062DE"/>
    <w:multiLevelType w:val="multilevel"/>
    <w:tmpl w:val="2A5673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13" w15:restartNumberingAfterBreak="0">
    <w:nsid w:val="316B155F"/>
    <w:multiLevelType w:val="multilevel"/>
    <w:tmpl w:val="2A8A4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18B5701"/>
    <w:multiLevelType w:val="hybridMultilevel"/>
    <w:tmpl w:val="FE943074"/>
    <w:lvl w:ilvl="0" w:tplc="5E12408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1AF30ED"/>
    <w:multiLevelType w:val="hybridMultilevel"/>
    <w:tmpl w:val="5A3AFC34"/>
    <w:lvl w:ilvl="0" w:tplc="1C090001">
      <w:start w:val="1"/>
      <w:numFmt w:val="bullet"/>
      <w:lvlText w:val=""/>
      <w:lvlJc w:val="left"/>
      <w:pPr>
        <w:ind w:left="1231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95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67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39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1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3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55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27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991" w:hanging="360"/>
      </w:pPr>
      <w:rPr>
        <w:rFonts w:ascii="Wingdings" w:hAnsi="Wingdings" w:hint="default"/>
      </w:rPr>
    </w:lvl>
  </w:abstractNum>
  <w:abstractNum w:abstractNumId="16" w15:restartNumberingAfterBreak="0">
    <w:nsid w:val="379C2D24"/>
    <w:multiLevelType w:val="hybridMultilevel"/>
    <w:tmpl w:val="EC760E7E"/>
    <w:lvl w:ilvl="0" w:tplc="363CF4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52DC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DE29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1CCE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648A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4276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1049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A44A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8CBA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3A8D64F2"/>
    <w:multiLevelType w:val="hybridMultilevel"/>
    <w:tmpl w:val="C99C141C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BDA5600"/>
    <w:multiLevelType w:val="hybridMultilevel"/>
    <w:tmpl w:val="04CE8B5E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 w15:restartNumberingAfterBreak="0">
    <w:nsid w:val="3CF83A8B"/>
    <w:multiLevelType w:val="hybridMultilevel"/>
    <w:tmpl w:val="39E42B8C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408E517F"/>
    <w:multiLevelType w:val="hybridMultilevel"/>
    <w:tmpl w:val="5F96525C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1" w15:restartNumberingAfterBreak="0">
    <w:nsid w:val="42C9665B"/>
    <w:multiLevelType w:val="hybridMultilevel"/>
    <w:tmpl w:val="14A682F6"/>
    <w:lvl w:ilvl="0" w:tplc="04F47DD0">
      <w:numFmt w:val="bullet"/>
      <w:lvlText w:val=""/>
      <w:lvlJc w:val="left"/>
      <w:pPr>
        <w:ind w:left="927" w:hanging="360"/>
      </w:pPr>
      <w:rPr>
        <w:rFonts w:ascii="Arial" w:eastAsia="Arial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486222F7"/>
    <w:multiLevelType w:val="hybridMultilevel"/>
    <w:tmpl w:val="1BECA9C8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3" w15:restartNumberingAfterBreak="0">
    <w:nsid w:val="50B62913"/>
    <w:multiLevelType w:val="hybridMultilevel"/>
    <w:tmpl w:val="F60A912C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86B4256"/>
    <w:multiLevelType w:val="hybridMultilevel"/>
    <w:tmpl w:val="3D44D8AC"/>
    <w:lvl w:ilvl="0" w:tplc="04F47DD0">
      <w:numFmt w:val="bullet"/>
      <w:lvlText w:val=""/>
      <w:lvlJc w:val="left"/>
      <w:pPr>
        <w:ind w:left="1494" w:hanging="360"/>
      </w:pPr>
      <w:rPr>
        <w:rFonts w:ascii="Arial" w:eastAsia="Arial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8B31B50"/>
    <w:multiLevelType w:val="hybridMultilevel"/>
    <w:tmpl w:val="7662E8CE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6" w15:restartNumberingAfterBreak="0">
    <w:nsid w:val="5D9269B9"/>
    <w:multiLevelType w:val="hybridMultilevel"/>
    <w:tmpl w:val="4472437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5240A6"/>
    <w:multiLevelType w:val="hybridMultilevel"/>
    <w:tmpl w:val="B33EF9DC"/>
    <w:lvl w:ilvl="0" w:tplc="22C8DDEE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bullet"/>
      <w:lvlText w:val=""/>
      <w:lvlJc w:val="left"/>
      <w:pPr>
        <w:ind w:left="2575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28" w15:restartNumberingAfterBreak="0">
    <w:nsid w:val="607F3718"/>
    <w:multiLevelType w:val="hybridMultilevel"/>
    <w:tmpl w:val="80D25814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9" w15:restartNumberingAfterBreak="0">
    <w:nsid w:val="61B94BA7"/>
    <w:multiLevelType w:val="hybridMultilevel"/>
    <w:tmpl w:val="18DC156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29E2320"/>
    <w:multiLevelType w:val="hybridMultilevel"/>
    <w:tmpl w:val="8676DED2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991548"/>
    <w:multiLevelType w:val="multilevel"/>
    <w:tmpl w:val="2A8A4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75F7D94"/>
    <w:multiLevelType w:val="hybridMultilevel"/>
    <w:tmpl w:val="0BD2BC62"/>
    <w:lvl w:ilvl="0" w:tplc="86A04A4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A77308"/>
    <w:multiLevelType w:val="hybridMultilevel"/>
    <w:tmpl w:val="A378A670"/>
    <w:lvl w:ilvl="0" w:tplc="1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25E50C5"/>
    <w:multiLevelType w:val="hybridMultilevel"/>
    <w:tmpl w:val="9A368EDC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5" w15:restartNumberingAfterBreak="0">
    <w:nsid w:val="77A122E7"/>
    <w:multiLevelType w:val="hybridMultilevel"/>
    <w:tmpl w:val="C05296A8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6" w15:restartNumberingAfterBreak="0">
    <w:nsid w:val="7BDA3B25"/>
    <w:multiLevelType w:val="hybridMultilevel"/>
    <w:tmpl w:val="6996351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C1749A2"/>
    <w:multiLevelType w:val="hybridMultilevel"/>
    <w:tmpl w:val="3E82590E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314645914">
    <w:abstractNumId w:val="4"/>
  </w:num>
  <w:num w:numId="2" w16cid:durableId="1978563538">
    <w:abstractNumId w:val="11"/>
  </w:num>
  <w:num w:numId="3" w16cid:durableId="349113405">
    <w:abstractNumId w:val="15"/>
  </w:num>
  <w:num w:numId="4" w16cid:durableId="589387648">
    <w:abstractNumId w:val="13"/>
  </w:num>
  <w:num w:numId="5" w16cid:durableId="637999579">
    <w:abstractNumId w:val="27"/>
  </w:num>
  <w:num w:numId="6" w16cid:durableId="21102706">
    <w:abstractNumId w:val="7"/>
  </w:num>
  <w:num w:numId="7" w16cid:durableId="1666739071">
    <w:abstractNumId w:val="8"/>
  </w:num>
  <w:num w:numId="8" w16cid:durableId="1224606331">
    <w:abstractNumId w:val="25"/>
  </w:num>
  <w:num w:numId="9" w16cid:durableId="1624506461">
    <w:abstractNumId w:val="34"/>
  </w:num>
  <w:num w:numId="10" w16cid:durableId="2087343079">
    <w:abstractNumId w:val="9"/>
  </w:num>
  <w:num w:numId="11" w16cid:durableId="126975948">
    <w:abstractNumId w:val="0"/>
  </w:num>
  <w:num w:numId="12" w16cid:durableId="364529137">
    <w:abstractNumId w:val="19"/>
  </w:num>
  <w:num w:numId="13" w16cid:durableId="152706067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90428523">
    <w:abstractNumId w:val="32"/>
  </w:num>
  <w:num w:numId="15" w16cid:durableId="700402222">
    <w:abstractNumId w:val="26"/>
  </w:num>
  <w:num w:numId="16" w16cid:durableId="1628655497">
    <w:abstractNumId w:val="29"/>
  </w:num>
  <w:num w:numId="17" w16cid:durableId="1246768852">
    <w:abstractNumId w:val="28"/>
  </w:num>
  <w:num w:numId="18" w16cid:durableId="819155188">
    <w:abstractNumId w:val="18"/>
  </w:num>
  <w:num w:numId="19" w16cid:durableId="2000503499">
    <w:abstractNumId w:val="22"/>
  </w:num>
  <w:num w:numId="20" w16cid:durableId="1030758985">
    <w:abstractNumId w:val="37"/>
  </w:num>
  <w:num w:numId="21" w16cid:durableId="1566525094">
    <w:abstractNumId w:val="20"/>
  </w:num>
  <w:num w:numId="22" w16cid:durableId="1089930071">
    <w:abstractNumId w:val="35"/>
  </w:num>
  <w:num w:numId="23" w16cid:durableId="1463962566">
    <w:abstractNumId w:val="17"/>
  </w:num>
  <w:num w:numId="24" w16cid:durableId="181475614">
    <w:abstractNumId w:val="2"/>
  </w:num>
  <w:num w:numId="25" w16cid:durableId="582303698">
    <w:abstractNumId w:val="12"/>
  </w:num>
  <w:num w:numId="26" w16cid:durableId="651063625">
    <w:abstractNumId w:val="6"/>
  </w:num>
  <w:num w:numId="27" w16cid:durableId="754859924">
    <w:abstractNumId w:val="23"/>
  </w:num>
  <w:num w:numId="28" w16cid:durableId="1060522280">
    <w:abstractNumId w:val="16"/>
  </w:num>
  <w:num w:numId="29" w16cid:durableId="2137136969">
    <w:abstractNumId w:val="33"/>
  </w:num>
  <w:num w:numId="30" w16cid:durableId="1689863889">
    <w:abstractNumId w:val="21"/>
  </w:num>
  <w:num w:numId="31" w16cid:durableId="1663923813">
    <w:abstractNumId w:val="24"/>
  </w:num>
  <w:num w:numId="32" w16cid:durableId="619336064">
    <w:abstractNumId w:val="30"/>
  </w:num>
  <w:num w:numId="33" w16cid:durableId="102699867">
    <w:abstractNumId w:val="14"/>
  </w:num>
  <w:num w:numId="34" w16cid:durableId="1506552575">
    <w:abstractNumId w:val="10"/>
  </w:num>
  <w:num w:numId="35" w16cid:durableId="626199964">
    <w:abstractNumId w:val="31"/>
  </w:num>
  <w:num w:numId="36" w16cid:durableId="889267459">
    <w:abstractNumId w:val="5"/>
  </w:num>
  <w:num w:numId="37" w16cid:durableId="996109622">
    <w:abstractNumId w:val="36"/>
  </w:num>
  <w:num w:numId="38" w16cid:durableId="1655521877">
    <w:abstractNumId w:val="3"/>
  </w:num>
  <w:num w:numId="39" w16cid:durableId="43139573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E49"/>
    <w:rsid w:val="000000C4"/>
    <w:rsid w:val="0000058B"/>
    <w:rsid w:val="000019DC"/>
    <w:rsid w:val="00001C4B"/>
    <w:rsid w:val="000024C5"/>
    <w:rsid w:val="0000281F"/>
    <w:rsid w:val="0000298E"/>
    <w:rsid w:val="00003976"/>
    <w:rsid w:val="0000414A"/>
    <w:rsid w:val="00004361"/>
    <w:rsid w:val="000046E8"/>
    <w:rsid w:val="00004952"/>
    <w:rsid w:val="00004F98"/>
    <w:rsid w:val="000051C8"/>
    <w:rsid w:val="00005A2B"/>
    <w:rsid w:val="00006056"/>
    <w:rsid w:val="000060DC"/>
    <w:rsid w:val="00006111"/>
    <w:rsid w:val="00006AD0"/>
    <w:rsid w:val="00006B3A"/>
    <w:rsid w:val="00006DC7"/>
    <w:rsid w:val="00006E4C"/>
    <w:rsid w:val="00006EBA"/>
    <w:rsid w:val="0000754B"/>
    <w:rsid w:val="00007935"/>
    <w:rsid w:val="000100F3"/>
    <w:rsid w:val="000107F7"/>
    <w:rsid w:val="00010B77"/>
    <w:rsid w:val="00010BF3"/>
    <w:rsid w:val="00010D9E"/>
    <w:rsid w:val="00010E16"/>
    <w:rsid w:val="00010E5C"/>
    <w:rsid w:val="00011761"/>
    <w:rsid w:val="00011EA7"/>
    <w:rsid w:val="00011EDD"/>
    <w:rsid w:val="00011F77"/>
    <w:rsid w:val="00012134"/>
    <w:rsid w:val="00012247"/>
    <w:rsid w:val="00012683"/>
    <w:rsid w:val="00013582"/>
    <w:rsid w:val="000136DF"/>
    <w:rsid w:val="00013834"/>
    <w:rsid w:val="0001385E"/>
    <w:rsid w:val="0001392F"/>
    <w:rsid w:val="00013956"/>
    <w:rsid w:val="00014123"/>
    <w:rsid w:val="000142E8"/>
    <w:rsid w:val="000146A4"/>
    <w:rsid w:val="00014789"/>
    <w:rsid w:val="000147C4"/>
    <w:rsid w:val="00014810"/>
    <w:rsid w:val="000148AF"/>
    <w:rsid w:val="0001492A"/>
    <w:rsid w:val="00014CAF"/>
    <w:rsid w:val="0001505C"/>
    <w:rsid w:val="000156DF"/>
    <w:rsid w:val="0001592C"/>
    <w:rsid w:val="00015BD5"/>
    <w:rsid w:val="00016339"/>
    <w:rsid w:val="000167E9"/>
    <w:rsid w:val="00016A52"/>
    <w:rsid w:val="000200F7"/>
    <w:rsid w:val="00021044"/>
    <w:rsid w:val="00021094"/>
    <w:rsid w:val="000214E2"/>
    <w:rsid w:val="000214F1"/>
    <w:rsid w:val="00021560"/>
    <w:rsid w:val="00021E05"/>
    <w:rsid w:val="00022261"/>
    <w:rsid w:val="000228BD"/>
    <w:rsid w:val="00022EB4"/>
    <w:rsid w:val="00022F10"/>
    <w:rsid w:val="0002300F"/>
    <w:rsid w:val="000230FE"/>
    <w:rsid w:val="00023942"/>
    <w:rsid w:val="0002403D"/>
    <w:rsid w:val="00024AD2"/>
    <w:rsid w:val="00024E42"/>
    <w:rsid w:val="00024E75"/>
    <w:rsid w:val="000251BE"/>
    <w:rsid w:val="00025206"/>
    <w:rsid w:val="000255D3"/>
    <w:rsid w:val="00025864"/>
    <w:rsid w:val="00025C07"/>
    <w:rsid w:val="0002697B"/>
    <w:rsid w:val="00026F4C"/>
    <w:rsid w:val="000277CB"/>
    <w:rsid w:val="0003002A"/>
    <w:rsid w:val="00030132"/>
    <w:rsid w:val="00030AE8"/>
    <w:rsid w:val="000312ED"/>
    <w:rsid w:val="000313F6"/>
    <w:rsid w:val="000316A2"/>
    <w:rsid w:val="000317F5"/>
    <w:rsid w:val="000329D8"/>
    <w:rsid w:val="00032A70"/>
    <w:rsid w:val="00032EC1"/>
    <w:rsid w:val="0003300D"/>
    <w:rsid w:val="000330CF"/>
    <w:rsid w:val="000332F9"/>
    <w:rsid w:val="00033356"/>
    <w:rsid w:val="0003347A"/>
    <w:rsid w:val="00033537"/>
    <w:rsid w:val="0003378F"/>
    <w:rsid w:val="00033AF8"/>
    <w:rsid w:val="00033CF1"/>
    <w:rsid w:val="0003424B"/>
    <w:rsid w:val="0003426C"/>
    <w:rsid w:val="00034619"/>
    <w:rsid w:val="00034749"/>
    <w:rsid w:val="00034D2D"/>
    <w:rsid w:val="00034FA0"/>
    <w:rsid w:val="000354AC"/>
    <w:rsid w:val="00036B59"/>
    <w:rsid w:val="00036FE3"/>
    <w:rsid w:val="00037287"/>
    <w:rsid w:val="00037768"/>
    <w:rsid w:val="0003781C"/>
    <w:rsid w:val="00037A32"/>
    <w:rsid w:val="00037D7F"/>
    <w:rsid w:val="00037E4D"/>
    <w:rsid w:val="000402FD"/>
    <w:rsid w:val="00040BC0"/>
    <w:rsid w:val="0004103C"/>
    <w:rsid w:val="0004188E"/>
    <w:rsid w:val="0004194C"/>
    <w:rsid w:val="000419EF"/>
    <w:rsid w:val="000420C9"/>
    <w:rsid w:val="000420ED"/>
    <w:rsid w:val="00042AB4"/>
    <w:rsid w:val="00043562"/>
    <w:rsid w:val="00043A0A"/>
    <w:rsid w:val="00043CA8"/>
    <w:rsid w:val="00043EF5"/>
    <w:rsid w:val="00043EF9"/>
    <w:rsid w:val="000446CE"/>
    <w:rsid w:val="000447D4"/>
    <w:rsid w:val="000449E2"/>
    <w:rsid w:val="00045035"/>
    <w:rsid w:val="00045096"/>
    <w:rsid w:val="00045B34"/>
    <w:rsid w:val="00046453"/>
    <w:rsid w:val="0004690D"/>
    <w:rsid w:val="00046EC5"/>
    <w:rsid w:val="00046F50"/>
    <w:rsid w:val="000475C9"/>
    <w:rsid w:val="0004789F"/>
    <w:rsid w:val="00047CF4"/>
    <w:rsid w:val="000501CE"/>
    <w:rsid w:val="00050318"/>
    <w:rsid w:val="00050D64"/>
    <w:rsid w:val="00050F72"/>
    <w:rsid w:val="000513AC"/>
    <w:rsid w:val="000521E1"/>
    <w:rsid w:val="000527CA"/>
    <w:rsid w:val="000535F0"/>
    <w:rsid w:val="00053B41"/>
    <w:rsid w:val="00053E37"/>
    <w:rsid w:val="00053FF3"/>
    <w:rsid w:val="000540B6"/>
    <w:rsid w:val="000543A6"/>
    <w:rsid w:val="000545B0"/>
    <w:rsid w:val="00054A5E"/>
    <w:rsid w:val="00054AB2"/>
    <w:rsid w:val="00055400"/>
    <w:rsid w:val="00055735"/>
    <w:rsid w:val="0005582F"/>
    <w:rsid w:val="00055DAE"/>
    <w:rsid w:val="00056639"/>
    <w:rsid w:val="00056865"/>
    <w:rsid w:val="000568F9"/>
    <w:rsid w:val="00056F14"/>
    <w:rsid w:val="0005740C"/>
    <w:rsid w:val="000574C3"/>
    <w:rsid w:val="00060870"/>
    <w:rsid w:val="00060972"/>
    <w:rsid w:val="00060BA6"/>
    <w:rsid w:val="00060BDF"/>
    <w:rsid w:val="00060DE6"/>
    <w:rsid w:val="00061217"/>
    <w:rsid w:val="00061689"/>
    <w:rsid w:val="000619D6"/>
    <w:rsid w:val="00061B1D"/>
    <w:rsid w:val="00061CF8"/>
    <w:rsid w:val="00061D1E"/>
    <w:rsid w:val="0006296B"/>
    <w:rsid w:val="00062980"/>
    <w:rsid w:val="00062A2F"/>
    <w:rsid w:val="000633C3"/>
    <w:rsid w:val="00063B27"/>
    <w:rsid w:val="00063DB9"/>
    <w:rsid w:val="00063DE4"/>
    <w:rsid w:val="000648EB"/>
    <w:rsid w:val="00064ADF"/>
    <w:rsid w:val="00064DA3"/>
    <w:rsid w:val="000650B1"/>
    <w:rsid w:val="00065105"/>
    <w:rsid w:val="000655AF"/>
    <w:rsid w:val="000655C7"/>
    <w:rsid w:val="00065FF4"/>
    <w:rsid w:val="000662A8"/>
    <w:rsid w:val="00066751"/>
    <w:rsid w:val="00066A34"/>
    <w:rsid w:val="00066B33"/>
    <w:rsid w:val="00066C33"/>
    <w:rsid w:val="00066C3D"/>
    <w:rsid w:val="00066C53"/>
    <w:rsid w:val="00066D78"/>
    <w:rsid w:val="00067124"/>
    <w:rsid w:val="00067246"/>
    <w:rsid w:val="00067291"/>
    <w:rsid w:val="00067526"/>
    <w:rsid w:val="00067D7C"/>
    <w:rsid w:val="00070122"/>
    <w:rsid w:val="00070D23"/>
    <w:rsid w:val="00070D3B"/>
    <w:rsid w:val="00070EFB"/>
    <w:rsid w:val="00071422"/>
    <w:rsid w:val="00071D0C"/>
    <w:rsid w:val="00072195"/>
    <w:rsid w:val="0007243B"/>
    <w:rsid w:val="0007288D"/>
    <w:rsid w:val="00072B17"/>
    <w:rsid w:val="00072FCF"/>
    <w:rsid w:val="000733E2"/>
    <w:rsid w:val="0007373E"/>
    <w:rsid w:val="00073C26"/>
    <w:rsid w:val="00074098"/>
    <w:rsid w:val="000746AF"/>
    <w:rsid w:val="00074739"/>
    <w:rsid w:val="00074CBF"/>
    <w:rsid w:val="00074F31"/>
    <w:rsid w:val="00075584"/>
    <w:rsid w:val="000759FA"/>
    <w:rsid w:val="00075DCC"/>
    <w:rsid w:val="00076A83"/>
    <w:rsid w:val="00076A9D"/>
    <w:rsid w:val="00076B33"/>
    <w:rsid w:val="00076B3E"/>
    <w:rsid w:val="0007704D"/>
    <w:rsid w:val="0007744A"/>
    <w:rsid w:val="00077684"/>
    <w:rsid w:val="00080621"/>
    <w:rsid w:val="00080695"/>
    <w:rsid w:val="00080735"/>
    <w:rsid w:val="0008135A"/>
    <w:rsid w:val="00082250"/>
    <w:rsid w:val="00082346"/>
    <w:rsid w:val="00082547"/>
    <w:rsid w:val="0008273C"/>
    <w:rsid w:val="0008309C"/>
    <w:rsid w:val="00083705"/>
    <w:rsid w:val="00083870"/>
    <w:rsid w:val="00083A48"/>
    <w:rsid w:val="00083F0F"/>
    <w:rsid w:val="00083F12"/>
    <w:rsid w:val="0008474B"/>
    <w:rsid w:val="00084AF8"/>
    <w:rsid w:val="00084DE3"/>
    <w:rsid w:val="000851B8"/>
    <w:rsid w:val="00085CD8"/>
    <w:rsid w:val="00086228"/>
    <w:rsid w:val="0008674D"/>
    <w:rsid w:val="00086A10"/>
    <w:rsid w:val="00086CFD"/>
    <w:rsid w:val="00087524"/>
    <w:rsid w:val="00087D07"/>
    <w:rsid w:val="00087FC2"/>
    <w:rsid w:val="00090150"/>
    <w:rsid w:val="000904B3"/>
    <w:rsid w:val="00090509"/>
    <w:rsid w:val="00090AB4"/>
    <w:rsid w:val="00091444"/>
    <w:rsid w:val="00091541"/>
    <w:rsid w:val="0009232E"/>
    <w:rsid w:val="000926A6"/>
    <w:rsid w:val="0009270D"/>
    <w:rsid w:val="00092C46"/>
    <w:rsid w:val="000931FF"/>
    <w:rsid w:val="00093388"/>
    <w:rsid w:val="0009357B"/>
    <w:rsid w:val="00093649"/>
    <w:rsid w:val="0009394A"/>
    <w:rsid w:val="00093B9E"/>
    <w:rsid w:val="00093DA0"/>
    <w:rsid w:val="000944FE"/>
    <w:rsid w:val="0009493D"/>
    <w:rsid w:val="00094A07"/>
    <w:rsid w:val="00094C99"/>
    <w:rsid w:val="00095777"/>
    <w:rsid w:val="00095A56"/>
    <w:rsid w:val="00095A81"/>
    <w:rsid w:val="0009655B"/>
    <w:rsid w:val="0009672A"/>
    <w:rsid w:val="00096FA7"/>
    <w:rsid w:val="000974AF"/>
    <w:rsid w:val="00097B36"/>
    <w:rsid w:val="000A0395"/>
    <w:rsid w:val="000A0457"/>
    <w:rsid w:val="000A0687"/>
    <w:rsid w:val="000A0B6F"/>
    <w:rsid w:val="000A0C88"/>
    <w:rsid w:val="000A0EB0"/>
    <w:rsid w:val="000A1322"/>
    <w:rsid w:val="000A1401"/>
    <w:rsid w:val="000A1530"/>
    <w:rsid w:val="000A1780"/>
    <w:rsid w:val="000A1A4E"/>
    <w:rsid w:val="000A2246"/>
    <w:rsid w:val="000A284D"/>
    <w:rsid w:val="000A294C"/>
    <w:rsid w:val="000A2E22"/>
    <w:rsid w:val="000A2EA9"/>
    <w:rsid w:val="000A3104"/>
    <w:rsid w:val="000A3B29"/>
    <w:rsid w:val="000A4101"/>
    <w:rsid w:val="000A414A"/>
    <w:rsid w:val="000A45F5"/>
    <w:rsid w:val="000A47F1"/>
    <w:rsid w:val="000A4D47"/>
    <w:rsid w:val="000A549A"/>
    <w:rsid w:val="000A6063"/>
    <w:rsid w:val="000A64A8"/>
    <w:rsid w:val="000A655F"/>
    <w:rsid w:val="000A67E4"/>
    <w:rsid w:val="000A6B44"/>
    <w:rsid w:val="000A7071"/>
    <w:rsid w:val="000A7205"/>
    <w:rsid w:val="000A7332"/>
    <w:rsid w:val="000A7D0A"/>
    <w:rsid w:val="000A7E5F"/>
    <w:rsid w:val="000A7FE9"/>
    <w:rsid w:val="000B0302"/>
    <w:rsid w:val="000B0683"/>
    <w:rsid w:val="000B0B2F"/>
    <w:rsid w:val="000B0B9D"/>
    <w:rsid w:val="000B1023"/>
    <w:rsid w:val="000B1130"/>
    <w:rsid w:val="000B1EA0"/>
    <w:rsid w:val="000B1F07"/>
    <w:rsid w:val="000B1FC3"/>
    <w:rsid w:val="000B20AB"/>
    <w:rsid w:val="000B254B"/>
    <w:rsid w:val="000B3154"/>
    <w:rsid w:val="000B3A23"/>
    <w:rsid w:val="000B412A"/>
    <w:rsid w:val="000B41E8"/>
    <w:rsid w:val="000B451E"/>
    <w:rsid w:val="000B45FF"/>
    <w:rsid w:val="000B4BB4"/>
    <w:rsid w:val="000B52B1"/>
    <w:rsid w:val="000B546B"/>
    <w:rsid w:val="000B5717"/>
    <w:rsid w:val="000B5946"/>
    <w:rsid w:val="000B6C62"/>
    <w:rsid w:val="000B7473"/>
    <w:rsid w:val="000B7AE1"/>
    <w:rsid w:val="000B7E5A"/>
    <w:rsid w:val="000C0075"/>
    <w:rsid w:val="000C02C9"/>
    <w:rsid w:val="000C0B9F"/>
    <w:rsid w:val="000C0D83"/>
    <w:rsid w:val="000C13A5"/>
    <w:rsid w:val="000C183D"/>
    <w:rsid w:val="000C1970"/>
    <w:rsid w:val="000C19E0"/>
    <w:rsid w:val="000C22DD"/>
    <w:rsid w:val="000C2561"/>
    <w:rsid w:val="000C2789"/>
    <w:rsid w:val="000C28E5"/>
    <w:rsid w:val="000C2F90"/>
    <w:rsid w:val="000C2FA0"/>
    <w:rsid w:val="000C381F"/>
    <w:rsid w:val="000C40A3"/>
    <w:rsid w:val="000C4910"/>
    <w:rsid w:val="000C4A18"/>
    <w:rsid w:val="000C4C17"/>
    <w:rsid w:val="000C4CD5"/>
    <w:rsid w:val="000C5233"/>
    <w:rsid w:val="000C54BE"/>
    <w:rsid w:val="000C5B6E"/>
    <w:rsid w:val="000C5F1C"/>
    <w:rsid w:val="000C6316"/>
    <w:rsid w:val="000C63DA"/>
    <w:rsid w:val="000C645F"/>
    <w:rsid w:val="000C6869"/>
    <w:rsid w:val="000C7193"/>
    <w:rsid w:val="000C7BD7"/>
    <w:rsid w:val="000D0132"/>
    <w:rsid w:val="000D0744"/>
    <w:rsid w:val="000D0CA4"/>
    <w:rsid w:val="000D0CE3"/>
    <w:rsid w:val="000D105A"/>
    <w:rsid w:val="000D1E28"/>
    <w:rsid w:val="000D2902"/>
    <w:rsid w:val="000D2C28"/>
    <w:rsid w:val="000D2C41"/>
    <w:rsid w:val="000D2E74"/>
    <w:rsid w:val="000D302D"/>
    <w:rsid w:val="000D313D"/>
    <w:rsid w:val="000D3A02"/>
    <w:rsid w:val="000D3DBB"/>
    <w:rsid w:val="000D414A"/>
    <w:rsid w:val="000D46A9"/>
    <w:rsid w:val="000D4835"/>
    <w:rsid w:val="000D4C6A"/>
    <w:rsid w:val="000D4F16"/>
    <w:rsid w:val="000D4F37"/>
    <w:rsid w:val="000D511E"/>
    <w:rsid w:val="000D516A"/>
    <w:rsid w:val="000D55F3"/>
    <w:rsid w:val="000D572D"/>
    <w:rsid w:val="000D61B4"/>
    <w:rsid w:val="000D632C"/>
    <w:rsid w:val="000D689E"/>
    <w:rsid w:val="000D68AB"/>
    <w:rsid w:val="000D6AD2"/>
    <w:rsid w:val="000D6AF4"/>
    <w:rsid w:val="000D6D4A"/>
    <w:rsid w:val="000D6DEF"/>
    <w:rsid w:val="000D7011"/>
    <w:rsid w:val="000D7134"/>
    <w:rsid w:val="000D79BD"/>
    <w:rsid w:val="000D7AF5"/>
    <w:rsid w:val="000D7D46"/>
    <w:rsid w:val="000D7FD5"/>
    <w:rsid w:val="000E121C"/>
    <w:rsid w:val="000E210A"/>
    <w:rsid w:val="000E27F1"/>
    <w:rsid w:val="000E2AD2"/>
    <w:rsid w:val="000E2AD4"/>
    <w:rsid w:val="000E3008"/>
    <w:rsid w:val="000E332B"/>
    <w:rsid w:val="000E368C"/>
    <w:rsid w:val="000E3948"/>
    <w:rsid w:val="000E3AEE"/>
    <w:rsid w:val="000E41FF"/>
    <w:rsid w:val="000E45BC"/>
    <w:rsid w:val="000E4A01"/>
    <w:rsid w:val="000E4CC8"/>
    <w:rsid w:val="000E4DAB"/>
    <w:rsid w:val="000E568A"/>
    <w:rsid w:val="000E5B42"/>
    <w:rsid w:val="000E5FF1"/>
    <w:rsid w:val="000E62D2"/>
    <w:rsid w:val="000E6486"/>
    <w:rsid w:val="000E68DC"/>
    <w:rsid w:val="000E6BCA"/>
    <w:rsid w:val="000E78C6"/>
    <w:rsid w:val="000E78CD"/>
    <w:rsid w:val="000E79AC"/>
    <w:rsid w:val="000E7A79"/>
    <w:rsid w:val="000E7E1B"/>
    <w:rsid w:val="000F0135"/>
    <w:rsid w:val="000F0531"/>
    <w:rsid w:val="000F0577"/>
    <w:rsid w:val="000F070D"/>
    <w:rsid w:val="000F12D8"/>
    <w:rsid w:val="000F1D9B"/>
    <w:rsid w:val="000F1F4F"/>
    <w:rsid w:val="000F1F6E"/>
    <w:rsid w:val="000F2128"/>
    <w:rsid w:val="000F23DD"/>
    <w:rsid w:val="000F2E5D"/>
    <w:rsid w:val="000F3817"/>
    <w:rsid w:val="000F39C3"/>
    <w:rsid w:val="000F3E96"/>
    <w:rsid w:val="000F3F01"/>
    <w:rsid w:val="000F4043"/>
    <w:rsid w:val="000F45DA"/>
    <w:rsid w:val="000F48D9"/>
    <w:rsid w:val="000F4A2F"/>
    <w:rsid w:val="000F4FC4"/>
    <w:rsid w:val="000F52B9"/>
    <w:rsid w:val="000F5431"/>
    <w:rsid w:val="000F5466"/>
    <w:rsid w:val="000F5981"/>
    <w:rsid w:val="000F5A63"/>
    <w:rsid w:val="000F62BD"/>
    <w:rsid w:val="000F67DA"/>
    <w:rsid w:val="000F7814"/>
    <w:rsid w:val="000F7862"/>
    <w:rsid w:val="000F795A"/>
    <w:rsid w:val="000F7970"/>
    <w:rsid w:val="000F7DDC"/>
    <w:rsid w:val="0010069A"/>
    <w:rsid w:val="00100736"/>
    <w:rsid w:val="00101298"/>
    <w:rsid w:val="001013CB"/>
    <w:rsid w:val="00101ABA"/>
    <w:rsid w:val="0010248C"/>
    <w:rsid w:val="0010251C"/>
    <w:rsid w:val="001026EA"/>
    <w:rsid w:val="001029E9"/>
    <w:rsid w:val="00102EF9"/>
    <w:rsid w:val="00103175"/>
    <w:rsid w:val="00103A1A"/>
    <w:rsid w:val="00103CB0"/>
    <w:rsid w:val="00104117"/>
    <w:rsid w:val="00104979"/>
    <w:rsid w:val="00104C40"/>
    <w:rsid w:val="00104CE3"/>
    <w:rsid w:val="00104EF4"/>
    <w:rsid w:val="00104FF8"/>
    <w:rsid w:val="001050CA"/>
    <w:rsid w:val="0010561D"/>
    <w:rsid w:val="0010567F"/>
    <w:rsid w:val="00105CAD"/>
    <w:rsid w:val="00106345"/>
    <w:rsid w:val="001066B7"/>
    <w:rsid w:val="00106C06"/>
    <w:rsid w:val="00107153"/>
    <w:rsid w:val="00107B0F"/>
    <w:rsid w:val="00107E8D"/>
    <w:rsid w:val="001108C7"/>
    <w:rsid w:val="00110A88"/>
    <w:rsid w:val="00110D44"/>
    <w:rsid w:val="001110F8"/>
    <w:rsid w:val="001111D9"/>
    <w:rsid w:val="001111F0"/>
    <w:rsid w:val="001118CE"/>
    <w:rsid w:val="00111CBC"/>
    <w:rsid w:val="00111ED0"/>
    <w:rsid w:val="001125D4"/>
    <w:rsid w:val="0011277D"/>
    <w:rsid w:val="00112ABC"/>
    <w:rsid w:val="00112DA6"/>
    <w:rsid w:val="00112E52"/>
    <w:rsid w:val="00113094"/>
    <w:rsid w:val="00113383"/>
    <w:rsid w:val="001137D4"/>
    <w:rsid w:val="00113828"/>
    <w:rsid w:val="00113CFB"/>
    <w:rsid w:val="00113F07"/>
    <w:rsid w:val="0011451C"/>
    <w:rsid w:val="0011473A"/>
    <w:rsid w:val="00114996"/>
    <w:rsid w:val="00114BAD"/>
    <w:rsid w:val="001151B8"/>
    <w:rsid w:val="0011527E"/>
    <w:rsid w:val="001156F2"/>
    <w:rsid w:val="0011578D"/>
    <w:rsid w:val="0011589A"/>
    <w:rsid w:val="00115FF6"/>
    <w:rsid w:val="001164FA"/>
    <w:rsid w:val="00116702"/>
    <w:rsid w:val="0011709F"/>
    <w:rsid w:val="00117298"/>
    <w:rsid w:val="001173F9"/>
    <w:rsid w:val="0011779E"/>
    <w:rsid w:val="001178CF"/>
    <w:rsid w:val="001178FD"/>
    <w:rsid w:val="00117E0B"/>
    <w:rsid w:val="00117F99"/>
    <w:rsid w:val="00120324"/>
    <w:rsid w:val="00120A3E"/>
    <w:rsid w:val="0012126C"/>
    <w:rsid w:val="001213EC"/>
    <w:rsid w:val="001219ED"/>
    <w:rsid w:val="00121B90"/>
    <w:rsid w:val="00122496"/>
    <w:rsid w:val="0012276F"/>
    <w:rsid w:val="0012324A"/>
    <w:rsid w:val="001235C1"/>
    <w:rsid w:val="00123A10"/>
    <w:rsid w:val="00123D88"/>
    <w:rsid w:val="001240DF"/>
    <w:rsid w:val="001241EB"/>
    <w:rsid w:val="001242D9"/>
    <w:rsid w:val="001254D7"/>
    <w:rsid w:val="00125690"/>
    <w:rsid w:val="0012593B"/>
    <w:rsid w:val="0012596F"/>
    <w:rsid w:val="001259B4"/>
    <w:rsid w:val="00125A58"/>
    <w:rsid w:val="00125FA0"/>
    <w:rsid w:val="001260C7"/>
    <w:rsid w:val="00126184"/>
    <w:rsid w:val="0012699E"/>
    <w:rsid w:val="00127BDE"/>
    <w:rsid w:val="00127BE0"/>
    <w:rsid w:val="00130237"/>
    <w:rsid w:val="00130684"/>
    <w:rsid w:val="001312E7"/>
    <w:rsid w:val="00131351"/>
    <w:rsid w:val="001314DC"/>
    <w:rsid w:val="0013163A"/>
    <w:rsid w:val="00131836"/>
    <w:rsid w:val="00132986"/>
    <w:rsid w:val="001329FA"/>
    <w:rsid w:val="00132F1A"/>
    <w:rsid w:val="00133645"/>
    <w:rsid w:val="00133AF2"/>
    <w:rsid w:val="00133F0B"/>
    <w:rsid w:val="0013402B"/>
    <w:rsid w:val="00134254"/>
    <w:rsid w:val="0013447A"/>
    <w:rsid w:val="001347A1"/>
    <w:rsid w:val="00134C35"/>
    <w:rsid w:val="00134EE3"/>
    <w:rsid w:val="001356F4"/>
    <w:rsid w:val="00135883"/>
    <w:rsid w:val="00135920"/>
    <w:rsid w:val="001361C9"/>
    <w:rsid w:val="001365F9"/>
    <w:rsid w:val="00136A3D"/>
    <w:rsid w:val="00137135"/>
    <w:rsid w:val="00140897"/>
    <w:rsid w:val="00140E4C"/>
    <w:rsid w:val="0014116A"/>
    <w:rsid w:val="00141512"/>
    <w:rsid w:val="00141997"/>
    <w:rsid w:val="00142369"/>
    <w:rsid w:val="00142CC3"/>
    <w:rsid w:val="00142D06"/>
    <w:rsid w:val="00143141"/>
    <w:rsid w:val="0014326F"/>
    <w:rsid w:val="001435B9"/>
    <w:rsid w:val="00143A60"/>
    <w:rsid w:val="00143D6A"/>
    <w:rsid w:val="00144680"/>
    <w:rsid w:val="00144CB1"/>
    <w:rsid w:val="00144D2C"/>
    <w:rsid w:val="00145066"/>
    <w:rsid w:val="001455C5"/>
    <w:rsid w:val="00145BCF"/>
    <w:rsid w:val="00146BC3"/>
    <w:rsid w:val="00147E0E"/>
    <w:rsid w:val="0015011A"/>
    <w:rsid w:val="00150172"/>
    <w:rsid w:val="00150CDE"/>
    <w:rsid w:val="001514ED"/>
    <w:rsid w:val="001528EF"/>
    <w:rsid w:val="001535D8"/>
    <w:rsid w:val="001537C2"/>
    <w:rsid w:val="00154AD4"/>
    <w:rsid w:val="00154B61"/>
    <w:rsid w:val="00154C41"/>
    <w:rsid w:val="00154E41"/>
    <w:rsid w:val="001551D9"/>
    <w:rsid w:val="00155C1A"/>
    <w:rsid w:val="00155E37"/>
    <w:rsid w:val="0015614C"/>
    <w:rsid w:val="0015621B"/>
    <w:rsid w:val="00156575"/>
    <w:rsid w:val="00156BB6"/>
    <w:rsid w:val="001573BC"/>
    <w:rsid w:val="001575CB"/>
    <w:rsid w:val="00157BF9"/>
    <w:rsid w:val="00157C71"/>
    <w:rsid w:val="00157F12"/>
    <w:rsid w:val="0016022B"/>
    <w:rsid w:val="00160934"/>
    <w:rsid w:val="001617FE"/>
    <w:rsid w:val="0016246C"/>
    <w:rsid w:val="00162902"/>
    <w:rsid w:val="0016290C"/>
    <w:rsid w:val="00162B43"/>
    <w:rsid w:val="00162B4F"/>
    <w:rsid w:val="00162FA5"/>
    <w:rsid w:val="001632DB"/>
    <w:rsid w:val="00163333"/>
    <w:rsid w:val="00163420"/>
    <w:rsid w:val="0016358A"/>
    <w:rsid w:val="00163E33"/>
    <w:rsid w:val="00163EA1"/>
    <w:rsid w:val="001641DF"/>
    <w:rsid w:val="0016492C"/>
    <w:rsid w:val="00164964"/>
    <w:rsid w:val="00164990"/>
    <w:rsid w:val="0016538C"/>
    <w:rsid w:val="00165A7E"/>
    <w:rsid w:val="00166028"/>
    <w:rsid w:val="001661E0"/>
    <w:rsid w:val="001666B0"/>
    <w:rsid w:val="00166C95"/>
    <w:rsid w:val="00166E1D"/>
    <w:rsid w:val="001670FA"/>
    <w:rsid w:val="00167331"/>
    <w:rsid w:val="001677B0"/>
    <w:rsid w:val="00167C41"/>
    <w:rsid w:val="00167FBB"/>
    <w:rsid w:val="001706F2"/>
    <w:rsid w:val="00170890"/>
    <w:rsid w:val="00170AA7"/>
    <w:rsid w:val="00170BA7"/>
    <w:rsid w:val="00170C63"/>
    <w:rsid w:val="00170C89"/>
    <w:rsid w:val="001714AF"/>
    <w:rsid w:val="001715F2"/>
    <w:rsid w:val="00171784"/>
    <w:rsid w:val="00171CC5"/>
    <w:rsid w:val="00172060"/>
    <w:rsid w:val="0017215B"/>
    <w:rsid w:val="00172193"/>
    <w:rsid w:val="001721EE"/>
    <w:rsid w:val="00172703"/>
    <w:rsid w:val="00172ADD"/>
    <w:rsid w:val="00172EBA"/>
    <w:rsid w:val="00172F05"/>
    <w:rsid w:val="00173313"/>
    <w:rsid w:val="00173A6E"/>
    <w:rsid w:val="00174416"/>
    <w:rsid w:val="00174484"/>
    <w:rsid w:val="001748C2"/>
    <w:rsid w:val="00174996"/>
    <w:rsid w:val="00174CF6"/>
    <w:rsid w:val="001759EE"/>
    <w:rsid w:val="00175B02"/>
    <w:rsid w:val="00175B94"/>
    <w:rsid w:val="00175D18"/>
    <w:rsid w:val="00175DC3"/>
    <w:rsid w:val="00176037"/>
    <w:rsid w:val="001760A5"/>
    <w:rsid w:val="00176174"/>
    <w:rsid w:val="00176335"/>
    <w:rsid w:val="00176677"/>
    <w:rsid w:val="00176682"/>
    <w:rsid w:val="0017689A"/>
    <w:rsid w:val="001768AE"/>
    <w:rsid w:val="00176CAC"/>
    <w:rsid w:val="0017717F"/>
    <w:rsid w:val="001777DC"/>
    <w:rsid w:val="00177C51"/>
    <w:rsid w:val="0018004E"/>
    <w:rsid w:val="0018005E"/>
    <w:rsid w:val="00180342"/>
    <w:rsid w:val="00180396"/>
    <w:rsid w:val="001804AD"/>
    <w:rsid w:val="00180C17"/>
    <w:rsid w:val="001811B3"/>
    <w:rsid w:val="001811CC"/>
    <w:rsid w:val="001818F0"/>
    <w:rsid w:val="00181D9F"/>
    <w:rsid w:val="00181F44"/>
    <w:rsid w:val="00182069"/>
    <w:rsid w:val="001822F5"/>
    <w:rsid w:val="00182D52"/>
    <w:rsid w:val="00182EC7"/>
    <w:rsid w:val="001830F8"/>
    <w:rsid w:val="0018313B"/>
    <w:rsid w:val="001834F4"/>
    <w:rsid w:val="00183C4E"/>
    <w:rsid w:val="0018418A"/>
    <w:rsid w:val="001844BA"/>
    <w:rsid w:val="00184F25"/>
    <w:rsid w:val="0018503B"/>
    <w:rsid w:val="001852D2"/>
    <w:rsid w:val="001854AF"/>
    <w:rsid w:val="001861D0"/>
    <w:rsid w:val="00186459"/>
    <w:rsid w:val="001867A0"/>
    <w:rsid w:val="001874D3"/>
    <w:rsid w:val="00187C96"/>
    <w:rsid w:val="00190959"/>
    <w:rsid w:val="00190A53"/>
    <w:rsid w:val="00191640"/>
    <w:rsid w:val="00191758"/>
    <w:rsid w:val="0019199E"/>
    <w:rsid w:val="00191FC3"/>
    <w:rsid w:val="00192744"/>
    <w:rsid w:val="00192AFE"/>
    <w:rsid w:val="00192B6E"/>
    <w:rsid w:val="0019311C"/>
    <w:rsid w:val="00193467"/>
    <w:rsid w:val="001937E9"/>
    <w:rsid w:val="00193A54"/>
    <w:rsid w:val="00193B1E"/>
    <w:rsid w:val="00193C4F"/>
    <w:rsid w:val="001941C4"/>
    <w:rsid w:val="00194B9D"/>
    <w:rsid w:val="00195112"/>
    <w:rsid w:val="00195671"/>
    <w:rsid w:val="00195775"/>
    <w:rsid w:val="001959CE"/>
    <w:rsid w:val="00195B17"/>
    <w:rsid w:val="00195C03"/>
    <w:rsid w:val="00195C59"/>
    <w:rsid w:val="0019633F"/>
    <w:rsid w:val="00196640"/>
    <w:rsid w:val="001966C8"/>
    <w:rsid w:val="00196C38"/>
    <w:rsid w:val="00196C3C"/>
    <w:rsid w:val="00196D86"/>
    <w:rsid w:val="00196EE2"/>
    <w:rsid w:val="001A05D6"/>
    <w:rsid w:val="001A0ED4"/>
    <w:rsid w:val="001A0F24"/>
    <w:rsid w:val="001A0FFD"/>
    <w:rsid w:val="001A11A1"/>
    <w:rsid w:val="001A1913"/>
    <w:rsid w:val="001A19F2"/>
    <w:rsid w:val="001A1D31"/>
    <w:rsid w:val="001A29E4"/>
    <w:rsid w:val="001A2BCA"/>
    <w:rsid w:val="001A331C"/>
    <w:rsid w:val="001A3673"/>
    <w:rsid w:val="001A36A0"/>
    <w:rsid w:val="001A3869"/>
    <w:rsid w:val="001A392C"/>
    <w:rsid w:val="001A4044"/>
    <w:rsid w:val="001A41EC"/>
    <w:rsid w:val="001A458A"/>
    <w:rsid w:val="001A4AC9"/>
    <w:rsid w:val="001A58CB"/>
    <w:rsid w:val="001A5932"/>
    <w:rsid w:val="001A5CEB"/>
    <w:rsid w:val="001A5D33"/>
    <w:rsid w:val="001A609C"/>
    <w:rsid w:val="001A6416"/>
    <w:rsid w:val="001A66ED"/>
    <w:rsid w:val="001A6AD8"/>
    <w:rsid w:val="001A6AFD"/>
    <w:rsid w:val="001A6CBD"/>
    <w:rsid w:val="001A6D88"/>
    <w:rsid w:val="001A77DC"/>
    <w:rsid w:val="001A7852"/>
    <w:rsid w:val="001A79EC"/>
    <w:rsid w:val="001A7C8A"/>
    <w:rsid w:val="001A7CD0"/>
    <w:rsid w:val="001B0433"/>
    <w:rsid w:val="001B0B64"/>
    <w:rsid w:val="001B0BE3"/>
    <w:rsid w:val="001B0DC1"/>
    <w:rsid w:val="001B1066"/>
    <w:rsid w:val="001B1366"/>
    <w:rsid w:val="001B1553"/>
    <w:rsid w:val="001B18E5"/>
    <w:rsid w:val="001B1AD5"/>
    <w:rsid w:val="001B1BEA"/>
    <w:rsid w:val="001B201A"/>
    <w:rsid w:val="001B241E"/>
    <w:rsid w:val="001B2746"/>
    <w:rsid w:val="001B2760"/>
    <w:rsid w:val="001B2AA3"/>
    <w:rsid w:val="001B2AAD"/>
    <w:rsid w:val="001B34E5"/>
    <w:rsid w:val="001B38A8"/>
    <w:rsid w:val="001B3FAB"/>
    <w:rsid w:val="001B41AA"/>
    <w:rsid w:val="001B471D"/>
    <w:rsid w:val="001B595B"/>
    <w:rsid w:val="001B5EE9"/>
    <w:rsid w:val="001B6111"/>
    <w:rsid w:val="001B6235"/>
    <w:rsid w:val="001B6576"/>
    <w:rsid w:val="001B6A8A"/>
    <w:rsid w:val="001B6F2A"/>
    <w:rsid w:val="001B75D8"/>
    <w:rsid w:val="001B7650"/>
    <w:rsid w:val="001B7681"/>
    <w:rsid w:val="001C10C9"/>
    <w:rsid w:val="001C144F"/>
    <w:rsid w:val="001C16AD"/>
    <w:rsid w:val="001C1A56"/>
    <w:rsid w:val="001C2056"/>
    <w:rsid w:val="001C20C8"/>
    <w:rsid w:val="001C240E"/>
    <w:rsid w:val="001C2596"/>
    <w:rsid w:val="001C2889"/>
    <w:rsid w:val="001C295F"/>
    <w:rsid w:val="001C2A90"/>
    <w:rsid w:val="001C2C32"/>
    <w:rsid w:val="001C342F"/>
    <w:rsid w:val="001C3BD7"/>
    <w:rsid w:val="001C3CEF"/>
    <w:rsid w:val="001C3D65"/>
    <w:rsid w:val="001C4173"/>
    <w:rsid w:val="001C4834"/>
    <w:rsid w:val="001C494B"/>
    <w:rsid w:val="001C4DD8"/>
    <w:rsid w:val="001C524F"/>
    <w:rsid w:val="001C52ED"/>
    <w:rsid w:val="001C5ABE"/>
    <w:rsid w:val="001C6621"/>
    <w:rsid w:val="001C6C98"/>
    <w:rsid w:val="001C6D05"/>
    <w:rsid w:val="001C6F8D"/>
    <w:rsid w:val="001C7214"/>
    <w:rsid w:val="001C782E"/>
    <w:rsid w:val="001C7849"/>
    <w:rsid w:val="001C796C"/>
    <w:rsid w:val="001C7E12"/>
    <w:rsid w:val="001C7F5B"/>
    <w:rsid w:val="001D0105"/>
    <w:rsid w:val="001D0471"/>
    <w:rsid w:val="001D0685"/>
    <w:rsid w:val="001D1008"/>
    <w:rsid w:val="001D12FA"/>
    <w:rsid w:val="001D14B8"/>
    <w:rsid w:val="001D1643"/>
    <w:rsid w:val="001D1DD1"/>
    <w:rsid w:val="001D1FAF"/>
    <w:rsid w:val="001D2714"/>
    <w:rsid w:val="001D299F"/>
    <w:rsid w:val="001D3071"/>
    <w:rsid w:val="001D37ED"/>
    <w:rsid w:val="001D3ADD"/>
    <w:rsid w:val="001D4208"/>
    <w:rsid w:val="001D452F"/>
    <w:rsid w:val="001D461D"/>
    <w:rsid w:val="001D4F89"/>
    <w:rsid w:val="001D5512"/>
    <w:rsid w:val="001D594A"/>
    <w:rsid w:val="001D5D12"/>
    <w:rsid w:val="001D60DE"/>
    <w:rsid w:val="001D615C"/>
    <w:rsid w:val="001D6767"/>
    <w:rsid w:val="001D67A2"/>
    <w:rsid w:val="001D764E"/>
    <w:rsid w:val="001D7D24"/>
    <w:rsid w:val="001E089B"/>
    <w:rsid w:val="001E0923"/>
    <w:rsid w:val="001E1006"/>
    <w:rsid w:val="001E11C0"/>
    <w:rsid w:val="001E17F5"/>
    <w:rsid w:val="001E190E"/>
    <w:rsid w:val="001E2535"/>
    <w:rsid w:val="001E2ACA"/>
    <w:rsid w:val="001E2D4D"/>
    <w:rsid w:val="001E3588"/>
    <w:rsid w:val="001E3C7F"/>
    <w:rsid w:val="001E3D37"/>
    <w:rsid w:val="001E3F2B"/>
    <w:rsid w:val="001E40EA"/>
    <w:rsid w:val="001E4A9A"/>
    <w:rsid w:val="001E4C5A"/>
    <w:rsid w:val="001E4F2D"/>
    <w:rsid w:val="001E5501"/>
    <w:rsid w:val="001E5737"/>
    <w:rsid w:val="001E5E65"/>
    <w:rsid w:val="001E5FC1"/>
    <w:rsid w:val="001E68C1"/>
    <w:rsid w:val="001E6EE2"/>
    <w:rsid w:val="001E729A"/>
    <w:rsid w:val="001E7553"/>
    <w:rsid w:val="001E79D8"/>
    <w:rsid w:val="001E7B6C"/>
    <w:rsid w:val="001E7CB8"/>
    <w:rsid w:val="001E7D7A"/>
    <w:rsid w:val="001F0419"/>
    <w:rsid w:val="001F046A"/>
    <w:rsid w:val="001F04B3"/>
    <w:rsid w:val="001F04B6"/>
    <w:rsid w:val="001F0755"/>
    <w:rsid w:val="001F08F9"/>
    <w:rsid w:val="001F0B2D"/>
    <w:rsid w:val="001F0B8D"/>
    <w:rsid w:val="001F0EBB"/>
    <w:rsid w:val="001F0F85"/>
    <w:rsid w:val="001F1010"/>
    <w:rsid w:val="001F1639"/>
    <w:rsid w:val="001F19F5"/>
    <w:rsid w:val="001F1B79"/>
    <w:rsid w:val="001F2522"/>
    <w:rsid w:val="001F2AE3"/>
    <w:rsid w:val="001F3A39"/>
    <w:rsid w:val="001F3BF7"/>
    <w:rsid w:val="001F45EE"/>
    <w:rsid w:val="001F4943"/>
    <w:rsid w:val="001F4E97"/>
    <w:rsid w:val="001F51CA"/>
    <w:rsid w:val="001F5403"/>
    <w:rsid w:val="001F57F5"/>
    <w:rsid w:val="001F593B"/>
    <w:rsid w:val="001F5958"/>
    <w:rsid w:val="001F5D3D"/>
    <w:rsid w:val="001F5E1B"/>
    <w:rsid w:val="001F6B5B"/>
    <w:rsid w:val="001F6C30"/>
    <w:rsid w:val="001F6E68"/>
    <w:rsid w:val="001F7518"/>
    <w:rsid w:val="00200B90"/>
    <w:rsid w:val="00200DF5"/>
    <w:rsid w:val="00201255"/>
    <w:rsid w:val="002018F4"/>
    <w:rsid w:val="00201D78"/>
    <w:rsid w:val="00201DF8"/>
    <w:rsid w:val="00202B96"/>
    <w:rsid w:val="00202F85"/>
    <w:rsid w:val="00203450"/>
    <w:rsid w:val="00204A93"/>
    <w:rsid w:val="00205596"/>
    <w:rsid w:val="0020574E"/>
    <w:rsid w:val="0020605F"/>
    <w:rsid w:val="002066AA"/>
    <w:rsid w:val="002069D5"/>
    <w:rsid w:val="00206F3D"/>
    <w:rsid w:val="00207460"/>
    <w:rsid w:val="00207B68"/>
    <w:rsid w:val="0021007A"/>
    <w:rsid w:val="002101E6"/>
    <w:rsid w:val="00210F08"/>
    <w:rsid w:val="002111E0"/>
    <w:rsid w:val="0021123E"/>
    <w:rsid w:val="002113C0"/>
    <w:rsid w:val="00211CDE"/>
    <w:rsid w:val="00211D59"/>
    <w:rsid w:val="00211F3A"/>
    <w:rsid w:val="00212161"/>
    <w:rsid w:val="00212283"/>
    <w:rsid w:val="00212FE0"/>
    <w:rsid w:val="002130AC"/>
    <w:rsid w:val="002132B7"/>
    <w:rsid w:val="00213390"/>
    <w:rsid w:val="00213517"/>
    <w:rsid w:val="00213C69"/>
    <w:rsid w:val="00213EA5"/>
    <w:rsid w:val="00214494"/>
    <w:rsid w:val="002144AC"/>
    <w:rsid w:val="00214B6F"/>
    <w:rsid w:val="00214CF7"/>
    <w:rsid w:val="002151CD"/>
    <w:rsid w:val="0021625A"/>
    <w:rsid w:val="002166AA"/>
    <w:rsid w:val="002166EF"/>
    <w:rsid w:val="002169FA"/>
    <w:rsid w:val="00216E64"/>
    <w:rsid w:val="002176B7"/>
    <w:rsid w:val="00217D48"/>
    <w:rsid w:val="00217E8B"/>
    <w:rsid w:val="00220591"/>
    <w:rsid w:val="0022094D"/>
    <w:rsid w:val="0022138D"/>
    <w:rsid w:val="002215ED"/>
    <w:rsid w:val="002217EF"/>
    <w:rsid w:val="00221D26"/>
    <w:rsid w:val="00222123"/>
    <w:rsid w:val="002224BB"/>
    <w:rsid w:val="00222B16"/>
    <w:rsid w:val="00223831"/>
    <w:rsid w:val="00223BA8"/>
    <w:rsid w:val="00223CD1"/>
    <w:rsid w:val="00223DC3"/>
    <w:rsid w:val="00223EAC"/>
    <w:rsid w:val="00224829"/>
    <w:rsid w:val="00224CAA"/>
    <w:rsid w:val="002254B9"/>
    <w:rsid w:val="00225792"/>
    <w:rsid w:val="00225D09"/>
    <w:rsid w:val="002260F1"/>
    <w:rsid w:val="00226769"/>
    <w:rsid w:val="00226A64"/>
    <w:rsid w:val="00226F80"/>
    <w:rsid w:val="00230005"/>
    <w:rsid w:val="002302FC"/>
    <w:rsid w:val="002306C6"/>
    <w:rsid w:val="00231215"/>
    <w:rsid w:val="002315E9"/>
    <w:rsid w:val="00231802"/>
    <w:rsid w:val="002319DE"/>
    <w:rsid w:val="00231B0C"/>
    <w:rsid w:val="00231CBC"/>
    <w:rsid w:val="00232019"/>
    <w:rsid w:val="0023253F"/>
    <w:rsid w:val="002328E0"/>
    <w:rsid w:val="002328F6"/>
    <w:rsid w:val="00232A4C"/>
    <w:rsid w:val="00232C7A"/>
    <w:rsid w:val="002331CC"/>
    <w:rsid w:val="0023388C"/>
    <w:rsid w:val="002339B3"/>
    <w:rsid w:val="00233B07"/>
    <w:rsid w:val="00233CAD"/>
    <w:rsid w:val="002346F1"/>
    <w:rsid w:val="002348A3"/>
    <w:rsid w:val="00234B98"/>
    <w:rsid w:val="00234CDF"/>
    <w:rsid w:val="00234F95"/>
    <w:rsid w:val="002355BD"/>
    <w:rsid w:val="00235C94"/>
    <w:rsid w:val="00235D0D"/>
    <w:rsid w:val="00236605"/>
    <w:rsid w:val="002366F0"/>
    <w:rsid w:val="00236994"/>
    <w:rsid w:val="00236DFD"/>
    <w:rsid w:val="0023717F"/>
    <w:rsid w:val="00237C05"/>
    <w:rsid w:val="002401AA"/>
    <w:rsid w:val="0024044C"/>
    <w:rsid w:val="002405A8"/>
    <w:rsid w:val="0024087A"/>
    <w:rsid w:val="00240F65"/>
    <w:rsid w:val="00240FAB"/>
    <w:rsid w:val="0024152A"/>
    <w:rsid w:val="00241543"/>
    <w:rsid w:val="0024194D"/>
    <w:rsid w:val="00242649"/>
    <w:rsid w:val="002430AA"/>
    <w:rsid w:val="002433F7"/>
    <w:rsid w:val="00243717"/>
    <w:rsid w:val="002439B6"/>
    <w:rsid w:val="00243E64"/>
    <w:rsid w:val="00243E87"/>
    <w:rsid w:val="002440BE"/>
    <w:rsid w:val="002441FB"/>
    <w:rsid w:val="00245C26"/>
    <w:rsid w:val="002461CF"/>
    <w:rsid w:val="00246AA0"/>
    <w:rsid w:val="002472FB"/>
    <w:rsid w:val="0024734B"/>
    <w:rsid w:val="00247944"/>
    <w:rsid w:val="00247F0E"/>
    <w:rsid w:val="00250253"/>
    <w:rsid w:val="00250A2D"/>
    <w:rsid w:val="00250ABD"/>
    <w:rsid w:val="00251691"/>
    <w:rsid w:val="00251AA9"/>
    <w:rsid w:val="002520E0"/>
    <w:rsid w:val="0025224D"/>
    <w:rsid w:val="0025237F"/>
    <w:rsid w:val="00252462"/>
    <w:rsid w:val="00252AB5"/>
    <w:rsid w:val="0025307F"/>
    <w:rsid w:val="002530D0"/>
    <w:rsid w:val="002534E1"/>
    <w:rsid w:val="00253F2B"/>
    <w:rsid w:val="00254020"/>
    <w:rsid w:val="0025414B"/>
    <w:rsid w:val="002541A3"/>
    <w:rsid w:val="00254CE3"/>
    <w:rsid w:val="002554BF"/>
    <w:rsid w:val="002558B7"/>
    <w:rsid w:val="00255A98"/>
    <w:rsid w:val="00255C6A"/>
    <w:rsid w:val="0025618D"/>
    <w:rsid w:val="002569E3"/>
    <w:rsid w:val="00256E02"/>
    <w:rsid w:val="002573F2"/>
    <w:rsid w:val="00257787"/>
    <w:rsid w:val="00257815"/>
    <w:rsid w:val="00257F84"/>
    <w:rsid w:val="002604D9"/>
    <w:rsid w:val="0026080D"/>
    <w:rsid w:val="00260B2E"/>
    <w:rsid w:val="00260BDB"/>
    <w:rsid w:val="00260BE9"/>
    <w:rsid w:val="00261007"/>
    <w:rsid w:val="002614B0"/>
    <w:rsid w:val="0026188D"/>
    <w:rsid w:val="00261AC4"/>
    <w:rsid w:val="00261CCC"/>
    <w:rsid w:val="00261D02"/>
    <w:rsid w:val="00261FC5"/>
    <w:rsid w:val="002621A4"/>
    <w:rsid w:val="00262551"/>
    <w:rsid w:val="00263413"/>
    <w:rsid w:val="00263B86"/>
    <w:rsid w:val="00263D68"/>
    <w:rsid w:val="0026417A"/>
    <w:rsid w:val="002643FF"/>
    <w:rsid w:val="002649B9"/>
    <w:rsid w:val="00264DAB"/>
    <w:rsid w:val="002654F5"/>
    <w:rsid w:val="0026573B"/>
    <w:rsid w:val="00266187"/>
    <w:rsid w:val="00266559"/>
    <w:rsid w:val="00266583"/>
    <w:rsid w:val="002671C0"/>
    <w:rsid w:val="00267BD0"/>
    <w:rsid w:val="00267C90"/>
    <w:rsid w:val="00270AA8"/>
    <w:rsid w:val="00270CC2"/>
    <w:rsid w:val="002716AB"/>
    <w:rsid w:val="00271C8C"/>
    <w:rsid w:val="0027235B"/>
    <w:rsid w:val="00272502"/>
    <w:rsid w:val="00272D13"/>
    <w:rsid w:val="00273697"/>
    <w:rsid w:val="00273BFC"/>
    <w:rsid w:val="00273DF5"/>
    <w:rsid w:val="002740C7"/>
    <w:rsid w:val="002743C3"/>
    <w:rsid w:val="00274416"/>
    <w:rsid w:val="002744D7"/>
    <w:rsid w:val="00274740"/>
    <w:rsid w:val="00275009"/>
    <w:rsid w:val="00275247"/>
    <w:rsid w:val="00275500"/>
    <w:rsid w:val="0027595C"/>
    <w:rsid w:val="00275BA1"/>
    <w:rsid w:val="0027603D"/>
    <w:rsid w:val="002763D3"/>
    <w:rsid w:val="002765E2"/>
    <w:rsid w:val="002766AF"/>
    <w:rsid w:val="002766CE"/>
    <w:rsid w:val="00276EE2"/>
    <w:rsid w:val="00276FA4"/>
    <w:rsid w:val="0027716F"/>
    <w:rsid w:val="002772EC"/>
    <w:rsid w:val="002776ED"/>
    <w:rsid w:val="00277E20"/>
    <w:rsid w:val="00277E28"/>
    <w:rsid w:val="00280310"/>
    <w:rsid w:val="00280314"/>
    <w:rsid w:val="002806BE"/>
    <w:rsid w:val="00280D91"/>
    <w:rsid w:val="00280EFE"/>
    <w:rsid w:val="00281072"/>
    <w:rsid w:val="002811DF"/>
    <w:rsid w:val="0028129F"/>
    <w:rsid w:val="0028198C"/>
    <w:rsid w:val="00281DED"/>
    <w:rsid w:val="002822C1"/>
    <w:rsid w:val="0028264F"/>
    <w:rsid w:val="00282A97"/>
    <w:rsid w:val="002834CF"/>
    <w:rsid w:val="00283679"/>
    <w:rsid w:val="00283BF4"/>
    <w:rsid w:val="002840E0"/>
    <w:rsid w:val="002842B5"/>
    <w:rsid w:val="00284492"/>
    <w:rsid w:val="002848E3"/>
    <w:rsid w:val="002851E7"/>
    <w:rsid w:val="00285230"/>
    <w:rsid w:val="002853E9"/>
    <w:rsid w:val="00285C0E"/>
    <w:rsid w:val="00285FFD"/>
    <w:rsid w:val="002861BA"/>
    <w:rsid w:val="002862F3"/>
    <w:rsid w:val="00286601"/>
    <w:rsid w:val="00286810"/>
    <w:rsid w:val="00286E87"/>
    <w:rsid w:val="002873F3"/>
    <w:rsid w:val="00287411"/>
    <w:rsid w:val="002874F6"/>
    <w:rsid w:val="00287809"/>
    <w:rsid w:val="00290054"/>
    <w:rsid w:val="0029005A"/>
    <w:rsid w:val="00290076"/>
    <w:rsid w:val="002901EE"/>
    <w:rsid w:val="002902E1"/>
    <w:rsid w:val="00290378"/>
    <w:rsid w:val="0029045E"/>
    <w:rsid w:val="00290616"/>
    <w:rsid w:val="00290941"/>
    <w:rsid w:val="0029116E"/>
    <w:rsid w:val="00291C7C"/>
    <w:rsid w:val="00292068"/>
    <w:rsid w:val="002925D5"/>
    <w:rsid w:val="00292B18"/>
    <w:rsid w:val="00292D38"/>
    <w:rsid w:val="00293B38"/>
    <w:rsid w:val="00293DDC"/>
    <w:rsid w:val="00293F9D"/>
    <w:rsid w:val="002943F5"/>
    <w:rsid w:val="00294AC9"/>
    <w:rsid w:val="00294DEC"/>
    <w:rsid w:val="002954F1"/>
    <w:rsid w:val="002964A9"/>
    <w:rsid w:val="002965AE"/>
    <w:rsid w:val="0029676D"/>
    <w:rsid w:val="00296E04"/>
    <w:rsid w:val="00297D78"/>
    <w:rsid w:val="00297E9F"/>
    <w:rsid w:val="00297ED9"/>
    <w:rsid w:val="002A03B6"/>
    <w:rsid w:val="002A0496"/>
    <w:rsid w:val="002A0643"/>
    <w:rsid w:val="002A0951"/>
    <w:rsid w:val="002A1B71"/>
    <w:rsid w:val="002A1D6F"/>
    <w:rsid w:val="002A1F4D"/>
    <w:rsid w:val="002A2042"/>
    <w:rsid w:val="002A2149"/>
    <w:rsid w:val="002A2210"/>
    <w:rsid w:val="002A26CA"/>
    <w:rsid w:val="002A2A16"/>
    <w:rsid w:val="002A2B58"/>
    <w:rsid w:val="002A2FB6"/>
    <w:rsid w:val="002A30D1"/>
    <w:rsid w:val="002A318B"/>
    <w:rsid w:val="002A3A62"/>
    <w:rsid w:val="002A3B72"/>
    <w:rsid w:val="002A41E4"/>
    <w:rsid w:val="002A428E"/>
    <w:rsid w:val="002A44A6"/>
    <w:rsid w:val="002A46C9"/>
    <w:rsid w:val="002A487C"/>
    <w:rsid w:val="002A4A0B"/>
    <w:rsid w:val="002A4F55"/>
    <w:rsid w:val="002A524F"/>
    <w:rsid w:val="002A5A1F"/>
    <w:rsid w:val="002A5CA7"/>
    <w:rsid w:val="002A5D74"/>
    <w:rsid w:val="002A5E4D"/>
    <w:rsid w:val="002A5F79"/>
    <w:rsid w:val="002A605F"/>
    <w:rsid w:val="002A61D6"/>
    <w:rsid w:val="002A68F8"/>
    <w:rsid w:val="002A6B68"/>
    <w:rsid w:val="002A6D88"/>
    <w:rsid w:val="002A7EC5"/>
    <w:rsid w:val="002B0042"/>
    <w:rsid w:val="002B02B6"/>
    <w:rsid w:val="002B04AC"/>
    <w:rsid w:val="002B0EE5"/>
    <w:rsid w:val="002B1322"/>
    <w:rsid w:val="002B1325"/>
    <w:rsid w:val="002B146B"/>
    <w:rsid w:val="002B1BAB"/>
    <w:rsid w:val="002B1EC8"/>
    <w:rsid w:val="002B25CA"/>
    <w:rsid w:val="002B28F1"/>
    <w:rsid w:val="002B2D16"/>
    <w:rsid w:val="002B2E1B"/>
    <w:rsid w:val="002B325C"/>
    <w:rsid w:val="002B4CB9"/>
    <w:rsid w:val="002B4D42"/>
    <w:rsid w:val="002B51C4"/>
    <w:rsid w:val="002B5263"/>
    <w:rsid w:val="002B53CE"/>
    <w:rsid w:val="002B6536"/>
    <w:rsid w:val="002B655A"/>
    <w:rsid w:val="002B6DD4"/>
    <w:rsid w:val="002B6F8C"/>
    <w:rsid w:val="002B7239"/>
    <w:rsid w:val="002B72E2"/>
    <w:rsid w:val="002B72E6"/>
    <w:rsid w:val="002B7448"/>
    <w:rsid w:val="002B792C"/>
    <w:rsid w:val="002B7FE8"/>
    <w:rsid w:val="002C001F"/>
    <w:rsid w:val="002C03CA"/>
    <w:rsid w:val="002C1301"/>
    <w:rsid w:val="002C1465"/>
    <w:rsid w:val="002C1868"/>
    <w:rsid w:val="002C2265"/>
    <w:rsid w:val="002C2581"/>
    <w:rsid w:val="002C26FF"/>
    <w:rsid w:val="002C36E6"/>
    <w:rsid w:val="002C4608"/>
    <w:rsid w:val="002C4F5B"/>
    <w:rsid w:val="002C53F9"/>
    <w:rsid w:val="002C575E"/>
    <w:rsid w:val="002C65EC"/>
    <w:rsid w:val="002C70AB"/>
    <w:rsid w:val="002C7404"/>
    <w:rsid w:val="002C7A9D"/>
    <w:rsid w:val="002C7CCF"/>
    <w:rsid w:val="002D006C"/>
    <w:rsid w:val="002D04EA"/>
    <w:rsid w:val="002D0850"/>
    <w:rsid w:val="002D1585"/>
    <w:rsid w:val="002D15D4"/>
    <w:rsid w:val="002D1947"/>
    <w:rsid w:val="002D20F4"/>
    <w:rsid w:val="002D2951"/>
    <w:rsid w:val="002D2C00"/>
    <w:rsid w:val="002D2CF9"/>
    <w:rsid w:val="002D2D49"/>
    <w:rsid w:val="002D2D5F"/>
    <w:rsid w:val="002D2DE2"/>
    <w:rsid w:val="002D2E21"/>
    <w:rsid w:val="002D3794"/>
    <w:rsid w:val="002D3830"/>
    <w:rsid w:val="002D3955"/>
    <w:rsid w:val="002D3BE7"/>
    <w:rsid w:val="002D3F19"/>
    <w:rsid w:val="002D46C3"/>
    <w:rsid w:val="002D4782"/>
    <w:rsid w:val="002D491A"/>
    <w:rsid w:val="002D5391"/>
    <w:rsid w:val="002D5689"/>
    <w:rsid w:val="002D5813"/>
    <w:rsid w:val="002D5A5D"/>
    <w:rsid w:val="002D5EDB"/>
    <w:rsid w:val="002D6653"/>
    <w:rsid w:val="002D6BBE"/>
    <w:rsid w:val="002D6D09"/>
    <w:rsid w:val="002D6F0F"/>
    <w:rsid w:val="002D6FA5"/>
    <w:rsid w:val="002D72E5"/>
    <w:rsid w:val="002D73B5"/>
    <w:rsid w:val="002D74BF"/>
    <w:rsid w:val="002D7AEC"/>
    <w:rsid w:val="002E04E3"/>
    <w:rsid w:val="002E0684"/>
    <w:rsid w:val="002E0D96"/>
    <w:rsid w:val="002E0EA3"/>
    <w:rsid w:val="002E0F9C"/>
    <w:rsid w:val="002E0FFD"/>
    <w:rsid w:val="002E13A4"/>
    <w:rsid w:val="002E1502"/>
    <w:rsid w:val="002E1B0B"/>
    <w:rsid w:val="002E1E9A"/>
    <w:rsid w:val="002E2475"/>
    <w:rsid w:val="002E2600"/>
    <w:rsid w:val="002E309F"/>
    <w:rsid w:val="002E3897"/>
    <w:rsid w:val="002E4946"/>
    <w:rsid w:val="002E4C65"/>
    <w:rsid w:val="002E4E6A"/>
    <w:rsid w:val="002E4E86"/>
    <w:rsid w:val="002E4F39"/>
    <w:rsid w:val="002E510F"/>
    <w:rsid w:val="002E5D08"/>
    <w:rsid w:val="002E5D61"/>
    <w:rsid w:val="002E615E"/>
    <w:rsid w:val="002E722F"/>
    <w:rsid w:val="002E74FD"/>
    <w:rsid w:val="002E75DE"/>
    <w:rsid w:val="002E7795"/>
    <w:rsid w:val="002E77C3"/>
    <w:rsid w:val="002E7953"/>
    <w:rsid w:val="002E7F63"/>
    <w:rsid w:val="002F001F"/>
    <w:rsid w:val="002F02BA"/>
    <w:rsid w:val="002F046D"/>
    <w:rsid w:val="002F0B74"/>
    <w:rsid w:val="002F1363"/>
    <w:rsid w:val="002F1945"/>
    <w:rsid w:val="002F23BB"/>
    <w:rsid w:val="002F2C17"/>
    <w:rsid w:val="002F3126"/>
    <w:rsid w:val="002F4080"/>
    <w:rsid w:val="002F42EA"/>
    <w:rsid w:val="002F4370"/>
    <w:rsid w:val="002F4524"/>
    <w:rsid w:val="002F477D"/>
    <w:rsid w:val="002F52B4"/>
    <w:rsid w:val="002F54EA"/>
    <w:rsid w:val="002F5656"/>
    <w:rsid w:val="002F5BF6"/>
    <w:rsid w:val="002F6381"/>
    <w:rsid w:val="002F6449"/>
    <w:rsid w:val="002F65A8"/>
    <w:rsid w:val="002F6620"/>
    <w:rsid w:val="002F671D"/>
    <w:rsid w:val="002F6BA2"/>
    <w:rsid w:val="002F6BCF"/>
    <w:rsid w:val="002F7249"/>
    <w:rsid w:val="002F7B01"/>
    <w:rsid w:val="0030039E"/>
    <w:rsid w:val="00300A7E"/>
    <w:rsid w:val="00301767"/>
    <w:rsid w:val="003023A4"/>
    <w:rsid w:val="00302941"/>
    <w:rsid w:val="00302BCD"/>
    <w:rsid w:val="00302DF5"/>
    <w:rsid w:val="00303025"/>
    <w:rsid w:val="0030372C"/>
    <w:rsid w:val="00303AE6"/>
    <w:rsid w:val="00304465"/>
    <w:rsid w:val="00305046"/>
    <w:rsid w:val="0030504B"/>
    <w:rsid w:val="003053AC"/>
    <w:rsid w:val="00305406"/>
    <w:rsid w:val="003055D1"/>
    <w:rsid w:val="0030584A"/>
    <w:rsid w:val="003059B1"/>
    <w:rsid w:val="00306261"/>
    <w:rsid w:val="00306502"/>
    <w:rsid w:val="0030657B"/>
    <w:rsid w:val="003067BC"/>
    <w:rsid w:val="003071C2"/>
    <w:rsid w:val="0030778D"/>
    <w:rsid w:val="003102D9"/>
    <w:rsid w:val="0031049E"/>
    <w:rsid w:val="0031057F"/>
    <w:rsid w:val="00310E9F"/>
    <w:rsid w:val="00310F1D"/>
    <w:rsid w:val="0031103C"/>
    <w:rsid w:val="00311462"/>
    <w:rsid w:val="003117EA"/>
    <w:rsid w:val="00311E2C"/>
    <w:rsid w:val="003128BE"/>
    <w:rsid w:val="0031293B"/>
    <w:rsid w:val="00312A5E"/>
    <w:rsid w:val="003133B4"/>
    <w:rsid w:val="00313B06"/>
    <w:rsid w:val="003154F9"/>
    <w:rsid w:val="003156CD"/>
    <w:rsid w:val="00315899"/>
    <w:rsid w:val="0031599B"/>
    <w:rsid w:val="00315C82"/>
    <w:rsid w:val="00315F28"/>
    <w:rsid w:val="0031651F"/>
    <w:rsid w:val="00316A35"/>
    <w:rsid w:val="00316F7C"/>
    <w:rsid w:val="0031711D"/>
    <w:rsid w:val="00317562"/>
    <w:rsid w:val="00317BB9"/>
    <w:rsid w:val="0032080A"/>
    <w:rsid w:val="00320F15"/>
    <w:rsid w:val="0032102A"/>
    <w:rsid w:val="00321875"/>
    <w:rsid w:val="00321A28"/>
    <w:rsid w:val="00321EF8"/>
    <w:rsid w:val="00321FFB"/>
    <w:rsid w:val="0032283D"/>
    <w:rsid w:val="00322850"/>
    <w:rsid w:val="00322C29"/>
    <w:rsid w:val="00322C4B"/>
    <w:rsid w:val="003234F7"/>
    <w:rsid w:val="003237E8"/>
    <w:rsid w:val="00324226"/>
    <w:rsid w:val="00324243"/>
    <w:rsid w:val="0032451B"/>
    <w:rsid w:val="00324A58"/>
    <w:rsid w:val="00324AF2"/>
    <w:rsid w:val="00324D36"/>
    <w:rsid w:val="00324E35"/>
    <w:rsid w:val="00325019"/>
    <w:rsid w:val="00325063"/>
    <w:rsid w:val="0032536A"/>
    <w:rsid w:val="003254D4"/>
    <w:rsid w:val="00325832"/>
    <w:rsid w:val="00325E23"/>
    <w:rsid w:val="00326352"/>
    <w:rsid w:val="00326C9F"/>
    <w:rsid w:val="00326FAE"/>
    <w:rsid w:val="003272F4"/>
    <w:rsid w:val="003276D7"/>
    <w:rsid w:val="00327796"/>
    <w:rsid w:val="0033063A"/>
    <w:rsid w:val="00330664"/>
    <w:rsid w:val="0033069E"/>
    <w:rsid w:val="00330BF4"/>
    <w:rsid w:val="00330E04"/>
    <w:rsid w:val="00330F4C"/>
    <w:rsid w:val="00331559"/>
    <w:rsid w:val="003316FC"/>
    <w:rsid w:val="00331972"/>
    <w:rsid w:val="003319AA"/>
    <w:rsid w:val="00331BBF"/>
    <w:rsid w:val="00331C30"/>
    <w:rsid w:val="00331C80"/>
    <w:rsid w:val="00331D09"/>
    <w:rsid w:val="003328A3"/>
    <w:rsid w:val="00332A1B"/>
    <w:rsid w:val="003333AC"/>
    <w:rsid w:val="00333CE3"/>
    <w:rsid w:val="00333DA6"/>
    <w:rsid w:val="0033506D"/>
    <w:rsid w:val="0033529F"/>
    <w:rsid w:val="0033564C"/>
    <w:rsid w:val="003357A6"/>
    <w:rsid w:val="00335FD3"/>
    <w:rsid w:val="0033619B"/>
    <w:rsid w:val="00336657"/>
    <w:rsid w:val="00336D4A"/>
    <w:rsid w:val="00336F93"/>
    <w:rsid w:val="00337377"/>
    <w:rsid w:val="003377F5"/>
    <w:rsid w:val="00337852"/>
    <w:rsid w:val="00337CF8"/>
    <w:rsid w:val="00337CFC"/>
    <w:rsid w:val="00337E89"/>
    <w:rsid w:val="00340419"/>
    <w:rsid w:val="003407C4"/>
    <w:rsid w:val="00340CA5"/>
    <w:rsid w:val="0034123E"/>
    <w:rsid w:val="00341770"/>
    <w:rsid w:val="00341831"/>
    <w:rsid w:val="00341C46"/>
    <w:rsid w:val="00341C7C"/>
    <w:rsid w:val="0034225D"/>
    <w:rsid w:val="003423E0"/>
    <w:rsid w:val="00342666"/>
    <w:rsid w:val="003428C3"/>
    <w:rsid w:val="0034329B"/>
    <w:rsid w:val="00343F57"/>
    <w:rsid w:val="00344360"/>
    <w:rsid w:val="0034449A"/>
    <w:rsid w:val="0034460B"/>
    <w:rsid w:val="00344813"/>
    <w:rsid w:val="0034494D"/>
    <w:rsid w:val="00344B0E"/>
    <w:rsid w:val="00344C27"/>
    <w:rsid w:val="003451B1"/>
    <w:rsid w:val="00345808"/>
    <w:rsid w:val="00345D14"/>
    <w:rsid w:val="00345D3B"/>
    <w:rsid w:val="00345E75"/>
    <w:rsid w:val="003464B2"/>
    <w:rsid w:val="0034660D"/>
    <w:rsid w:val="003469A5"/>
    <w:rsid w:val="00346AEB"/>
    <w:rsid w:val="0034733F"/>
    <w:rsid w:val="00347A2F"/>
    <w:rsid w:val="00347CBD"/>
    <w:rsid w:val="0035005A"/>
    <w:rsid w:val="003500FE"/>
    <w:rsid w:val="00350925"/>
    <w:rsid w:val="00350D4A"/>
    <w:rsid w:val="00351374"/>
    <w:rsid w:val="003516BB"/>
    <w:rsid w:val="00351769"/>
    <w:rsid w:val="0035283C"/>
    <w:rsid w:val="00352FE1"/>
    <w:rsid w:val="00353769"/>
    <w:rsid w:val="0035383B"/>
    <w:rsid w:val="00353B0C"/>
    <w:rsid w:val="00354137"/>
    <w:rsid w:val="0035468F"/>
    <w:rsid w:val="003548FF"/>
    <w:rsid w:val="00354914"/>
    <w:rsid w:val="00354A16"/>
    <w:rsid w:val="00354AB6"/>
    <w:rsid w:val="00354DBD"/>
    <w:rsid w:val="00354EC3"/>
    <w:rsid w:val="0035536F"/>
    <w:rsid w:val="003557EB"/>
    <w:rsid w:val="003559FD"/>
    <w:rsid w:val="003562D2"/>
    <w:rsid w:val="00356C84"/>
    <w:rsid w:val="00356CE2"/>
    <w:rsid w:val="00356EDB"/>
    <w:rsid w:val="00357211"/>
    <w:rsid w:val="003579AB"/>
    <w:rsid w:val="00357DC8"/>
    <w:rsid w:val="00360268"/>
    <w:rsid w:val="003602FB"/>
    <w:rsid w:val="00360311"/>
    <w:rsid w:val="003603BF"/>
    <w:rsid w:val="00360C06"/>
    <w:rsid w:val="00361035"/>
    <w:rsid w:val="0036196D"/>
    <w:rsid w:val="00362025"/>
    <w:rsid w:val="00362267"/>
    <w:rsid w:val="003623D5"/>
    <w:rsid w:val="00362485"/>
    <w:rsid w:val="00362840"/>
    <w:rsid w:val="003628C0"/>
    <w:rsid w:val="003637A2"/>
    <w:rsid w:val="003638A0"/>
    <w:rsid w:val="003639AD"/>
    <w:rsid w:val="00363A26"/>
    <w:rsid w:val="00363BE3"/>
    <w:rsid w:val="00363C4F"/>
    <w:rsid w:val="00364103"/>
    <w:rsid w:val="003643C7"/>
    <w:rsid w:val="00364493"/>
    <w:rsid w:val="00364567"/>
    <w:rsid w:val="00364A5E"/>
    <w:rsid w:val="00364B46"/>
    <w:rsid w:val="00364E72"/>
    <w:rsid w:val="00365BA4"/>
    <w:rsid w:val="00365C77"/>
    <w:rsid w:val="00366775"/>
    <w:rsid w:val="00366A94"/>
    <w:rsid w:val="00367447"/>
    <w:rsid w:val="003677FA"/>
    <w:rsid w:val="00367D7A"/>
    <w:rsid w:val="00367D9F"/>
    <w:rsid w:val="0037004E"/>
    <w:rsid w:val="003704A4"/>
    <w:rsid w:val="003707CD"/>
    <w:rsid w:val="00370F12"/>
    <w:rsid w:val="003712CF"/>
    <w:rsid w:val="00371603"/>
    <w:rsid w:val="00371BBF"/>
    <w:rsid w:val="00371C90"/>
    <w:rsid w:val="00371D1D"/>
    <w:rsid w:val="00372245"/>
    <w:rsid w:val="00372397"/>
    <w:rsid w:val="0037261D"/>
    <w:rsid w:val="00372E28"/>
    <w:rsid w:val="00373699"/>
    <w:rsid w:val="00373AB6"/>
    <w:rsid w:val="003747E4"/>
    <w:rsid w:val="00374964"/>
    <w:rsid w:val="0037499D"/>
    <w:rsid w:val="00375006"/>
    <w:rsid w:val="0037505D"/>
    <w:rsid w:val="003751E2"/>
    <w:rsid w:val="00375752"/>
    <w:rsid w:val="00375917"/>
    <w:rsid w:val="0037592D"/>
    <w:rsid w:val="00376051"/>
    <w:rsid w:val="003763E8"/>
    <w:rsid w:val="00376468"/>
    <w:rsid w:val="003766A1"/>
    <w:rsid w:val="00376A26"/>
    <w:rsid w:val="00376B0F"/>
    <w:rsid w:val="00376EA9"/>
    <w:rsid w:val="0037703D"/>
    <w:rsid w:val="00377291"/>
    <w:rsid w:val="00377BB6"/>
    <w:rsid w:val="00380735"/>
    <w:rsid w:val="00380808"/>
    <w:rsid w:val="00380BA1"/>
    <w:rsid w:val="00380BE3"/>
    <w:rsid w:val="00380CBE"/>
    <w:rsid w:val="00380CCB"/>
    <w:rsid w:val="00380E3C"/>
    <w:rsid w:val="00380EFE"/>
    <w:rsid w:val="003815C0"/>
    <w:rsid w:val="003816E8"/>
    <w:rsid w:val="00381778"/>
    <w:rsid w:val="003818B4"/>
    <w:rsid w:val="00381A5F"/>
    <w:rsid w:val="00381BC6"/>
    <w:rsid w:val="00382A4E"/>
    <w:rsid w:val="00382BFF"/>
    <w:rsid w:val="00382D3C"/>
    <w:rsid w:val="00383A61"/>
    <w:rsid w:val="00383C78"/>
    <w:rsid w:val="00383E34"/>
    <w:rsid w:val="003841C0"/>
    <w:rsid w:val="00384404"/>
    <w:rsid w:val="00384A0C"/>
    <w:rsid w:val="00384E1D"/>
    <w:rsid w:val="00385296"/>
    <w:rsid w:val="003858E9"/>
    <w:rsid w:val="00385B37"/>
    <w:rsid w:val="00385C95"/>
    <w:rsid w:val="003867BB"/>
    <w:rsid w:val="003867F6"/>
    <w:rsid w:val="00386C2D"/>
    <w:rsid w:val="00386C4D"/>
    <w:rsid w:val="00386D5C"/>
    <w:rsid w:val="00387271"/>
    <w:rsid w:val="003872BB"/>
    <w:rsid w:val="003876CD"/>
    <w:rsid w:val="0038786A"/>
    <w:rsid w:val="003878FE"/>
    <w:rsid w:val="00387F73"/>
    <w:rsid w:val="0039013D"/>
    <w:rsid w:val="0039032F"/>
    <w:rsid w:val="003906A6"/>
    <w:rsid w:val="003908F5"/>
    <w:rsid w:val="00390982"/>
    <w:rsid w:val="00390AEE"/>
    <w:rsid w:val="00390CD4"/>
    <w:rsid w:val="00391285"/>
    <w:rsid w:val="00391BE9"/>
    <w:rsid w:val="00391E19"/>
    <w:rsid w:val="0039230E"/>
    <w:rsid w:val="00392770"/>
    <w:rsid w:val="003927B7"/>
    <w:rsid w:val="00392CEF"/>
    <w:rsid w:val="00393052"/>
    <w:rsid w:val="00393749"/>
    <w:rsid w:val="00393C69"/>
    <w:rsid w:val="00393D85"/>
    <w:rsid w:val="003942DF"/>
    <w:rsid w:val="00394325"/>
    <w:rsid w:val="0039485A"/>
    <w:rsid w:val="003949E3"/>
    <w:rsid w:val="00394C00"/>
    <w:rsid w:val="003950DE"/>
    <w:rsid w:val="003952F8"/>
    <w:rsid w:val="003957AE"/>
    <w:rsid w:val="00395FA0"/>
    <w:rsid w:val="00396952"/>
    <w:rsid w:val="0039695B"/>
    <w:rsid w:val="00396ED5"/>
    <w:rsid w:val="003975E4"/>
    <w:rsid w:val="00397B17"/>
    <w:rsid w:val="00397CCC"/>
    <w:rsid w:val="003A000E"/>
    <w:rsid w:val="003A0314"/>
    <w:rsid w:val="003A040E"/>
    <w:rsid w:val="003A17C8"/>
    <w:rsid w:val="003A1C94"/>
    <w:rsid w:val="003A1E8F"/>
    <w:rsid w:val="003A1E9A"/>
    <w:rsid w:val="003A26E0"/>
    <w:rsid w:val="003A38BA"/>
    <w:rsid w:val="003A39E6"/>
    <w:rsid w:val="003A4377"/>
    <w:rsid w:val="003A45B0"/>
    <w:rsid w:val="003A4CB2"/>
    <w:rsid w:val="003A5ACC"/>
    <w:rsid w:val="003A5FCD"/>
    <w:rsid w:val="003A6144"/>
    <w:rsid w:val="003A680D"/>
    <w:rsid w:val="003A76A7"/>
    <w:rsid w:val="003A77EE"/>
    <w:rsid w:val="003A7EBE"/>
    <w:rsid w:val="003B02A6"/>
    <w:rsid w:val="003B0A1C"/>
    <w:rsid w:val="003B0B21"/>
    <w:rsid w:val="003B0C84"/>
    <w:rsid w:val="003B0FC8"/>
    <w:rsid w:val="003B11D0"/>
    <w:rsid w:val="003B18C5"/>
    <w:rsid w:val="003B1C2B"/>
    <w:rsid w:val="003B2489"/>
    <w:rsid w:val="003B35D8"/>
    <w:rsid w:val="003B392A"/>
    <w:rsid w:val="003B397C"/>
    <w:rsid w:val="003B3F02"/>
    <w:rsid w:val="003B3F47"/>
    <w:rsid w:val="003B413D"/>
    <w:rsid w:val="003B45EA"/>
    <w:rsid w:val="003B4889"/>
    <w:rsid w:val="003B4C48"/>
    <w:rsid w:val="003B5324"/>
    <w:rsid w:val="003B5337"/>
    <w:rsid w:val="003B5C7F"/>
    <w:rsid w:val="003B5EB1"/>
    <w:rsid w:val="003B60A1"/>
    <w:rsid w:val="003B681C"/>
    <w:rsid w:val="003B740C"/>
    <w:rsid w:val="003C01A2"/>
    <w:rsid w:val="003C081B"/>
    <w:rsid w:val="003C0E4D"/>
    <w:rsid w:val="003C132B"/>
    <w:rsid w:val="003C14B4"/>
    <w:rsid w:val="003C1874"/>
    <w:rsid w:val="003C19EF"/>
    <w:rsid w:val="003C1BD2"/>
    <w:rsid w:val="003C1CCF"/>
    <w:rsid w:val="003C1D1C"/>
    <w:rsid w:val="003C2131"/>
    <w:rsid w:val="003C2A91"/>
    <w:rsid w:val="003C2B38"/>
    <w:rsid w:val="003C2BEE"/>
    <w:rsid w:val="003C2C40"/>
    <w:rsid w:val="003C2D41"/>
    <w:rsid w:val="003C4A7A"/>
    <w:rsid w:val="003C4AB8"/>
    <w:rsid w:val="003C595C"/>
    <w:rsid w:val="003C5F51"/>
    <w:rsid w:val="003C616F"/>
    <w:rsid w:val="003C688E"/>
    <w:rsid w:val="003C6A75"/>
    <w:rsid w:val="003C6BBF"/>
    <w:rsid w:val="003C7CC9"/>
    <w:rsid w:val="003C7F7D"/>
    <w:rsid w:val="003D03B5"/>
    <w:rsid w:val="003D0486"/>
    <w:rsid w:val="003D070A"/>
    <w:rsid w:val="003D0F1D"/>
    <w:rsid w:val="003D10EF"/>
    <w:rsid w:val="003D1253"/>
    <w:rsid w:val="003D174F"/>
    <w:rsid w:val="003D1DD8"/>
    <w:rsid w:val="003D1F8D"/>
    <w:rsid w:val="003D22D8"/>
    <w:rsid w:val="003D2576"/>
    <w:rsid w:val="003D2760"/>
    <w:rsid w:val="003D282C"/>
    <w:rsid w:val="003D2CB4"/>
    <w:rsid w:val="003D3432"/>
    <w:rsid w:val="003D3A08"/>
    <w:rsid w:val="003D3B3C"/>
    <w:rsid w:val="003D40F1"/>
    <w:rsid w:val="003D47AC"/>
    <w:rsid w:val="003D4F81"/>
    <w:rsid w:val="003D5099"/>
    <w:rsid w:val="003D5656"/>
    <w:rsid w:val="003D567D"/>
    <w:rsid w:val="003D5E0A"/>
    <w:rsid w:val="003D5FD9"/>
    <w:rsid w:val="003D5FFB"/>
    <w:rsid w:val="003D6108"/>
    <w:rsid w:val="003D61BB"/>
    <w:rsid w:val="003D6318"/>
    <w:rsid w:val="003D6426"/>
    <w:rsid w:val="003D6F3F"/>
    <w:rsid w:val="003D7037"/>
    <w:rsid w:val="003D74B0"/>
    <w:rsid w:val="003D7ABA"/>
    <w:rsid w:val="003D7FBD"/>
    <w:rsid w:val="003E0226"/>
    <w:rsid w:val="003E0F6B"/>
    <w:rsid w:val="003E13BB"/>
    <w:rsid w:val="003E1D44"/>
    <w:rsid w:val="003E2306"/>
    <w:rsid w:val="003E23F1"/>
    <w:rsid w:val="003E25D4"/>
    <w:rsid w:val="003E26E8"/>
    <w:rsid w:val="003E27D9"/>
    <w:rsid w:val="003E2ADD"/>
    <w:rsid w:val="003E2BDC"/>
    <w:rsid w:val="003E2C7F"/>
    <w:rsid w:val="003E326B"/>
    <w:rsid w:val="003E3467"/>
    <w:rsid w:val="003E34F2"/>
    <w:rsid w:val="003E3CC3"/>
    <w:rsid w:val="003E3DCA"/>
    <w:rsid w:val="003E3FE4"/>
    <w:rsid w:val="003E4043"/>
    <w:rsid w:val="003E4157"/>
    <w:rsid w:val="003E44ED"/>
    <w:rsid w:val="003E456D"/>
    <w:rsid w:val="003E4996"/>
    <w:rsid w:val="003E4C49"/>
    <w:rsid w:val="003E4D57"/>
    <w:rsid w:val="003E565E"/>
    <w:rsid w:val="003E5D1B"/>
    <w:rsid w:val="003E6037"/>
    <w:rsid w:val="003E6DB6"/>
    <w:rsid w:val="003E6E62"/>
    <w:rsid w:val="003E6F4D"/>
    <w:rsid w:val="003E72B2"/>
    <w:rsid w:val="003E7865"/>
    <w:rsid w:val="003E7B4F"/>
    <w:rsid w:val="003E7C43"/>
    <w:rsid w:val="003F0008"/>
    <w:rsid w:val="003F1382"/>
    <w:rsid w:val="003F1961"/>
    <w:rsid w:val="003F1963"/>
    <w:rsid w:val="003F1E11"/>
    <w:rsid w:val="003F2043"/>
    <w:rsid w:val="003F20F7"/>
    <w:rsid w:val="003F2FBD"/>
    <w:rsid w:val="003F35BA"/>
    <w:rsid w:val="003F3647"/>
    <w:rsid w:val="003F36CE"/>
    <w:rsid w:val="003F3B0A"/>
    <w:rsid w:val="003F4251"/>
    <w:rsid w:val="003F4262"/>
    <w:rsid w:val="003F4AF3"/>
    <w:rsid w:val="003F4CFF"/>
    <w:rsid w:val="003F522B"/>
    <w:rsid w:val="003F5840"/>
    <w:rsid w:val="003F5C20"/>
    <w:rsid w:val="003F6449"/>
    <w:rsid w:val="003F76C5"/>
    <w:rsid w:val="003F7C01"/>
    <w:rsid w:val="003F7D68"/>
    <w:rsid w:val="00400067"/>
    <w:rsid w:val="00400552"/>
    <w:rsid w:val="00400BFB"/>
    <w:rsid w:val="00400D77"/>
    <w:rsid w:val="004015BF"/>
    <w:rsid w:val="004017B0"/>
    <w:rsid w:val="00401829"/>
    <w:rsid w:val="00401B4E"/>
    <w:rsid w:val="00401E46"/>
    <w:rsid w:val="00401EC3"/>
    <w:rsid w:val="00402027"/>
    <w:rsid w:val="0040219A"/>
    <w:rsid w:val="004021FE"/>
    <w:rsid w:val="00402551"/>
    <w:rsid w:val="0040266E"/>
    <w:rsid w:val="0040295B"/>
    <w:rsid w:val="00402BD3"/>
    <w:rsid w:val="004042E6"/>
    <w:rsid w:val="004045F6"/>
    <w:rsid w:val="00404B00"/>
    <w:rsid w:val="00405327"/>
    <w:rsid w:val="00405749"/>
    <w:rsid w:val="00405CF1"/>
    <w:rsid w:val="00406126"/>
    <w:rsid w:val="0040624E"/>
    <w:rsid w:val="0040638C"/>
    <w:rsid w:val="00407C02"/>
    <w:rsid w:val="00407C1E"/>
    <w:rsid w:val="00407D92"/>
    <w:rsid w:val="0041023C"/>
    <w:rsid w:val="004102C2"/>
    <w:rsid w:val="0041037D"/>
    <w:rsid w:val="0041077C"/>
    <w:rsid w:val="0041105A"/>
    <w:rsid w:val="00411AF0"/>
    <w:rsid w:val="004125F7"/>
    <w:rsid w:val="00412B2B"/>
    <w:rsid w:val="00412C4A"/>
    <w:rsid w:val="00413357"/>
    <w:rsid w:val="00413477"/>
    <w:rsid w:val="00413732"/>
    <w:rsid w:val="00413BBF"/>
    <w:rsid w:val="00414546"/>
    <w:rsid w:val="00414B69"/>
    <w:rsid w:val="00414BA0"/>
    <w:rsid w:val="00414C2F"/>
    <w:rsid w:val="00414C99"/>
    <w:rsid w:val="00414F3B"/>
    <w:rsid w:val="0041508A"/>
    <w:rsid w:val="00415310"/>
    <w:rsid w:val="0041572B"/>
    <w:rsid w:val="004158C6"/>
    <w:rsid w:val="00415A56"/>
    <w:rsid w:val="00415BE9"/>
    <w:rsid w:val="00416AC0"/>
    <w:rsid w:val="00417307"/>
    <w:rsid w:val="00417658"/>
    <w:rsid w:val="0042073C"/>
    <w:rsid w:val="00420DFE"/>
    <w:rsid w:val="004214AB"/>
    <w:rsid w:val="004216C1"/>
    <w:rsid w:val="00421DB2"/>
    <w:rsid w:val="00422032"/>
    <w:rsid w:val="00422790"/>
    <w:rsid w:val="00422F20"/>
    <w:rsid w:val="00422FDD"/>
    <w:rsid w:val="0042325C"/>
    <w:rsid w:val="0042407F"/>
    <w:rsid w:val="004241A6"/>
    <w:rsid w:val="004242A5"/>
    <w:rsid w:val="00424A03"/>
    <w:rsid w:val="00424FDC"/>
    <w:rsid w:val="00425159"/>
    <w:rsid w:val="004256F3"/>
    <w:rsid w:val="00425D21"/>
    <w:rsid w:val="00426074"/>
    <w:rsid w:val="00426645"/>
    <w:rsid w:val="004266E8"/>
    <w:rsid w:val="004267C7"/>
    <w:rsid w:val="00426D07"/>
    <w:rsid w:val="00426DDD"/>
    <w:rsid w:val="00426EEA"/>
    <w:rsid w:val="0042702B"/>
    <w:rsid w:val="004270E5"/>
    <w:rsid w:val="00427264"/>
    <w:rsid w:val="004273EC"/>
    <w:rsid w:val="00427474"/>
    <w:rsid w:val="004300B5"/>
    <w:rsid w:val="00430326"/>
    <w:rsid w:val="00430335"/>
    <w:rsid w:val="00430CDB"/>
    <w:rsid w:val="00430EEA"/>
    <w:rsid w:val="00431012"/>
    <w:rsid w:val="004311B5"/>
    <w:rsid w:val="004318AC"/>
    <w:rsid w:val="00431B5B"/>
    <w:rsid w:val="00431F00"/>
    <w:rsid w:val="00432727"/>
    <w:rsid w:val="004328E9"/>
    <w:rsid w:val="00432A84"/>
    <w:rsid w:val="00432F4F"/>
    <w:rsid w:val="004330C9"/>
    <w:rsid w:val="0043313D"/>
    <w:rsid w:val="00433B85"/>
    <w:rsid w:val="004342EA"/>
    <w:rsid w:val="00434694"/>
    <w:rsid w:val="00434D53"/>
    <w:rsid w:val="00435089"/>
    <w:rsid w:val="0043521E"/>
    <w:rsid w:val="00435936"/>
    <w:rsid w:val="00435B52"/>
    <w:rsid w:val="00435BB2"/>
    <w:rsid w:val="00435C46"/>
    <w:rsid w:val="00436084"/>
    <w:rsid w:val="00436F56"/>
    <w:rsid w:val="00436F82"/>
    <w:rsid w:val="0043710C"/>
    <w:rsid w:val="004372D3"/>
    <w:rsid w:val="00437487"/>
    <w:rsid w:val="004400C1"/>
    <w:rsid w:val="004400DA"/>
    <w:rsid w:val="004404A3"/>
    <w:rsid w:val="004404D5"/>
    <w:rsid w:val="00440E9F"/>
    <w:rsid w:val="00441367"/>
    <w:rsid w:val="004413D9"/>
    <w:rsid w:val="00441A14"/>
    <w:rsid w:val="00441A6F"/>
    <w:rsid w:val="004420B0"/>
    <w:rsid w:val="004425F0"/>
    <w:rsid w:val="004426DA"/>
    <w:rsid w:val="004427F0"/>
    <w:rsid w:val="00442F0A"/>
    <w:rsid w:val="0044311C"/>
    <w:rsid w:val="004432C7"/>
    <w:rsid w:val="004435E6"/>
    <w:rsid w:val="004435FE"/>
    <w:rsid w:val="00443C83"/>
    <w:rsid w:val="00443C96"/>
    <w:rsid w:val="00444136"/>
    <w:rsid w:val="00444491"/>
    <w:rsid w:val="00444582"/>
    <w:rsid w:val="00444B31"/>
    <w:rsid w:val="004454E3"/>
    <w:rsid w:val="00445683"/>
    <w:rsid w:val="004459B5"/>
    <w:rsid w:val="00445CDB"/>
    <w:rsid w:val="00445DFC"/>
    <w:rsid w:val="004462E2"/>
    <w:rsid w:val="00446468"/>
    <w:rsid w:val="0044662E"/>
    <w:rsid w:val="00446829"/>
    <w:rsid w:val="004469E1"/>
    <w:rsid w:val="00446A33"/>
    <w:rsid w:val="00446CA6"/>
    <w:rsid w:val="00446FCA"/>
    <w:rsid w:val="004476D1"/>
    <w:rsid w:val="004477CA"/>
    <w:rsid w:val="00447E35"/>
    <w:rsid w:val="00447FB5"/>
    <w:rsid w:val="00450442"/>
    <w:rsid w:val="004505D7"/>
    <w:rsid w:val="00450E65"/>
    <w:rsid w:val="0045101A"/>
    <w:rsid w:val="00451D1E"/>
    <w:rsid w:val="00451FCA"/>
    <w:rsid w:val="0045203E"/>
    <w:rsid w:val="00452931"/>
    <w:rsid w:val="00453488"/>
    <w:rsid w:val="004534AD"/>
    <w:rsid w:val="004535B3"/>
    <w:rsid w:val="00453A84"/>
    <w:rsid w:val="00454308"/>
    <w:rsid w:val="00454420"/>
    <w:rsid w:val="00454FE6"/>
    <w:rsid w:val="004569EE"/>
    <w:rsid w:val="00456F51"/>
    <w:rsid w:val="0045702D"/>
    <w:rsid w:val="0045751E"/>
    <w:rsid w:val="004576E2"/>
    <w:rsid w:val="004576E5"/>
    <w:rsid w:val="00460680"/>
    <w:rsid w:val="00460CB6"/>
    <w:rsid w:val="00460FEE"/>
    <w:rsid w:val="00461156"/>
    <w:rsid w:val="00461245"/>
    <w:rsid w:val="00461263"/>
    <w:rsid w:val="00461311"/>
    <w:rsid w:val="0046182A"/>
    <w:rsid w:val="0046186C"/>
    <w:rsid w:val="00461BE4"/>
    <w:rsid w:val="00461F99"/>
    <w:rsid w:val="00461FA8"/>
    <w:rsid w:val="0046277F"/>
    <w:rsid w:val="004627B0"/>
    <w:rsid w:val="004628CA"/>
    <w:rsid w:val="00462F28"/>
    <w:rsid w:val="00462FED"/>
    <w:rsid w:val="00463163"/>
    <w:rsid w:val="00463254"/>
    <w:rsid w:val="004634E4"/>
    <w:rsid w:val="004639D9"/>
    <w:rsid w:val="0046439E"/>
    <w:rsid w:val="004645A2"/>
    <w:rsid w:val="00464626"/>
    <w:rsid w:val="004647B9"/>
    <w:rsid w:val="00464F9C"/>
    <w:rsid w:val="00465B6C"/>
    <w:rsid w:val="00465C43"/>
    <w:rsid w:val="00466205"/>
    <w:rsid w:val="004662A5"/>
    <w:rsid w:val="004670E1"/>
    <w:rsid w:val="00467A88"/>
    <w:rsid w:val="00467BFE"/>
    <w:rsid w:val="00467E9C"/>
    <w:rsid w:val="004700E3"/>
    <w:rsid w:val="004701EC"/>
    <w:rsid w:val="004708EB"/>
    <w:rsid w:val="004709E6"/>
    <w:rsid w:val="00470C82"/>
    <w:rsid w:val="00471E17"/>
    <w:rsid w:val="004723B3"/>
    <w:rsid w:val="004723F2"/>
    <w:rsid w:val="00472A4F"/>
    <w:rsid w:val="0047370F"/>
    <w:rsid w:val="00473D21"/>
    <w:rsid w:val="00473E34"/>
    <w:rsid w:val="004742C3"/>
    <w:rsid w:val="0047532C"/>
    <w:rsid w:val="0047546B"/>
    <w:rsid w:val="00476B9C"/>
    <w:rsid w:val="00476F11"/>
    <w:rsid w:val="00476F40"/>
    <w:rsid w:val="004770C1"/>
    <w:rsid w:val="00477E8A"/>
    <w:rsid w:val="00480144"/>
    <w:rsid w:val="004805DD"/>
    <w:rsid w:val="00481476"/>
    <w:rsid w:val="00481A4F"/>
    <w:rsid w:val="00481C60"/>
    <w:rsid w:val="00481E10"/>
    <w:rsid w:val="004820CD"/>
    <w:rsid w:val="00482178"/>
    <w:rsid w:val="00482E6E"/>
    <w:rsid w:val="00482EA6"/>
    <w:rsid w:val="00482EB4"/>
    <w:rsid w:val="00482F58"/>
    <w:rsid w:val="00483348"/>
    <w:rsid w:val="004839D7"/>
    <w:rsid w:val="00483E63"/>
    <w:rsid w:val="00484482"/>
    <w:rsid w:val="004844CF"/>
    <w:rsid w:val="00484A4B"/>
    <w:rsid w:val="00484AEA"/>
    <w:rsid w:val="00484F8D"/>
    <w:rsid w:val="00485101"/>
    <w:rsid w:val="00485221"/>
    <w:rsid w:val="004857AC"/>
    <w:rsid w:val="00486662"/>
    <w:rsid w:val="00486880"/>
    <w:rsid w:val="0048708B"/>
    <w:rsid w:val="0048716C"/>
    <w:rsid w:val="0048719D"/>
    <w:rsid w:val="0048731B"/>
    <w:rsid w:val="0048748B"/>
    <w:rsid w:val="00487814"/>
    <w:rsid w:val="00487AFC"/>
    <w:rsid w:val="00487B7A"/>
    <w:rsid w:val="00487DCE"/>
    <w:rsid w:val="00487FCA"/>
    <w:rsid w:val="00490172"/>
    <w:rsid w:val="00490437"/>
    <w:rsid w:val="004907F6"/>
    <w:rsid w:val="0049080B"/>
    <w:rsid w:val="0049093A"/>
    <w:rsid w:val="00490E41"/>
    <w:rsid w:val="00491AC3"/>
    <w:rsid w:val="00491AD7"/>
    <w:rsid w:val="00491ED6"/>
    <w:rsid w:val="00491FA9"/>
    <w:rsid w:val="00492093"/>
    <w:rsid w:val="0049248C"/>
    <w:rsid w:val="0049251F"/>
    <w:rsid w:val="0049293B"/>
    <w:rsid w:val="004929E5"/>
    <w:rsid w:val="00492BEA"/>
    <w:rsid w:val="00493365"/>
    <w:rsid w:val="00493574"/>
    <w:rsid w:val="00493911"/>
    <w:rsid w:val="00493BC8"/>
    <w:rsid w:val="00493C4A"/>
    <w:rsid w:val="00494270"/>
    <w:rsid w:val="00494B03"/>
    <w:rsid w:val="00494E2B"/>
    <w:rsid w:val="00494F5E"/>
    <w:rsid w:val="0049514A"/>
    <w:rsid w:val="004954A2"/>
    <w:rsid w:val="00495928"/>
    <w:rsid w:val="00495929"/>
    <w:rsid w:val="00495B6B"/>
    <w:rsid w:val="004964C4"/>
    <w:rsid w:val="004968D8"/>
    <w:rsid w:val="004969FF"/>
    <w:rsid w:val="00496A04"/>
    <w:rsid w:val="00496EF5"/>
    <w:rsid w:val="00497C4E"/>
    <w:rsid w:val="00497D58"/>
    <w:rsid w:val="004A022C"/>
    <w:rsid w:val="004A04E9"/>
    <w:rsid w:val="004A0CAA"/>
    <w:rsid w:val="004A0F3D"/>
    <w:rsid w:val="004A11EE"/>
    <w:rsid w:val="004A1422"/>
    <w:rsid w:val="004A1461"/>
    <w:rsid w:val="004A1747"/>
    <w:rsid w:val="004A1839"/>
    <w:rsid w:val="004A1856"/>
    <w:rsid w:val="004A19A1"/>
    <w:rsid w:val="004A19C0"/>
    <w:rsid w:val="004A1DA6"/>
    <w:rsid w:val="004A1DC0"/>
    <w:rsid w:val="004A25FF"/>
    <w:rsid w:val="004A2BE9"/>
    <w:rsid w:val="004A2C54"/>
    <w:rsid w:val="004A336A"/>
    <w:rsid w:val="004A340E"/>
    <w:rsid w:val="004A3877"/>
    <w:rsid w:val="004A3FB7"/>
    <w:rsid w:val="004A4593"/>
    <w:rsid w:val="004A4735"/>
    <w:rsid w:val="004A47BB"/>
    <w:rsid w:val="004A4914"/>
    <w:rsid w:val="004A54F6"/>
    <w:rsid w:val="004A5796"/>
    <w:rsid w:val="004A5B54"/>
    <w:rsid w:val="004A5D66"/>
    <w:rsid w:val="004A5F8C"/>
    <w:rsid w:val="004A6332"/>
    <w:rsid w:val="004A6896"/>
    <w:rsid w:val="004A6936"/>
    <w:rsid w:val="004A697B"/>
    <w:rsid w:val="004A6FE9"/>
    <w:rsid w:val="004A7024"/>
    <w:rsid w:val="004A746D"/>
    <w:rsid w:val="004A7865"/>
    <w:rsid w:val="004A78C1"/>
    <w:rsid w:val="004A7D74"/>
    <w:rsid w:val="004B011E"/>
    <w:rsid w:val="004B01D3"/>
    <w:rsid w:val="004B03FB"/>
    <w:rsid w:val="004B0F64"/>
    <w:rsid w:val="004B134D"/>
    <w:rsid w:val="004B1AEA"/>
    <w:rsid w:val="004B250A"/>
    <w:rsid w:val="004B3530"/>
    <w:rsid w:val="004B36AF"/>
    <w:rsid w:val="004B3768"/>
    <w:rsid w:val="004B419D"/>
    <w:rsid w:val="004B41F5"/>
    <w:rsid w:val="004B41FE"/>
    <w:rsid w:val="004B467F"/>
    <w:rsid w:val="004B4972"/>
    <w:rsid w:val="004B4C01"/>
    <w:rsid w:val="004B4C4C"/>
    <w:rsid w:val="004B4D3C"/>
    <w:rsid w:val="004B5015"/>
    <w:rsid w:val="004B52FF"/>
    <w:rsid w:val="004B5324"/>
    <w:rsid w:val="004B54FC"/>
    <w:rsid w:val="004B5E4B"/>
    <w:rsid w:val="004B6018"/>
    <w:rsid w:val="004B6129"/>
    <w:rsid w:val="004B640B"/>
    <w:rsid w:val="004B64B6"/>
    <w:rsid w:val="004B68B8"/>
    <w:rsid w:val="004B69E7"/>
    <w:rsid w:val="004B6D11"/>
    <w:rsid w:val="004B7982"/>
    <w:rsid w:val="004B7E89"/>
    <w:rsid w:val="004C0B24"/>
    <w:rsid w:val="004C1270"/>
    <w:rsid w:val="004C1825"/>
    <w:rsid w:val="004C19B9"/>
    <w:rsid w:val="004C1C76"/>
    <w:rsid w:val="004C1CF9"/>
    <w:rsid w:val="004C2868"/>
    <w:rsid w:val="004C2BCD"/>
    <w:rsid w:val="004C2F3C"/>
    <w:rsid w:val="004C3352"/>
    <w:rsid w:val="004C345A"/>
    <w:rsid w:val="004C34B6"/>
    <w:rsid w:val="004C3716"/>
    <w:rsid w:val="004C39BD"/>
    <w:rsid w:val="004C3D57"/>
    <w:rsid w:val="004C3F4F"/>
    <w:rsid w:val="004C4498"/>
    <w:rsid w:val="004C4C66"/>
    <w:rsid w:val="004C4C67"/>
    <w:rsid w:val="004C4CEB"/>
    <w:rsid w:val="004C50E0"/>
    <w:rsid w:val="004C54A0"/>
    <w:rsid w:val="004C6DE9"/>
    <w:rsid w:val="004C7400"/>
    <w:rsid w:val="004C7556"/>
    <w:rsid w:val="004C7712"/>
    <w:rsid w:val="004C78BD"/>
    <w:rsid w:val="004C7A5C"/>
    <w:rsid w:val="004C7A61"/>
    <w:rsid w:val="004C7E69"/>
    <w:rsid w:val="004C7EDB"/>
    <w:rsid w:val="004C7F12"/>
    <w:rsid w:val="004D004F"/>
    <w:rsid w:val="004D04A3"/>
    <w:rsid w:val="004D0B19"/>
    <w:rsid w:val="004D0BF6"/>
    <w:rsid w:val="004D0CE0"/>
    <w:rsid w:val="004D139A"/>
    <w:rsid w:val="004D14DF"/>
    <w:rsid w:val="004D15B3"/>
    <w:rsid w:val="004D185F"/>
    <w:rsid w:val="004D198F"/>
    <w:rsid w:val="004D1CBF"/>
    <w:rsid w:val="004D24E0"/>
    <w:rsid w:val="004D25D8"/>
    <w:rsid w:val="004D272B"/>
    <w:rsid w:val="004D2915"/>
    <w:rsid w:val="004D2A0E"/>
    <w:rsid w:val="004D2AF7"/>
    <w:rsid w:val="004D2E44"/>
    <w:rsid w:val="004D2E9A"/>
    <w:rsid w:val="004D35B3"/>
    <w:rsid w:val="004D35DF"/>
    <w:rsid w:val="004D38DB"/>
    <w:rsid w:val="004D3CBC"/>
    <w:rsid w:val="004D436E"/>
    <w:rsid w:val="004D44B9"/>
    <w:rsid w:val="004D48C0"/>
    <w:rsid w:val="004D4932"/>
    <w:rsid w:val="004D4E88"/>
    <w:rsid w:val="004D50A4"/>
    <w:rsid w:val="004D56C5"/>
    <w:rsid w:val="004D60A9"/>
    <w:rsid w:val="004D6504"/>
    <w:rsid w:val="004D68E8"/>
    <w:rsid w:val="004D725F"/>
    <w:rsid w:val="004D770E"/>
    <w:rsid w:val="004D7D46"/>
    <w:rsid w:val="004E0794"/>
    <w:rsid w:val="004E093E"/>
    <w:rsid w:val="004E151B"/>
    <w:rsid w:val="004E152C"/>
    <w:rsid w:val="004E1AD3"/>
    <w:rsid w:val="004E1E8B"/>
    <w:rsid w:val="004E1FAA"/>
    <w:rsid w:val="004E2558"/>
    <w:rsid w:val="004E271C"/>
    <w:rsid w:val="004E28BF"/>
    <w:rsid w:val="004E2A2F"/>
    <w:rsid w:val="004E2A81"/>
    <w:rsid w:val="004E2D76"/>
    <w:rsid w:val="004E301E"/>
    <w:rsid w:val="004E3120"/>
    <w:rsid w:val="004E320C"/>
    <w:rsid w:val="004E3BCC"/>
    <w:rsid w:val="004E3D45"/>
    <w:rsid w:val="004E3D97"/>
    <w:rsid w:val="004E3DC2"/>
    <w:rsid w:val="004E3DE2"/>
    <w:rsid w:val="004E42A5"/>
    <w:rsid w:val="004E42AC"/>
    <w:rsid w:val="004E42F8"/>
    <w:rsid w:val="004E48E1"/>
    <w:rsid w:val="004E4AEA"/>
    <w:rsid w:val="004E4D50"/>
    <w:rsid w:val="004E5346"/>
    <w:rsid w:val="004E575F"/>
    <w:rsid w:val="004E5B65"/>
    <w:rsid w:val="004E623E"/>
    <w:rsid w:val="004E6F81"/>
    <w:rsid w:val="004E7966"/>
    <w:rsid w:val="004E7A5A"/>
    <w:rsid w:val="004E7B93"/>
    <w:rsid w:val="004E7C5C"/>
    <w:rsid w:val="004E7F56"/>
    <w:rsid w:val="004E7F84"/>
    <w:rsid w:val="004E7FDC"/>
    <w:rsid w:val="004F063C"/>
    <w:rsid w:val="004F0694"/>
    <w:rsid w:val="004F0AE8"/>
    <w:rsid w:val="004F106A"/>
    <w:rsid w:val="004F1852"/>
    <w:rsid w:val="004F186F"/>
    <w:rsid w:val="004F18B6"/>
    <w:rsid w:val="004F1B2E"/>
    <w:rsid w:val="004F1D36"/>
    <w:rsid w:val="004F2DB9"/>
    <w:rsid w:val="004F2E83"/>
    <w:rsid w:val="004F2E8B"/>
    <w:rsid w:val="004F2FE9"/>
    <w:rsid w:val="004F3366"/>
    <w:rsid w:val="004F3377"/>
    <w:rsid w:val="004F3DEC"/>
    <w:rsid w:val="004F50BB"/>
    <w:rsid w:val="004F538E"/>
    <w:rsid w:val="004F5A4B"/>
    <w:rsid w:val="004F5D66"/>
    <w:rsid w:val="004F5E1E"/>
    <w:rsid w:val="004F5E65"/>
    <w:rsid w:val="004F5FF1"/>
    <w:rsid w:val="004F5FF5"/>
    <w:rsid w:val="004F6058"/>
    <w:rsid w:val="004F6242"/>
    <w:rsid w:val="004F64E3"/>
    <w:rsid w:val="004F6A8D"/>
    <w:rsid w:val="004F76C0"/>
    <w:rsid w:val="004F7BE3"/>
    <w:rsid w:val="00500868"/>
    <w:rsid w:val="005008C0"/>
    <w:rsid w:val="005008DD"/>
    <w:rsid w:val="005010AD"/>
    <w:rsid w:val="0050289D"/>
    <w:rsid w:val="00502C5A"/>
    <w:rsid w:val="00503152"/>
    <w:rsid w:val="00503A48"/>
    <w:rsid w:val="00504072"/>
    <w:rsid w:val="005043F7"/>
    <w:rsid w:val="00504562"/>
    <w:rsid w:val="00504852"/>
    <w:rsid w:val="00504F34"/>
    <w:rsid w:val="00504F96"/>
    <w:rsid w:val="005050E7"/>
    <w:rsid w:val="00505693"/>
    <w:rsid w:val="00505813"/>
    <w:rsid w:val="00505DDF"/>
    <w:rsid w:val="005067E1"/>
    <w:rsid w:val="00506B60"/>
    <w:rsid w:val="00506C5C"/>
    <w:rsid w:val="005073D7"/>
    <w:rsid w:val="00507E33"/>
    <w:rsid w:val="005108EB"/>
    <w:rsid w:val="0051095C"/>
    <w:rsid w:val="00510A11"/>
    <w:rsid w:val="00510F94"/>
    <w:rsid w:val="005110B3"/>
    <w:rsid w:val="0051119E"/>
    <w:rsid w:val="00511B06"/>
    <w:rsid w:val="005123D5"/>
    <w:rsid w:val="005125D7"/>
    <w:rsid w:val="00512622"/>
    <w:rsid w:val="005126A9"/>
    <w:rsid w:val="005127A0"/>
    <w:rsid w:val="005130CE"/>
    <w:rsid w:val="005131EC"/>
    <w:rsid w:val="005132FB"/>
    <w:rsid w:val="005135B8"/>
    <w:rsid w:val="005136B6"/>
    <w:rsid w:val="00513E2B"/>
    <w:rsid w:val="00513FCE"/>
    <w:rsid w:val="005141C2"/>
    <w:rsid w:val="00514220"/>
    <w:rsid w:val="00514781"/>
    <w:rsid w:val="005148A2"/>
    <w:rsid w:val="00514BDA"/>
    <w:rsid w:val="00514F95"/>
    <w:rsid w:val="00515632"/>
    <w:rsid w:val="00515BC2"/>
    <w:rsid w:val="00515C35"/>
    <w:rsid w:val="0051604F"/>
    <w:rsid w:val="0051652B"/>
    <w:rsid w:val="00516A65"/>
    <w:rsid w:val="00516ADA"/>
    <w:rsid w:val="00516ED0"/>
    <w:rsid w:val="00517366"/>
    <w:rsid w:val="00517A24"/>
    <w:rsid w:val="00517F24"/>
    <w:rsid w:val="005200BB"/>
    <w:rsid w:val="00520627"/>
    <w:rsid w:val="005207BC"/>
    <w:rsid w:val="00520C65"/>
    <w:rsid w:val="00521045"/>
    <w:rsid w:val="00521220"/>
    <w:rsid w:val="005216E3"/>
    <w:rsid w:val="005220F7"/>
    <w:rsid w:val="0052216C"/>
    <w:rsid w:val="0052247D"/>
    <w:rsid w:val="00522830"/>
    <w:rsid w:val="00522979"/>
    <w:rsid w:val="00522D60"/>
    <w:rsid w:val="00522FAB"/>
    <w:rsid w:val="005230BF"/>
    <w:rsid w:val="005234AF"/>
    <w:rsid w:val="0052394B"/>
    <w:rsid w:val="005239F6"/>
    <w:rsid w:val="00523F70"/>
    <w:rsid w:val="005243F0"/>
    <w:rsid w:val="00524497"/>
    <w:rsid w:val="005246AC"/>
    <w:rsid w:val="00524E51"/>
    <w:rsid w:val="00524F26"/>
    <w:rsid w:val="00524FD8"/>
    <w:rsid w:val="005254F0"/>
    <w:rsid w:val="00525646"/>
    <w:rsid w:val="005256A9"/>
    <w:rsid w:val="00525942"/>
    <w:rsid w:val="0052594D"/>
    <w:rsid w:val="00525CA3"/>
    <w:rsid w:val="00525F04"/>
    <w:rsid w:val="0052676E"/>
    <w:rsid w:val="00526A5C"/>
    <w:rsid w:val="00527882"/>
    <w:rsid w:val="00530422"/>
    <w:rsid w:val="005308E0"/>
    <w:rsid w:val="00530954"/>
    <w:rsid w:val="00530E40"/>
    <w:rsid w:val="005313C1"/>
    <w:rsid w:val="005319EF"/>
    <w:rsid w:val="00531A0C"/>
    <w:rsid w:val="00531A3B"/>
    <w:rsid w:val="00531A6F"/>
    <w:rsid w:val="00531E66"/>
    <w:rsid w:val="00532682"/>
    <w:rsid w:val="005327A9"/>
    <w:rsid w:val="00532B62"/>
    <w:rsid w:val="00532C07"/>
    <w:rsid w:val="00533296"/>
    <w:rsid w:val="005334FA"/>
    <w:rsid w:val="00533795"/>
    <w:rsid w:val="0053410D"/>
    <w:rsid w:val="005345C9"/>
    <w:rsid w:val="00534680"/>
    <w:rsid w:val="00534C3B"/>
    <w:rsid w:val="00534E65"/>
    <w:rsid w:val="00535144"/>
    <w:rsid w:val="005351A7"/>
    <w:rsid w:val="00535872"/>
    <w:rsid w:val="005358FE"/>
    <w:rsid w:val="00536019"/>
    <w:rsid w:val="0053679D"/>
    <w:rsid w:val="00536811"/>
    <w:rsid w:val="0053699B"/>
    <w:rsid w:val="00536D5F"/>
    <w:rsid w:val="00536DE7"/>
    <w:rsid w:val="00536DF1"/>
    <w:rsid w:val="00536F3E"/>
    <w:rsid w:val="0053748C"/>
    <w:rsid w:val="005374D0"/>
    <w:rsid w:val="005375BA"/>
    <w:rsid w:val="005379C7"/>
    <w:rsid w:val="00537B59"/>
    <w:rsid w:val="00540199"/>
    <w:rsid w:val="005406FA"/>
    <w:rsid w:val="00540859"/>
    <w:rsid w:val="00540F69"/>
    <w:rsid w:val="005412C1"/>
    <w:rsid w:val="005414D2"/>
    <w:rsid w:val="00541679"/>
    <w:rsid w:val="00541A3E"/>
    <w:rsid w:val="00541E05"/>
    <w:rsid w:val="005420A7"/>
    <w:rsid w:val="00542103"/>
    <w:rsid w:val="0054291A"/>
    <w:rsid w:val="0054298E"/>
    <w:rsid w:val="00542B6C"/>
    <w:rsid w:val="00542C14"/>
    <w:rsid w:val="00543B96"/>
    <w:rsid w:val="00543D23"/>
    <w:rsid w:val="0054400E"/>
    <w:rsid w:val="0054410F"/>
    <w:rsid w:val="0054435C"/>
    <w:rsid w:val="00544633"/>
    <w:rsid w:val="005449A3"/>
    <w:rsid w:val="00544A7C"/>
    <w:rsid w:val="005450F0"/>
    <w:rsid w:val="005456D2"/>
    <w:rsid w:val="00545D05"/>
    <w:rsid w:val="00546C14"/>
    <w:rsid w:val="00546C83"/>
    <w:rsid w:val="00546EDA"/>
    <w:rsid w:val="005472B2"/>
    <w:rsid w:val="00547358"/>
    <w:rsid w:val="0054743A"/>
    <w:rsid w:val="005479DF"/>
    <w:rsid w:val="00550089"/>
    <w:rsid w:val="00550549"/>
    <w:rsid w:val="00550E49"/>
    <w:rsid w:val="005511AB"/>
    <w:rsid w:val="00551A29"/>
    <w:rsid w:val="00552D51"/>
    <w:rsid w:val="00553529"/>
    <w:rsid w:val="005538A7"/>
    <w:rsid w:val="0055402A"/>
    <w:rsid w:val="005543B1"/>
    <w:rsid w:val="00554439"/>
    <w:rsid w:val="005547F3"/>
    <w:rsid w:val="0055480C"/>
    <w:rsid w:val="005549B0"/>
    <w:rsid w:val="005549C8"/>
    <w:rsid w:val="00554C9A"/>
    <w:rsid w:val="00554CC9"/>
    <w:rsid w:val="00554DBD"/>
    <w:rsid w:val="0055526E"/>
    <w:rsid w:val="0055562D"/>
    <w:rsid w:val="005558F3"/>
    <w:rsid w:val="00555F51"/>
    <w:rsid w:val="0055623B"/>
    <w:rsid w:val="00556ED0"/>
    <w:rsid w:val="005576F7"/>
    <w:rsid w:val="00557854"/>
    <w:rsid w:val="005579C8"/>
    <w:rsid w:val="005579CD"/>
    <w:rsid w:val="00557CEA"/>
    <w:rsid w:val="00557D0A"/>
    <w:rsid w:val="00560614"/>
    <w:rsid w:val="0056077A"/>
    <w:rsid w:val="00560929"/>
    <w:rsid w:val="00560A02"/>
    <w:rsid w:val="00560A8E"/>
    <w:rsid w:val="00560D59"/>
    <w:rsid w:val="00560FF4"/>
    <w:rsid w:val="005615BD"/>
    <w:rsid w:val="005619F2"/>
    <w:rsid w:val="00561A57"/>
    <w:rsid w:val="00561B30"/>
    <w:rsid w:val="005620AB"/>
    <w:rsid w:val="00562925"/>
    <w:rsid w:val="00562BAD"/>
    <w:rsid w:val="00562BE7"/>
    <w:rsid w:val="005630B7"/>
    <w:rsid w:val="00563444"/>
    <w:rsid w:val="0056356B"/>
    <w:rsid w:val="00563609"/>
    <w:rsid w:val="0056374B"/>
    <w:rsid w:val="00563999"/>
    <w:rsid w:val="005639A4"/>
    <w:rsid w:val="00563B92"/>
    <w:rsid w:val="00563BB9"/>
    <w:rsid w:val="00563E80"/>
    <w:rsid w:val="00563FB3"/>
    <w:rsid w:val="00563FDD"/>
    <w:rsid w:val="005644ED"/>
    <w:rsid w:val="00564A0D"/>
    <w:rsid w:val="00564ACF"/>
    <w:rsid w:val="00565818"/>
    <w:rsid w:val="00565BE9"/>
    <w:rsid w:val="0056649A"/>
    <w:rsid w:val="00567049"/>
    <w:rsid w:val="005674D7"/>
    <w:rsid w:val="00567541"/>
    <w:rsid w:val="005679D7"/>
    <w:rsid w:val="005709AA"/>
    <w:rsid w:val="00570A8A"/>
    <w:rsid w:val="00570E89"/>
    <w:rsid w:val="00571C65"/>
    <w:rsid w:val="00571D84"/>
    <w:rsid w:val="00572052"/>
    <w:rsid w:val="0057222B"/>
    <w:rsid w:val="00572CB4"/>
    <w:rsid w:val="00572EE0"/>
    <w:rsid w:val="00573963"/>
    <w:rsid w:val="00573C76"/>
    <w:rsid w:val="00574148"/>
    <w:rsid w:val="0057416D"/>
    <w:rsid w:val="005744F4"/>
    <w:rsid w:val="0057454C"/>
    <w:rsid w:val="005749B2"/>
    <w:rsid w:val="00574A76"/>
    <w:rsid w:val="00574C83"/>
    <w:rsid w:val="00574F2C"/>
    <w:rsid w:val="00574F8A"/>
    <w:rsid w:val="00575AFE"/>
    <w:rsid w:val="005769C1"/>
    <w:rsid w:val="00576D6E"/>
    <w:rsid w:val="00577105"/>
    <w:rsid w:val="00577256"/>
    <w:rsid w:val="005774CD"/>
    <w:rsid w:val="005775D4"/>
    <w:rsid w:val="005776B4"/>
    <w:rsid w:val="00577DF2"/>
    <w:rsid w:val="00577E9C"/>
    <w:rsid w:val="005806A4"/>
    <w:rsid w:val="00580795"/>
    <w:rsid w:val="0058095E"/>
    <w:rsid w:val="00580B9B"/>
    <w:rsid w:val="00580C68"/>
    <w:rsid w:val="00580F6E"/>
    <w:rsid w:val="00581A6C"/>
    <w:rsid w:val="00581AF2"/>
    <w:rsid w:val="00582466"/>
    <w:rsid w:val="005824B1"/>
    <w:rsid w:val="005824E7"/>
    <w:rsid w:val="0058260F"/>
    <w:rsid w:val="00582A6A"/>
    <w:rsid w:val="0058324E"/>
    <w:rsid w:val="00583527"/>
    <w:rsid w:val="005835E4"/>
    <w:rsid w:val="00583A7F"/>
    <w:rsid w:val="00583B38"/>
    <w:rsid w:val="00583D20"/>
    <w:rsid w:val="00584327"/>
    <w:rsid w:val="0058441D"/>
    <w:rsid w:val="0058448A"/>
    <w:rsid w:val="005845E4"/>
    <w:rsid w:val="00584716"/>
    <w:rsid w:val="00584A86"/>
    <w:rsid w:val="00584CD0"/>
    <w:rsid w:val="00584CD2"/>
    <w:rsid w:val="00585D71"/>
    <w:rsid w:val="00585FD6"/>
    <w:rsid w:val="005861AF"/>
    <w:rsid w:val="00586C16"/>
    <w:rsid w:val="00587016"/>
    <w:rsid w:val="00587144"/>
    <w:rsid w:val="0058738E"/>
    <w:rsid w:val="00587575"/>
    <w:rsid w:val="0058768F"/>
    <w:rsid w:val="0058773F"/>
    <w:rsid w:val="005878AB"/>
    <w:rsid w:val="00587B3F"/>
    <w:rsid w:val="00587D4A"/>
    <w:rsid w:val="00587DC4"/>
    <w:rsid w:val="00587DF8"/>
    <w:rsid w:val="00590081"/>
    <w:rsid w:val="005900DF"/>
    <w:rsid w:val="005901DD"/>
    <w:rsid w:val="00590AE0"/>
    <w:rsid w:val="00592973"/>
    <w:rsid w:val="005929A9"/>
    <w:rsid w:val="00592E03"/>
    <w:rsid w:val="005930A3"/>
    <w:rsid w:val="005932E0"/>
    <w:rsid w:val="0059389A"/>
    <w:rsid w:val="00593ACD"/>
    <w:rsid w:val="0059413D"/>
    <w:rsid w:val="0059473A"/>
    <w:rsid w:val="00594877"/>
    <w:rsid w:val="00594B63"/>
    <w:rsid w:val="00595459"/>
    <w:rsid w:val="0059577D"/>
    <w:rsid w:val="00595A4C"/>
    <w:rsid w:val="00595C12"/>
    <w:rsid w:val="005960BB"/>
    <w:rsid w:val="0059654D"/>
    <w:rsid w:val="00596D65"/>
    <w:rsid w:val="005978F4"/>
    <w:rsid w:val="00597F10"/>
    <w:rsid w:val="005A04C6"/>
    <w:rsid w:val="005A054D"/>
    <w:rsid w:val="005A06EA"/>
    <w:rsid w:val="005A0752"/>
    <w:rsid w:val="005A0785"/>
    <w:rsid w:val="005A0AB0"/>
    <w:rsid w:val="005A0CDF"/>
    <w:rsid w:val="005A0F6E"/>
    <w:rsid w:val="005A0FDA"/>
    <w:rsid w:val="005A132E"/>
    <w:rsid w:val="005A1A70"/>
    <w:rsid w:val="005A1AE6"/>
    <w:rsid w:val="005A1BD3"/>
    <w:rsid w:val="005A2517"/>
    <w:rsid w:val="005A2D00"/>
    <w:rsid w:val="005A2D90"/>
    <w:rsid w:val="005A2F92"/>
    <w:rsid w:val="005A31D1"/>
    <w:rsid w:val="005A35CB"/>
    <w:rsid w:val="005A37C4"/>
    <w:rsid w:val="005A3A95"/>
    <w:rsid w:val="005A3C5C"/>
    <w:rsid w:val="005A3F08"/>
    <w:rsid w:val="005A3F95"/>
    <w:rsid w:val="005A4378"/>
    <w:rsid w:val="005A43CD"/>
    <w:rsid w:val="005A4414"/>
    <w:rsid w:val="005A48BA"/>
    <w:rsid w:val="005A4B47"/>
    <w:rsid w:val="005A4CB4"/>
    <w:rsid w:val="005A4CDB"/>
    <w:rsid w:val="005A4F17"/>
    <w:rsid w:val="005A516B"/>
    <w:rsid w:val="005A52AE"/>
    <w:rsid w:val="005A5416"/>
    <w:rsid w:val="005A5676"/>
    <w:rsid w:val="005A56DD"/>
    <w:rsid w:val="005A5BF8"/>
    <w:rsid w:val="005A6281"/>
    <w:rsid w:val="005A65E6"/>
    <w:rsid w:val="005A699C"/>
    <w:rsid w:val="005A6C06"/>
    <w:rsid w:val="005A6DFC"/>
    <w:rsid w:val="005A6FE7"/>
    <w:rsid w:val="005A70B2"/>
    <w:rsid w:val="005A720A"/>
    <w:rsid w:val="005A7864"/>
    <w:rsid w:val="005A7AB5"/>
    <w:rsid w:val="005A7C58"/>
    <w:rsid w:val="005A7FF3"/>
    <w:rsid w:val="005B0160"/>
    <w:rsid w:val="005B0891"/>
    <w:rsid w:val="005B0974"/>
    <w:rsid w:val="005B0A76"/>
    <w:rsid w:val="005B1813"/>
    <w:rsid w:val="005B1BE8"/>
    <w:rsid w:val="005B1D8A"/>
    <w:rsid w:val="005B207B"/>
    <w:rsid w:val="005B2157"/>
    <w:rsid w:val="005B2603"/>
    <w:rsid w:val="005B27D0"/>
    <w:rsid w:val="005B313E"/>
    <w:rsid w:val="005B3DD5"/>
    <w:rsid w:val="005B43C9"/>
    <w:rsid w:val="005B445F"/>
    <w:rsid w:val="005B4501"/>
    <w:rsid w:val="005B4558"/>
    <w:rsid w:val="005B4CDF"/>
    <w:rsid w:val="005B4E52"/>
    <w:rsid w:val="005B59AA"/>
    <w:rsid w:val="005B6BE9"/>
    <w:rsid w:val="005B6C7E"/>
    <w:rsid w:val="005B6ED1"/>
    <w:rsid w:val="005B7B97"/>
    <w:rsid w:val="005B7D0F"/>
    <w:rsid w:val="005C043C"/>
    <w:rsid w:val="005C0811"/>
    <w:rsid w:val="005C0EA9"/>
    <w:rsid w:val="005C0FFC"/>
    <w:rsid w:val="005C17EC"/>
    <w:rsid w:val="005C1810"/>
    <w:rsid w:val="005C24B2"/>
    <w:rsid w:val="005C3724"/>
    <w:rsid w:val="005C3E95"/>
    <w:rsid w:val="005C46B9"/>
    <w:rsid w:val="005C4B0D"/>
    <w:rsid w:val="005C5643"/>
    <w:rsid w:val="005C5652"/>
    <w:rsid w:val="005C56E4"/>
    <w:rsid w:val="005C5754"/>
    <w:rsid w:val="005C598A"/>
    <w:rsid w:val="005C5EB7"/>
    <w:rsid w:val="005C669A"/>
    <w:rsid w:val="005C6C63"/>
    <w:rsid w:val="005C762D"/>
    <w:rsid w:val="005C7D0C"/>
    <w:rsid w:val="005C7E56"/>
    <w:rsid w:val="005D05C9"/>
    <w:rsid w:val="005D07A3"/>
    <w:rsid w:val="005D0967"/>
    <w:rsid w:val="005D0D13"/>
    <w:rsid w:val="005D1416"/>
    <w:rsid w:val="005D165C"/>
    <w:rsid w:val="005D1C11"/>
    <w:rsid w:val="005D1D43"/>
    <w:rsid w:val="005D208B"/>
    <w:rsid w:val="005D2188"/>
    <w:rsid w:val="005D239D"/>
    <w:rsid w:val="005D2411"/>
    <w:rsid w:val="005D286E"/>
    <w:rsid w:val="005D2F04"/>
    <w:rsid w:val="005D31AA"/>
    <w:rsid w:val="005D36A8"/>
    <w:rsid w:val="005D3B09"/>
    <w:rsid w:val="005D4044"/>
    <w:rsid w:val="005D42D6"/>
    <w:rsid w:val="005D447B"/>
    <w:rsid w:val="005D44AC"/>
    <w:rsid w:val="005D47AA"/>
    <w:rsid w:val="005D4A11"/>
    <w:rsid w:val="005D5611"/>
    <w:rsid w:val="005D5A84"/>
    <w:rsid w:val="005D675E"/>
    <w:rsid w:val="005D6B03"/>
    <w:rsid w:val="005D73F7"/>
    <w:rsid w:val="005D7C2F"/>
    <w:rsid w:val="005D7F35"/>
    <w:rsid w:val="005E09B3"/>
    <w:rsid w:val="005E0A13"/>
    <w:rsid w:val="005E0A1D"/>
    <w:rsid w:val="005E12A6"/>
    <w:rsid w:val="005E19CF"/>
    <w:rsid w:val="005E1C50"/>
    <w:rsid w:val="005E1E15"/>
    <w:rsid w:val="005E1E36"/>
    <w:rsid w:val="005E22F0"/>
    <w:rsid w:val="005E275D"/>
    <w:rsid w:val="005E2A5C"/>
    <w:rsid w:val="005E2D4E"/>
    <w:rsid w:val="005E2EF4"/>
    <w:rsid w:val="005E33A4"/>
    <w:rsid w:val="005E357A"/>
    <w:rsid w:val="005E39C7"/>
    <w:rsid w:val="005E436D"/>
    <w:rsid w:val="005E49EF"/>
    <w:rsid w:val="005E4A27"/>
    <w:rsid w:val="005E4A35"/>
    <w:rsid w:val="005E5043"/>
    <w:rsid w:val="005E51D6"/>
    <w:rsid w:val="005E53F4"/>
    <w:rsid w:val="005E55E1"/>
    <w:rsid w:val="005E56DC"/>
    <w:rsid w:val="005E5C12"/>
    <w:rsid w:val="005E5F08"/>
    <w:rsid w:val="005E77C6"/>
    <w:rsid w:val="005E7CD8"/>
    <w:rsid w:val="005E7DF4"/>
    <w:rsid w:val="005E7F6D"/>
    <w:rsid w:val="005F031B"/>
    <w:rsid w:val="005F0F35"/>
    <w:rsid w:val="005F15B4"/>
    <w:rsid w:val="005F15FB"/>
    <w:rsid w:val="005F1A34"/>
    <w:rsid w:val="005F2C73"/>
    <w:rsid w:val="005F2CA7"/>
    <w:rsid w:val="005F2CBA"/>
    <w:rsid w:val="005F2F24"/>
    <w:rsid w:val="005F2F9B"/>
    <w:rsid w:val="005F2FE6"/>
    <w:rsid w:val="005F42B8"/>
    <w:rsid w:val="005F49A7"/>
    <w:rsid w:val="005F4C91"/>
    <w:rsid w:val="005F4DE5"/>
    <w:rsid w:val="005F591A"/>
    <w:rsid w:val="005F5CB5"/>
    <w:rsid w:val="005F5E88"/>
    <w:rsid w:val="005F623E"/>
    <w:rsid w:val="005F6426"/>
    <w:rsid w:val="005F672A"/>
    <w:rsid w:val="005F6B2D"/>
    <w:rsid w:val="005F7152"/>
    <w:rsid w:val="005F73D0"/>
    <w:rsid w:val="005F7644"/>
    <w:rsid w:val="005F766F"/>
    <w:rsid w:val="005F7673"/>
    <w:rsid w:val="005F7BB4"/>
    <w:rsid w:val="005F7BF4"/>
    <w:rsid w:val="00600BE1"/>
    <w:rsid w:val="006010FD"/>
    <w:rsid w:val="00601518"/>
    <w:rsid w:val="00602BEB"/>
    <w:rsid w:val="00602DD7"/>
    <w:rsid w:val="00602F8B"/>
    <w:rsid w:val="006035CC"/>
    <w:rsid w:val="0060362A"/>
    <w:rsid w:val="00603F3E"/>
    <w:rsid w:val="00603FB8"/>
    <w:rsid w:val="006042E6"/>
    <w:rsid w:val="006044E2"/>
    <w:rsid w:val="00604EA9"/>
    <w:rsid w:val="00605243"/>
    <w:rsid w:val="00605426"/>
    <w:rsid w:val="00605D08"/>
    <w:rsid w:val="00605EF1"/>
    <w:rsid w:val="0060642D"/>
    <w:rsid w:val="0060663D"/>
    <w:rsid w:val="0060680C"/>
    <w:rsid w:val="00606BF9"/>
    <w:rsid w:val="00606E6F"/>
    <w:rsid w:val="006071CB"/>
    <w:rsid w:val="006072B2"/>
    <w:rsid w:val="006073D4"/>
    <w:rsid w:val="00607438"/>
    <w:rsid w:val="006076DD"/>
    <w:rsid w:val="00607E0E"/>
    <w:rsid w:val="00607EB0"/>
    <w:rsid w:val="00607EEE"/>
    <w:rsid w:val="0061018B"/>
    <w:rsid w:val="00610220"/>
    <w:rsid w:val="00611213"/>
    <w:rsid w:val="006117E4"/>
    <w:rsid w:val="006118EF"/>
    <w:rsid w:val="00611A29"/>
    <w:rsid w:val="00611C6F"/>
    <w:rsid w:val="00611D11"/>
    <w:rsid w:val="00611F93"/>
    <w:rsid w:val="00611FC4"/>
    <w:rsid w:val="00612744"/>
    <w:rsid w:val="00612AAA"/>
    <w:rsid w:val="00612D8C"/>
    <w:rsid w:val="00612DBD"/>
    <w:rsid w:val="00612E62"/>
    <w:rsid w:val="00613280"/>
    <w:rsid w:val="006135F1"/>
    <w:rsid w:val="00613C16"/>
    <w:rsid w:val="006141B2"/>
    <w:rsid w:val="006141CD"/>
    <w:rsid w:val="006147F2"/>
    <w:rsid w:val="00614956"/>
    <w:rsid w:val="00614A11"/>
    <w:rsid w:val="00614A70"/>
    <w:rsid w:val="00614B14"/>
    <w:rsid w:val="00614D1F"/>
    <w:rsid w:val="006156B0"/>
    <w:rsid w:val="006159A3"/>
    <w:rsid w:val="00615C75"/>
    <w:rsid w:val="0061640B"/>
    <w:rsid w:val="006169E0"/>
    <w:rsid w:val="00616DBA"/>
    <w:rsid w:val="00620108"/>
    <w:rsid w:val="0062019C"/>
    <w:rsid w:val="0062072D"/>
    <w:rsid w:val="00620E86"/>
    <w:rsid w:val="0062111E"/>
    <w:rsid w:val="00621566"/>
    <w:rsid w:val="00621946"/>
    <w:rsid w:val="00621F0A"/>
    <w:rsid w:val="0062209A"/>
    <w:rsid w:val="00622202"/>
    <w:rsid w:val="006228BA"/>
    <w:rsid w:val="006228E7"/>
    <w:rsid w:val="006232C6"/>
    <w:rsid w:val="00623A7B"/>
    <w:rsid w:val="00623B9F"/>
    <w:rsid w:val="00623C83"/>
    <w:rsid w:val="006249FB"/>
    <w:rsid w:val="00624C2B"/>
    <w:rsid w:val="00624F0D"/>
    <w:rsid w:val="00624FF5"/>
    <w:rsid w:val="00625AD9"/>
    <w:rsid w:val="00625B57"/>
    <w:rsid w:val="006261AC"/>
    <w:rsid w:val="00626CC1"/>
    <w:rsid w:val="00627226"/>
    <w:rsid w:val="0062723D"/>
    <w:rsid w:val="006274F7"/>
    <w:rsid w:val="0062770B"/>
    <w:rsid w:val="0062786C"/>
    <w:rsid w:val="00627AB7"/>
    <w:rsid w:val="00627B23"/>
    <w:rsid w:val="00627BFD"/>
    <w:rsid w:val="00627EC0"/>
    <w:rsid w:val="006303A8"/>
    <w:rsid w:val="00630524"/>
    <w:rsid w:val="00630643"/>
    <w:rsid w:val="006307A1"/>
    <w:rsid w:val="00631973"/>
    <w:rsid w:val="00632773"/>
    <w:rsid w:val="006328A5"/>
    <w:rsid w:val="00632E14"/>
    <w:rsid w:val="00633FE2"/>
    <w:rsid w:val="0063411B"/>
    <w:rsid w:val="00634727"/>
    <w:rsid w:val="00634C16"/>
    <w:rsid w:val="006352B7"/>
    <w:rsid w:val="006352DA"/>
    <w:rsid w:val="0063560F"/>
    <w:rsid w:val="00635758"/>
    <w:rsid w:val="00635AEF"/>
    <w:rsid w:val="00636097"/>
    <w:rsid w:val="006363C5"/>
    <w:rsid w:val="006367C3"/>
    <w:rsid w:val="00636C82"/>
    <w:rsid w:val="00636DB1"/>
    <w:rsid w:val="0063734D"/>
    <w:rsid w:val="00637444"/>
    <w:rsid w:val="00637579"/>
    <w:rsid w:val="00637C92"/>
    <w:rsid w:val="0064058C"/>
    <w:rsid w:val="00640F39"/>
    <w:rsid w:val="00641721"/>
    <w:rsid w:val="0064193F"/>
    <w:rsid w:val="00641F5F"/>
    <w:rsid w:val="00641FC1"/>
    <w:rsid w:val="0064219A"/>
    <w:rsid w:val="00642265"/>
    <w:rsid w:val="00642842"/>
    <w:rsid w:val="0064317E"/>
    <w:rsid w:val="0064328B"/>
    <w:rsid w:val="0064362D"/>
    <w:rsid w:val="00643CE5"/>
    <w:rsid w:val="00643E82"/>
    <w:rsid w:val="006440A4"/>
    <w:rsid w:val="006441A8"/>
    <w:rsid w:val="006443AE"/>
    <w:rsid w:val="00644542"/>
    <w:rsid w:val="00644DD8"/>
    <w:rsid w:val="00645ADA"/>
    <w:rsid w:val="00645BCB"/>
    <w:rsid w:val="00646B55"/>
    <w:rsid w:val="00646F0D"/>
    <w:rsid w:val="00647135"/>
    <w:rsid w:val="0064724F"/>
    <w:rsid w:val="006472A2"/>
    <w:rsid w:val="0064781C"/>
    <w:rsid w:val="00647A40"/>
    <w:rsid w:val="00647A78"/>
    <w:rsid w:val="00650564"/>
    <w:rsid w:val="0065068B"/>
    <w:rsid w:val="006508D7"/>
    <w:rsid w:val="00651143"/>
    <w:rsid w:val="006511D1"/>
    <w:rsid w:val="00651343"/>
    <w:rsid w:val="00651377"/>
    <w:rsid w:val="00651475"/>
    <w:rsid w:val="00651A0F"/>
    <w:rsid w:val="00651E12"/>
    <w:rsid w:val="0065209D"/>
    <w:rsid w:val="0065213B"/>
    <w:rsid w:val="00652396"/>
    <w:rsid w:val="00652E7D"/>
    <w:rsid w:val="00653470"/>
    <w:rsid w:val="00653538"/>
    <w:rsid w:val="0065357F"/>
    <w:rsid w:val="00653A4E"/>
    <w:rsid w:val="00653BEA"/>
    <w:rsid w:val="00654BC3"/>
    <w:rsid w:val="00655330"/>
    <w:rsid w:val="00655B2D"/>
    <w:rsid w:val="006563DC"/>
    <w:rsid w:val="0065659C"/>
    <w:rsid w:val="00656657"/>
    <w:rsid w:val="00656729"/>
    <w:rsid w:val="00656A2D"/>
    <w:rsid w:val="006571E1"/>
    <w:rsid w:val="00657376"/>
    <w:rsid w:val="006573D4"/>
    <w:rsid w:val="00657753"/>
    <w:rsid w:val="006605A0"/>
    <w:rsid w:val="00660D94"/>
    <w:rsid w:val="00660DD2"/>
    <w:rsid w:val="0066123B"/>
    <w:rsid w:val="00661C06"/>
    <w:rsid w:val="00661C29"/>
    <w:rsid w:val="006620D5"/>
    <w:rsid w:val="00662262"/>
    <w:rsid w:val="00662B91"/>
    <w:rsid w:val="00662C0E"/>
    <w:rsid w:val="00662EA2"/>
    <w:rsid w:val="006632FF"/>
    <w:rsid w:val="006637F1"/>
    <w:rsid w:val="00663D4A"/>
    <w:rsid w:val="00663D66"/>
    <w:rsid w:val="0066440E"/>
    <w:rsid w:val="0066545C"/>
    <w:rsid w:val="00665CB6"/>
    <w:rsid w:val="00665F5C"/>
    <w:rsid w:val="006660ED"/>
    <w:rsid w:val="00666426"/>
    <w:rsid w:val="0066646F"/>
    <w:rsid w:val="00666570"/>
    <w:rsid w:val="00666790"/>
    <w:rsid w:val="00666E18"/>
    <w:rsid w:val="00666EE4"/>
    <w:rsid w:val="00666FE4"/>
    <w:rsid w:val="006674ED"/>
    <w:rsid w:val="00667758"/>
    <w:rsid w:val="0066780C"/>
    <w:rsid w:val="00670379"/>
    <w:rsid w:val="006710FB"/>
    <w:rsid w:val="00671A96"/>
    <w:rsid w:val="00672B53"/>
    <w:rsid w:val="00672B6A"/>
    <w:rsid w:val="00672C47"/>
    <w:rsid w:val="00673360"/>
    <w:rsid w:val="0067356D"/>
    <w:rsid w:val="006745E1"/>
    <w:rsid w:val="0067488D"/>
    <w:rsid w:val="00674BE1"/>
    <w:rsid w:val="00675295"/>
    <w:rsid w:val="006752EB"/>
    <w:rsid w:val="00675408"/>
    <w:rsid w:val="0067576E"/>
    <w:rsid w:val="006758BC"/>
    <w:rsid w:val="00675BB7"/>
    <w:rsid w:val="00675D10"/>
    <w:rsid w:val="00675DB6"/>
    <w:rsid w:val="00675FC4"/>
    <w:rsid w:val="006761C7"/>
    <w:rsid w:val="00676357"/>
    <w:rsid w:val="006764A2"/>
    <w:rsid w:val="00676B92"/>
    <w:rsid w:val="0067704E"/>
    <w:rsid w:val="0067739C"/>
    <w:rsid w:val="006776DD"/>
    <w:rsid w:val="00677CE1"/>
    <w:rsid w:val="00677DCD"/>
    <w:rsid w:val="006804CD"/>
    <w:rsid w:val="00680AD9"/>
    <w:rsid w:val="00680BD8"/>
    <w:rsid w:val="00680D68"/>
    <w:rsid w:val="006811C9"/>
    <w:rsid w:val="0068158D"/>
    <w:rsid w:val="006820AD"/>
    <w:rsid w:val="006829B4"/>
    <w:rsid w:val="00683538"/>
    <w:rsid w:val="0068365F"/>
    <w:rsid w:val="00683917"/>
    <w:rsid w:val="006844A6"/>
    <w:rsid w:val="006844E0"/>
    <w:rsid w:val="006848E0"/>
    <w:rsid w:val="00684E8C"/>
    <w:rsid w:val="00684ECE"/>
    <w:rsid w:val="006852D6"/>
    <w:rsid w:val="0068565F"/>
    <w:rsid w:val="006857EB"/>
    <w:rsid w:val="00685AEA"/>
    <w:rsid w:val="00685BC4"/>
    <w:rsid w:val="00685E07"/>
    <w:rsid w:val="00686403"/>
    <w:rsid w:val="00686452"/>
    <w:rsid w:val="00686A6B"/>
    <w:rsid w:val="00686B5D"/>
    <w:rsid w:val="00686DBB"/>
    <w:rsid w:val="00686DFD"/>
    <w:rsid w:val="006873B9"/>
    <w:rsid w:val="006877CC"/>
    <w:rsid w:val="0068796C"/>
    <w:rsid w:val="00687B55"/>
    <w:rsid w:val="00687E74"/>
    <w:rsid w:val="00690977"/>
    <w:rsid w:val="006911A7"/>
    <w:rsid w:val="006911B1"/>
    <w:rsid w:val="0069171E"/>
    <w:rsid w:val="00691E32"/>
    <w:rsid w:val="00691E8D"/>
    <w:rsid w:val="00691ED9"/>
    <w:rsid w:val="00692082"/>
    <w:rsid w:val="006920E7"/>
    <w:rsid w:val="006924EC"/>
    <w:rsid w:val="00692A4A"/>
    <w:rsid w:val="00692D93"/>
    <w:rsid w:val="006932DF"/>
    <w:rsid w:val="00693BFE"/>
    <w:rsid w:val="00693CF7"/>
    <w:rsid w:val="006943C3"/>
    <w:rsid w:val="00694411"/>
    <w:rsid w:val="0069443F"/>
    <w:rsid w:val="006947F0"/>
    <w:rsid w:val="006947F6"/>
    <w:rsid w:val="00694D80"/>
    <w:rsid w:val="006950D9"/>
    <w:rsid w:val="006954ED"/>
    <w:rsid w:val="00695810"/>
    <w:rsid w:val="00695A76"/>
    <w:rsid w:val="0069610E"/>
    <w:rsid w:val="00696358"/>
    <w:rsid w:val="006964A4"/>
    <w:rsid w:val="006965C9"/>
    <w:rsid w:val="006967CC"/>
    <w:rsid w:val="00696DFA"/>
    <w:rsid w:val="00697092"/>
    <w:rsid w:val="00697441"/>
    <w:rsid w:val="00697D83"/>
    <w:rsid w:val="006A077D"/>
    <w:rsid w:val="006A1980"/>
    <w:rsid w:val="006A1C66"/>
    <w:rsid w:val="006A1DF0"/>
    <w:rsid w:val="006A2041"/>
    <w:rsid w:val="006A219A"/>
    <w:rsid w:val="006A2328"/>
    <w:rsid w:val="006A2549"/>
    <w:rsid w:val="006A2C26"/>
    <w:rsid w:val="006A2DCB"/>
    <w:rsid w:val="006A3837"/>
    <w:rsid w:val="006A384F"/>
    <w:rsid w:val="006A39DD"/>
    <w:rsid w:val="006A3E2C"/>
    <w:rsid w:val="006A3FC0"/>
    <w:rsid w:val="006A432D"/>
    <w:rsid w:val="006A4345"/>
    <w:rsid w:val="006A44C8"/>
    <w:rsid w:val="006A4D53"/>
    <w:rsid w:val="006A4E8E"/>
    <w:rsid w:val="006A5DF2"/>
    <w:rsid w:val="006A5F90"/>
    <w:rsid w:val="006A6506"/>
    <w:rsid w:val="006A6904"/>
    <w:rsid w:val="006A75D1"/>
    <w:rsid w:val="006A7A7A"/>
    <w:rsid w:val="006A7E73"/>
    <w:rsid w:val="006A7EC3"/>
    <w:rsid w:val="006A7FCE"/>
    <w:rsid w:val="006B06EE"/>
    <w:rsid w:val="006B0D3A"/>
    <w:rsid w:val="006B0D94"/>
    <w:rsid w:val="006B105E"/>
    <w:rsid w:val="006B13AD"/>
    <w:rsid w:val="006B14D8"/>
    <w:rsid w:val="006B1594"/>
    <w:rsid w:val="006B2093"/>
    <w:rsid w:val="006B22AF"/>
    <w:rsid w:val="006B22D8"/>
    <w:rsid w:val="006B2837"/>
    <w:rsid w:val="006B29A0"/>
    <w:rsid w:val="006B2B87"/>
    <w:rsid w:val="006B2CDE"/>
    <w:rsid w:val="006B2DBD"/>
    <w:rsid w:val="006B3109"/>
    <w:rsid w:val="006B31F2"/>
    <w:rsid w:val="006B35BB"/>
    <w:rsid w:val="006B3842"/>
    <w:rsid w:val="006B3A52"/>
    <w:rsid w:val="006B3C5F"/>
    <w:rsid w:val="006B3C62"/>
    <w:rsid w:val="006B3D11"/>
    <w:rsid w:val="006B3EA5"/>
    <w:rsid w:val="006B402A"/>
    <w:rsid w:val="006B46ED"/>
    <w:rsid w:val="006B4D7F"/>
    <w:rsid w:val="006B4E36"/>
    <w:rsid w:val="006B4EB7"/>
    <w:rsid w:val="006B62DF"/>
    <w:rsid w:val="006B6322"/>
    <w:rsid w:val="006B6462"/>
    <w:rsid w:val="006B67A5"/>
    <w:rsid w:val="006B690D"/>
    <w:rsid w:val="006B6951"/>
    <w:rsid w:val="006B6B09"/>
    <w:rsid w:val="006B6D13"/>
    <w:rsid w:val="006B7660"/>
    <w:rsid w:val="006B7FC2"/>
    <w:rsid w:val="006C07A3"/>
    <w:rsid w:val="006C12BB"/>
    <w:rsid w:val="006C130E"/>
    <w:rsid w:val="006C159F"/>
    <w:rsid w:val="006C1D0C"/>
    <w:rsid w:val="006C20BA"/>
    <w:rsid w:val="006C279B"/>
    <w:rsid w:val="006C3569"/>
    <w:rsid w:val="006C3B3C"/>
    <w:rsid w:val="006C3BA1"/>
    <w:rsid w:val="006C45B3"/>
    <w:rsid w:val="006C478E"/>
    <w:rsid w:val="006C48C3"/>
    <w:rsid w:val="006C4B4C"/>
    <w:rsid w:val="006C512C"/>
    <w:rsid w:val="006C54B6"/>
    <w:rsid w:val="006C5676"/>
    <w:rsid w:val="006C57E6"/>
    <w:rsid w:val="006C5FEC"/>
    <w:rsid w:val="006C6274"/>
    <w:rsid w:val="006C71BF"/>
    <w:rsid w:val="006C7204"/>
    <w:rsid w:val="006C75E5"/>
    <w:rsid w:val="006C7999"/>
    <w:rsid w:val="006C7B4A"/>
    <w:rsid w:val="006D08A6"/>
    <w:rsid w:val="006D1064"/>
    <w:rsid w:val="006D141B"/>
    <w:rsid w:val="006D1D89"/>
    <w:rsid w:val="006D219B"/>
    <w:rsid w:val="006D219E"/>
    <w:rsid w:val="006D2CED"/>
    <w:rsid w:val="006D2F6A"/>
    <w:rsid w:val="006D2FDD"/>
    <w:rsid w:val="006D30A0"/>
    <w:rsid w:val="006D31A9"/>
    <w:rsid w:val="006D326C"/>
    <w:rsid w:val="006D34A7"/>
    <w:rsid w:val="006D35AF"/>
    <w:rsid w:val="006D35D7"/>
    <w:rsid w:val="006D3C20"/>
    <w:rsid w:val="006D3CA1"/>
    <w:rsid w:val="006D3F52"/>
    <w:rsid w:val="006D40C4"/>
    <w:rsid w:val="006D465F"/>
    <w:rsid w:val="006D4D85"/>
    <w:rsid w:val="006D511D"/>
    <w:rsid w:val="006D589C"/>
    <w:rsid w:val="006D622B"/>
    <w:rsid w:val="006D700F"/>
    <w:rsid w:val="006D70BD"/>
    <w:rsid w:val="006D73E3"/>
    <w:rsid w:val="006D753F"/>
    <w:rsid w:val="006D7936"/>
    <w:rsid w:val="006D7B18"/>
    <w:rsid w:val="006E0381"/>
    <w:rsid w:val="006E09A7"/>
    <w:rsid w:val="006E0D0D"/>
    <w:rsid w:val="006E14CF"/>
    <w:rsid w:val="006E17E3"/>
    <w:rsid w:val="006E1AA8"/>
    <w:rsid w:val="006E1C65"/>
    <w:rsid w:val="006E287E"/>
    <w:rsid w:val="006E327B"/>
    <w:rsid w:val="006E340C"/>
    <w:rsid w:val="006E3936"/>
    <w:rsid w:val="006E3942"/>
    <w:rsid w:val="006E3E79"/>
    <w:rsid w:val="006E3F18"/>
    <w:rsid w:val="006E472E"/>
    <w:rsid w:val="006E486D"/>
    <w:rsid w:val="006E489B"/>
    <w:rsid w:val="006E52D8"/>
    <w:rsid w:val="006E5F63"/>
    <w:rsid w:val="006E6123"/>
    <w:rsid w:val="006E6813"/>
    <w:rsid w:val="006E6A66"/>
    <w:rsid w:val="006E72C8"/>
    <w:rsid w:val="006E732C"/>
    <w:rsid w:val="006E758D"/>
    <w:rsid w:val="006E7930"/>
    <w:rsid w:val="006E7960"/>
    <w:rsid w:val="006E7F03"/>
    <w:rsid w:val="006F0CFB"/>
    <w:rsid w:val="006F122D"/>
    <w:rsid w:val="006F174C"/>
    <w:rsid w:val="006F1881"/>
    <w:rsid w:val="006F1B53"/>
    <w:rsid w:val="006F20A7"/>
    <w:rsid w:val="006F247D"/>
    <w:rsid w:val="006F250A"/>
    <w:rsid w:val="006F2B11"/>
    <w:rsid w:val="006F2D56"/>
    <w:rsid w:val="006F36C5"/>
    <w:rsid w:val="006F3A37"/>
    <w:rsid w:val="006F3C0F"/>
    <w:rsid w:val="006F3F23"/>
    <w:rsid w:val="006F43A9"/>
    <w:rsid w:val="006F452E"/>
    <w:rsid w:val="006F4907"/>
    <w:rsid w:val="006F4B58"/>
    <w:rsid w:val="006F562C"/>
    <w:rsid w:val="006F57E4"/>
    <w:rsid w:val="006F5DA4"/>
    <w:rsid w:val="006F6300"/>
    <w:rsid w:val="006F65B6"/>
    <w:rsid w:val="006F696E"/>
    <w:rsid w:val="006F6F98"/>
    <w:rsid w:val="006F787D"/>
    <w:rsid w:val="006F788D"/>
    <w:rsid w:val="006F79BF"/>
    <w:rsid w:val="006F7A1F"/>
    <w:rsid w:val="006F7BE5"/>
    <w:rsid w:val="006F7D55"/>
    <w:rsid w:val="006F7FF6"/>
    <w:rsid w:val="00700965"/>
    <w:rsid w:val="00700B1D"/>
    <w:rsid w:val="00700F47"/>
    <w:rsid w:val="00700FC1"/>
    <w:rsid w:val="007014AF"/>
    <w:rsid w:val="007019B3"/>
    <w:rsid w:val="007028FD"/>
    <w:rsid w:val="00702EC5"/>
    <w:rsid w:val="007035B5"/>
    <w:rsid w:val="007037B9"/>
    <w:rsid w:val="00703A6F"/>
    <w:rsid w:val="0070418C"/>
    <w:rsid w:val="007046EE"/>
    <w:rsid w:val="00704821"/>
    <w:rsid w:val="00704DA9"/>
    <w:rsid w:val="007052E1"/>
    <w:rsid w:val="00705680"/>
    <w:rsid w:val="007059D2"/>
    <w:rsid w:val="00705B91"/>
    <w:rsid w:val="00706450"/>
    <w:rsid w:val="007065F3"/>
    <w:rsid w:val="0070689D"/>
    <w:rsid w:val="00707642"/>
    <w:rsid w:val="0070784C"/>
    <w:rsid w:val="007106C5"/>
    <w:rsid w:val="007106D6"/>
    <w:rsid w:val="00710749"/>
    <w:rsid w:val="0071075F"/>
    <w:rsid w:val="007117B7"/>
    <w:rsid w:val="007117CF"/>
    <w:rsid w:val="007117D8"/>
    <w:rsid w:val="00711DF5"/>
    <w:rsid w:val="00711ED9"/>
    <w:rsid w:val="00711F64"/>
    <w:rsid w:val="00712335"/>
    <w:rsid w:val="007125E4"/>
    <w:rsid w:val="007126A0"/>
    <w:rsid w:val="00712F59"/>
    <w:rsid w:val="00713072"/>
    <w:rsid w:val="007131FD"/>
    <w:rsid w:val="00713892"/>
    <w:rsid w:val="00714084"/>
    <w:rsid w:val="007142E1"/>
    <w:rsid w:val="007144A1"/>
    <w:rsid w:val="00715060"/>
    <w:rsid w:val="00715760"/>
    <w:rsid w:val="007159A8"/>
    <w:rsid w:val="007159D3"/>
    <w:rsid w:val="00715CE6"/>
    <w:rsid w:val="00715EAB"/>
    <w:rsid w:val="00715F3B"/>
    <w:rsid w:val="007160B5"/>
    <w:rsid w:val="00716232"/>
    <w:rsid w:val="00716F3D"/>
    <w:rsid w:val="00717A20"/>
    <w:rsid w:val="00717AB6"/>
    <w:rsid w:val="00717CBD"/>
    <w:rsid w:val="00720423"/>
    <w:rsid w:val="0072047F"/>
    <w:rsid w:val="00720A5C"/>
    <w:rsid w:val="00720A64"/>
    <w:rsid w:val="00721153"/>
    <w:rsid w:val="007212B7"/>
    <w:rsid w:val="00721820"/>
    <w:rsid w:val="00721B02"/>
    <w:rsid w:val="00722125"/>
    <w:rsid w:val="00722E79"/>
    <w:rsid w:val="0072342E"/>
    <w:rsid w:val="007237A0"/>
    <w:rsid w:val="00723A3B"/>
    <w:rsid w:val="00723D46"/>
    <w:rsid w:val="00723F44"/>
    <w:rsid w:val="00724518"/>
    <w:rsid w:val="00724598"/>
    <w:rsid w:val="00724872"/>
    <w:rsid w:val="00724C33"/>
    <w:rsid w:val="00724C3E"/>
    <w:rsid w:val="00725194"/>
    <w:rsid w:val="007251D0"/>
    <w:rsid w:val="00725699"/>
    <w:rsid w:val="007257B8"/>
    <w:rsid w:val="00725B2A"/>
    <w:rsid w:val="00725E6A"/>
    <w:rsid w:val="007264A0"/>
    <w:rsid w:val="007267DB"/>
    <w:rsid w:val="007270B6"/>
    <w:rsid w:val="007273AE"/>
    <w:rsid w:val="007276D9"/>
    <w:rsid w:val="00727D32"/>
    <w:rsid w:val="00727E04"/>
    <w:rsid w:val="00730408"/>
    <w:rsid w:val="00730A3F"/>
    <w:rsid w:val="00730DD1"/>
    <w:rsid w:val="00731183"/>
    <w:rsid w:val="007311E0"/>
    <w:rsid w:val="0073166A"/>
    <w:rsid w:val="007318D3"/>
    <w:rsid w:val="00731AB9"/>
    <w:rsid w:val="00731DCD"/>
    <w:rsid w:val="007320E2"/>
    <w:rsid w:val="007322A8"/>
    <w:rsid w:val="0073253E"/>
    <w:rsid w:val="007325E5"/>
    <w:rsid w:val="0073316C"/>
    <w:rsid w:val="007332C1"/>
    <w:rsid w:val="007332E3"/>
    <w:rsid w:val="00733360"/>
    <w:rsid w:val="007339D7"/>
    <w:rsid w:val="00733A8E"/>
    <w:rsid w:val="00734631"/>
    <w:rsid w:val="00734727"/>
    <w:rsid w:val="00734868"/>
    <w:rsid w:val="0073496C"/>
    <w:rsid w:val="00734995"/>
    <w:rsid w:val="00734A50"/>
    <w:rsid w:val="00734C31"/>
    <w:rsid w:val="00734E98"/>
    <w:rsid w:val="00734EA5"/>
    <w:rsid w:val="007350AD"/>
    <w:rsid w:val="00735179"/>
    <w:rsid w:val="00735699"/>
    <w:rsid w:val="0073595A"/>
    <w:rsid w:val="007359BD"/>
    <w:rsid w:val="00735D7D"/>
    <w:rsid w:val="0073646F"/>
    <w:rsid w:val="00736725"/>
    <w:rsid w:val="00736CAC"/>
    <w:rsid w:val="00736F26"/>
    <w:rsid w:val="00736F88"/>
    <w:rsid w:val="00737033"/>
    <w:rsid w:val="007375E3"/>
    <w:rsid w:val="00737676"/>
    <w:rsid w:val="00737940"/>
    <w:rsid w:val="00737D3C"/>
    <w:rsid w:val="00737FEE"/>
    <w:rsid w:val="00740010"/>
    <w:rsid w:val="0074012C"/>
    <w:rsid w:val="007402C5"/>
    <w:rsid w:val="007402F3"/>
    <w:rsid w:val="0074061C"/>
    <w:rsid w:val="00740A56"/>
    <w:rsid w:val="007416D0"/>
    <w:rsid w:val="00741701"/>
    <w:rsid w:val="00741724"/>
    <w:rsid w:val="00741A4B"/>
    <w:rsid w:val="00741D83"/>
    <w:rsid w:val="00742478"/>
    <w:rsid w:val="0074290B"/>
    <w:rsid w:val="007429B1"/>
    <w:rsid w:val="00742A6F"/>
    <w:rsid w:val="00742AB0"/>
    <w:rsid w:val="00742D8A"/>
    <w:rsid w:val="007435AC"/>
    <w:rsid w:val="00743C41"/>
    <w:rsid w:val="0074407E"/>
    <w:rsid w:val="007447A7"/>
    <w:rsid w:val="00744EDE"/>
    <w:rsid w:val="00745160"/>
    <w:rsid w:val="00745277"/>
    <w:rsid w:val="00745E04"/>
    <w:rsid w:val="007463DE"/>
    <w:rsid w:val="00746845"/>
    <w:rsid w:val="00746949"/>
    <w:rsid w:val="00747029"/>
    <w:rsid w:val="00747233"/>
    <w:rsid w:val="0074764F"/>
    <w:rsid w:val="007476FB"/>
    <w:rsid w:val="00747855"/>
    <w:rsid w:val="00747988"/>
    <w:rsid w:val="00750346"/>
    <w:rsid w:val="007507AF"/>
    <w:rsid w:val="00750F8B"/>
    <w:rsid w:val="00751B52"/>
    <w:rsid w:val="00751E71"/>
    <w:rsid w:val="00752929"/>
    <w:rsid w:val="007529E5"/>
    <w:rsid w:val="00752D9A"/>
    <w:rsid w:val="00753351"/>
    <w:rsid w:val="007536F7"/>
    <w:rsid w:val="007538D3"/>
    <w:rsid w:val="00753C7C"/>
    <w:rsid w:val="00754016"/>
    <w:rsid w:val="0075464D"/>
    <w:rsid w:val="0075485F"/>
    <w:rsid w:val="00754907"/>
    <w:rsid w:val="00755B33"/>
    <w:rsid w:val="0075604B"/>
    <w:rsid w:val="00756090"/>
    <w:rsid w:val="00756B38"/>
    <w:rsid w:val="00756D36"/>
    <w:rsid w:val="007571B2"/>
    <w:rsid w:val="0075735B"/>
    <w:rsid w:val="00757656"/>
    <w:rsid w:val="007578F3"/>
    <w:rsid w:val="007601FB"/>
    <w:rsid w:val="00760687"/>
    <w:rsid w:val="007613C5"/>
    <w:rsid w:val="0076240B"/>
    <w:rsid w:val="00762B4A"/>
    <w:rsid w:val="00763039"/>
    <w:rsid w:val="007632B4"/>
    <w:rsid w:val="007633C6"/>
    <w:rsid w:val="00763B47"/>
    <w:rsid w:val="00763C67"/>
    <w:rsid w:val="00763C81"/>
    <w:rsid w:val="00763D67"/>
    <w:rsid w:val="00764109"/>
    <w:rsid w:val="00764179"/>
    <w:rsid w:val="007649D2"/>
    <w:rsid w:val="00764A0F"/>
    <w:rsid w:val="00764C35"/>
    <w:rsid w:val="007652DF"/>
    <w:rsid w:val="00765433"/>
    <w:rsid w:val="007657B5"/>
    <w:rsid w:val="00765EFD"/>
    <w:rsid w:val="0076608E"/>
    <w:rsid w:val="00766170"/>
    <w:rsid w:val="00766564"/>
    <w:rsid w:val="00766BB9"/>
    <w:rsid w:val="0076713C"/>
    <w:rsid w:val="007672D8"/>
    <w:rsid w:val="0077115C"/>
    <w:rsid w:val="007719B5"/>
    <w:rsid w:val="00771A52"/>
    <w:rsid w:val="00771C5A"/>
    <w:rsid w:val="00771C75"/>
    <w:rsid w:val="00771EBE"/>
    <w:rsid w:val="007720DA"/>
    <w:rsid w:val="00772DD8"/>
    <w:rsid w:val="007731B0"/>
    <w:rsid w:val="007731BD"/>
    <w:rsid w:val="00773477"/>
    <w:rsid w:val="007739EB"/>
    <w:rsid w:val="00773A85"/>
    <w:rsid w:val="00773E5A"/>
    <w:rsid w:val="007740A5"/>
    <w:rsid w:val="00774C9A"/>
    <w:rsid w:val="00774D72"/>
    <w:rsid w:val="00775368"/>
    <w:rsid w:val="00775570"/>
    <w:rsid w:val="00775B54"/>
    <w:rsid w:val="0077646D"/>
    <w:rsid w:val="007764C6"/>
    <w:rsid w:val="00776665"/>
    <w:rsid w:val="00776854"/>
    <w:rsid w:val="0077696B"/>
    <w:rsid w:val="00776D09"/>
    <w:rsid w:val="0077704F"/>
    <w:rsid w:val="0077715E"/>
    <w:rsid w:val="007774AC"/>
    <w:rsid w:val="007775B4"/>
    <w:rsid w:val="0077799D"/>
    <w:rsid w:val="00777C48"/>
    <w:rsid w:val="0078057A"/>
    <w:rsid w:val="00780E49"/>
    <w:rsid w:val="00780FA9"/>
    <w:rsid w:val="00781042"/>
    <w:rsid w:val="0078105B"/>
    <w:rsid w:val="007814EB"/>
    <w:rsid w:val="00781AE0"/>
    <w:rsid w:val="007826F8"/>
    <w:rsid w:val="007827FD"/>
    <w:rsid w:val="00782DA0"/>
    <w:rsid w:val="00782E93"/>
    <w:rsid w:val="00783331"/>
    <w:rsid w:val="007835A2"/>
    <w:rsid w:val="00783A0E"/>
    <w:rsid w:val="00783BBD"/>
    <w:rsid w:val="00783DB4"/>
    <w:rsid w:val="0078408F"/>
    <w:rsid w:val="00784499"/>
    <w:rsid w:val="007849BF"/>
    <w:rsid w:val="00784DC5"/>
    <w:rsid w:val="00784F4F"/>
    <w:rsid w:val="00784F59"/>
    <w:rsid w:val="0078562A"/>
    <w:rsid w:val="00785DAE"/>
    <w:rsid w:val="0078601E"/>
    <w:rsid w:val="0078643E"/>
    <w:rsid w:val="007865AC"/>
    <w:rsid w:val="00786826"/>
    <w:rsid w:val="00786A6E"/>
    <w:rsid w:val="00787244"/>
    <w:rsid w:val="00787C1A"/>
    <w:rsid w:val="00787C53"/>
    <w:rsid w:val="00787E0A"/>
    <w:rsid w:val="00787F0F"/>
    <w:rsid w:val="00790042"/>
    <w:rsid w:val="0079067E"/>
    <w:rsid w:val="00790B58"/>
    <w:rsid w:val="00790E32"/>
    <w:rsid w:val="00790F27"/>
    <w:rsid w:val="00791098"/>
    <w:rsid w:val="00791186"/>
    <w:rsid w:val="007912FF"/>
    <w:rsid w:val="00791337"/>
    <w:rsid w:val="007915FC"/>
    <w:rsid w:val="00791835"/>
    <w:rsid w:val="00791A8C"/>
    <w:rsid w:val="00791BFF"/>
    <w:rsid w:val="00791D59"/>
    <w:rsid w:val="00792184"/>
    <w:rsid w:val="0079261A"/>
    <w:rsid w:val="00792692"/>
    <w:rsid w:val="0079274D"/>
    <w:rsid w:val="00792F1A"/>
    <w:rsid w:val="0079346E"/>
    <w:rsid w:val="00793490"/>
    <w:rsid w:val="007935B2"/>
    <w:rsid w:val="00793A9D"/>
    <w:rsid w:val="00793E37"/>
    <w:rsid w:val="007947F3"/>
    <w:rsid w:val="00794B1A"/>
    <w:rsid w:val="00795201"/>
    <w:rsid w:val="007959C2"/>
    <w:rsid w:val="0079606A"/>
    <w:rsid w:val="007960F4"/>
    <w:rsid w:val="0079616A"/>
    <w:rsid w:val="00796866"/>
    <w:rsid w:val="00796F00"/>
    <w:rsid w:val="00796F3F"/>
    <w:rsid w:val="00796F75"/>
    <w:rsid w:val="007972A7"/>
    <w:rsid w:val="00797F86"/>
    <w:rsid w:val="007A0483"/>
    <w:rsid w:val="007A05FE"/>
    <w:rsid w:val="007A0825"/>
    <w:rsid w:val="007A096B"/>
    <w:rsid w:val="007A12C2"/>
    <w:rsid w:val="007A1416"/>
    <w:rsid w:val="007A1467"/>
    <w:rsid w:val="007A178D"/>
    <w:rsid w:val="007A18D7"/>
    <w:rsid w:val="007A19AC"/>
    <w:rsid w:val="007A2139"/>
    <w:rsid w:val="007A24A8"/>
    <w:rsid w:val="007A29DA"/>
    <w:rsid w:val="007A4761"/>
    <w:rsid w:val="007A4F07"/>
    <w:rsid w:val="007A5D91"/>
    <w:rsid w:val="007A6262"/>
    <w:rsid w:val="007A642F"/>
    <w:rsid w:val="007A64D7"/>
    <w:rsid w:val="007A6EA5"/>
    <w:rsid w:val="007A741D"/>
    <w:rsid w:val="007A7669"/>
    <w:rsid w:val="007A78E0"/>
    <w:rsid w:val="007A7B9B"/>
    <w:rsid w:val="007B0101"/>
    <w:rsid w:val="007B02C8"/>
    <w:rsid w:val="007B0628"/>
    <w:rsid w:val="007B0D2F"/>
    <w:rsid w:val="007B0E58"/>
    <w:rsid w:val="007B1079"/>
    <w:rsid w:val="007B1212"/>
    <w:rsid w:val="007B1257"/>
    <w:rsid w:val="007B1298"/>
    <w:rsid w:val="007B12A8"/>
    <w:rsid w:val="007B130D"/>
    <w:rsid w:val="007B1323"/>
    <w:rsid w:val="007B156B"/>
    <w:rsid w:val="007B1B21"/>
    <w:rsid w:val="007B2098"/>
    <w:rsid w:val="007B2196"/>
    <w:rsid w:val="007B256A"/>
    <w:rsid w:val="007B2AA8"/>
    <w:rsid w:val="007B2DD6"/>
    <w:rsid w:val="007B35E5"/>
    <w:rsid w:val="007B375B"/>
    <w:rsid w:val="007B3B8B"/>
    <w:rsid w:val="007B3FAA"/>
    <w:rsid w:val="007B429D"/>
    <w:rsid w:val="007B4374"/>
    <w:rsid w:val="007B473C"/>
    <w:rsid w:val="007B482A"/>
    <w:rsid w:val="007B4899"/>
    <w:rsid w:val="007B4E37"/>
    <w:rsid w:val="007B5152"/>
    <w:rsid w:val="007B5761"/>
    <w:rsid w:val="007B5AB9"/>
    <w:rsid w:val="007B5E8B"/>
    <w:rsid w:val="007B6478"/>
    <w:rsid w:val="007B69E1"/>
    <w:rsid w:val="007B7205"/>
    <w:rsid w:val="007B7348"/>
    <w:rsid w:val="007B774D"/>
    <w:rsid w:val="007B774E"/>
    <w:rsid w:val="007B79A3"/>
    <w:rsid w:val="007B7F40"/>
    <w:rsid w:val="007C0A70"/>
    <w:rsid w:val="007C188C"/>
    <w:rsid w:val="007C18EF"/>
    <w:rsid w:val="007C1CE3"/>
    <w:rsid w:val="007C2014"/>
    <w:rsid w:val="007C2049"/>
    <w:rsid w:val="007C23DB"/>
    <w:rsid w:val="007C27A0"/>
    <w:rsid w:val="007C2A46"/>
    <w:rsid w:val="007C2DC3"/>
    <w:rsid w:val="007C2EDF"/>
    <w:rsid w:val="007C31C5"/>
    <w:rsid w:val="007C3521"/>
    <w:rsid w:val="007C41E6"/>
    <w:rsid w:val="007C4A8F"/>
    <w:rsid w:val="007C4BA2"/>
    <w:rsid w:val="007C4C61"/>
    <w:rsid w:val="007C4C87"/>
    <w:rsid w:val="007C4CA1"/>
    <w:rsid w:val="007C5601"/>
    <w:rsid w:val="007C5789"/>
    <w:rsid w:val="007C5B39"/>
    <w:rsid w:val="007C5F00"/>
    <w:rsid w:val="007C60C4"/>
    <w:rsid w:val="007C66DC"/>
    <w:rsid w:val="007C6A75"/>
    <w:rsid w:val="007C6D76"/>
    <w:rsid w:val="007C716B"/>
    <w:rsid w:val="007C7BCE"/>
    <w:rsid w:val="007C7C21"/>
    <w:rsid w:val="007D05B6"/>
    <w:rsid w:val="007D125F"/>
    <w:rsid w:val="007D12F4"/>
    <w:rsid w:val="007D14C3"/>
    <w:rsid w:val="007D1699"/>
    <w:rsid w:val="007D19D1"/>
    <w:rsid w:val="007D1CC8"/>
    <w:rsid w:val="007D1DD6"/>
    <w:rsid w:val="007D2381"/>
    <w:rsid w:val="007D28F5"/>
    <w:rsid w:val="007D2DF0"/>
    <w:rsid w:val="007D30FE"/>
    <w:rsid w:val="007D3156"/>
    <w:rsid w:val="007D3468"/>
    <w:rsid w:val="007D34CC"/>
    <w:rsid w:val="007D3678"/>
    <w:rsid w:val="007D3A85"/>
    <w:rsid w:val="007D4566"/>
    <w:rsid w:val="007D45BC"/>
    <w:rsid w:val="007D48DF"/>
    <w:rsid w:val="007D4D35"/>
    <w:rsid w:val="007D4DAF"/>
    <w:rsid w:val="007D5481"/>
    <w:rsid w:val="007D5A7E"/>
    <w:rsid w:val="007D5DFB"/>
    <w:rsid w:val="007D60FF"/>
    <w:rsid w:val="007D6320"/>
    <w:rsid w:val="007D6C20"/>
    <w:rsid w:val="007D6F6C"/>
    <w:rsid w:val="007D6F80"/>
    <w:rsid w:val="007E0059"/>
    <w:rsid w:val="007E0301"/>
    <w:rsid w:val="007E0824"/>
    <w:rsid w:val="007E0F72"/>
    <w:rsid w:val="007E17D5"/>
    <w:rsid w:val="007E19E4"/>
    <w:rsid w:val="007E1D0C"/>
    <w:rsid w:val="007E23A7"/>
    <w:rsid w:val="007E243B"/>
    <w:rsid w:val="007E2B1A"/>
    <w:rsid w:val="007E2C22"/>
    <w:rsid w:val="007E2CD9"/>
    <w:rsid w:val="007E2D64"/>
    <w:rsid w:val="007E2E3C"/>
    <w:rsid w:val="007E321A"/>
    <w:rsid w:val="007E329A"/>
    <w:rsid w:val="007E33ED"/>
    <w:rsid w:val="007E34F0"/>
    <w:rsid w:val="007E3A60"/>
    <w:rsid w:val="007E3C97"/>
    <w:rsid w:val="007E3D8E"/>
    <w:rsid w:val="007E3E56"/>
    <w:rsid w:val="007E3E58"/>
    <w:rsid w:val="007E426E"/>
    <w:rsid w:val="007E45DB"/>
    <w:rsid w:val="007E4782"/>
    <w:rsid w:val="007E59A2"/>
    <w:rsid w:val="007E5D2B"/>
    <w:rsid w:val="007E5FCE"/>
    <w:rsid w:val="007E6155"/>
    <w:rsid w:val="007E615C"/>
    <w:rsid w:val="007E65AC"/>
    <w:rsid w:val="007E6C53"/>
    <w:rsid w:val="007E6F6D"/>
    <w:rsid w:val="007E6F7E"/>
    <w:rsid w:val="007E6F82"/>
    <w:rsid w:val="007E730F"/>
    <w:rsid w:val="007E7671"/>
    <w:rsid w:val="007E7FBC"/>
    <w:rsid w:val="007F0662"/>
    <w:rsid w:val="007F0ED6"/>
    <w:rsid w:val="007F12DC"/>
    <w:rsid w:val="007F13A7"/>
    <w:rsid w:val="007F1E44"/>
    <w:rsid w:val="007F1ED7"/>
    <w:rsid w:val="007F2585"/>
    <w:rsid w:val="007F2820"/>
    <w:rsid w:val="007F2980"/>
    <w:rsid w:val="007F2DB6"/>
    <w:rsid w:val="007F2F1F"/>
    <w:rsid w:val="007F3286"/>
    <w:rsid w:val="007F49F2"/>
    <w:rsid w:val="007F4A69"/>
    <w:rsid w:val="007F4D54"/>
    <w:rsid w:val="007F54AB"/>
    <w:rsid w:val="007F58A4"/>
    <w:rsid w:val="007F67D2"/>
    <w:rsid w:val="007F69F4"/>
    <w:rsid w:val="007F6B2F"/>
    <w:rsid w:val="007F7273"/>
    <w:rsid w:val="007F7393"/>
    <w:rsid w:val="008000D4"/>
    <w:rsid w:val="008001C8"/>
    <w:rsid w:val="008001F8"/>
    <w:rsid w:val="008003B3"/>
    <w:rsid w:val="008011DD"/>
    <w:rsid w:val="00801ABF"/>
    <w:rsid w:val="00801FB6"/>
    <w:rsid w:val="0080223B"/>
    <w:rsid w:val="00802373"/>
    <w:rsid w:val="008028F0"/>
    <w:rsid w:val="0080302E"/>
    <w:rsid w:val="008033C1"/>
    <w:rsid w:val="00803494"/>
    <w:rsid w:val="00803600"/>
    <w:rsid w:val="00803EA3"/>
    <w:rsid w:val="00803FD5"/>
    <w:rsid w:val="008041C2"/>
    <w:rsid w:val="008042EF"/>
    <w:rsid w:val="00804402"/>
    <w:rsid w:val="008044DA"/>
    <w:rsid w:val="00804604"/>
    <w:rsid w:val="008046BC"/>
    <w:rsid w:val="00804793"/>
    <w:rsid w:val="008048A8"/>
    <w:rsid w:val="00805048"/>
    <w:rsid w:val="00805366"/>
    <w:rsid w:val="0080568B"/>
    <w:rsid w:val="008058D2"/>
    <w:rsid w:val="00805AC0"/>
    <w:rsid w:val="00806A1A"/>
    <w:rsid w:val="00807DAB"/>
    <w:rsid w:val="00807EF6"/>
    <w:rsid w:val="0081047D"/>
    <w:rsid w:val="00810775"/>
    <w:rsid w:val="00810971"/>
    <w:rsid w:val="008109CB"/>
    <w:rsid w:val="00810A7C"/>
    <w:rsid w:val="00810EEF"/>
    <w:rsid w:val="00811111"/>
    <w:rsid w:val="00811163"/>
    <w:rsid w:val="0081149C"/>
    <w:rsid w:val="00811EEF"/>
    <w:rsid w:val="00812523"/>
    <w:rsid w:val="00812583"/>
    <w:rsid w:val="00813573"/>
    <w:rsid w:val="00813850"/>
    <w:rsid w:val="008140FB"/>
    <w:rsid w:val="008142EB"/>
    <w:rsid w:val="00814BBC"/>
    <w:rsid w:val="008150C2"/>
    <w:rsid w:val="008152BE"/>
    <w:rsid w:val="00815611"/>
    <w:rsid w:val="00815E35"/>
    <w:rsid w:val="00816065"/>
    <w:rsid w:val="008202FC"/>
    <w:rsid w:val="00820371"/>
    <w:rsid w:val="00820460"/>
    <w:rsid w:val="00820936"/>
    <w:rsid w:val="00820A21"/>
    <w:rsid w:val="0082134E"/>
    <w:rsid w:val="008214AF"/>
    <w:rsid w:val="00821918"/>
    <w:rsid w:val="00821BDD"/>
    <w:rsid w:val="00821F2B"/>
    <w:rsid w:val="0082227E"/>
    <w:rsid w:val="00822633"/>
    <w:rsid w:val="008235CD"/>
    <w:rsid w:val="0082373B"/>
    <w:rsid w:val="008238C2"/>
    <w:rsid w:val="008238C4"/>
    <w:rsid w:val="00824047"/>
    <w:rsid w:val="008242A8"/>
    <w:rsid w:val="008249E8"/>
    <w:rsid w:val="008255AB"/>
    <w:rsid w:val="00825917"/>
    <w:rsid w:val="00825E49"/>
    <w:rsid w:val="008267F4"/>
    <w:rsid w:val="00826822"/>
    <w:rsid w:val="008269D0"/>
    <w:rsid w:val="00826C92"/>
    <w:rsid w:val="00826E2B"/>
    <w:rsid w:val="00827966"/>
    <w:rsid w:val="00827A47"/>
    <w:rsid w:val="00827C11"/>
    <w:rsid w:val="00827C1D"/>
    <w:rsid w:val="008300FD"/>
    <w:rsid w:val="008301E7"/>
    <w:rsid w:val="0083034E"/>
    <w:rsid w:val="0083046C"/>
    <w:rsid w:val="00830830"/>
    <w:rsid w:val="00830BBC"/>
    <w:rsid w:val="008315CE"/>
    <w:rsid w:val="00831DD1"/>
    <w:rsid w:val="008325BE"/>
    <w:rsid w:val="00832AAC"/>
    <w:rsid w:val="00832D99"/>
    <w:rsid w:val="00832ED6"/>
    <w:rsid w:val="00832EE5"/>
    <w:rsid w:val="00833017"/>
    <w:rsid w:val="00833C52"/>
    <w:rsid w:val="00833C8D"/>
    <w:rsid w:val="0083405E"/>
    <w:rsid w:val="00834213"/>
    <w:rsid w:val="008349C5"/>
    <w:rsid w:val="00834B33"/>
    <w:rsid w:val="00835303"/>
    <w:rsid w:val="008367CF"/>
    <w:rsid w:val="00836868"/>
    <w:rsid w:val="00836987"/>
    <w:rsid w:val="00836AF6"/>
    <w:rsid w:val="00836E4E"/>
    <w:rsid w:val="00837083"/>
    <w:rsid w:val="008370E7"/>
    <w:rsid w:val="0083719E"/>
    <w:rsid w:val="008373A6"/>
    <w:rsid w:val="0083764C"/>
    <w:rsid w:val="00837A09"/>
    <w:rsid w:val="00837F10"/>
    <w:rsid w:val="0084009B"/>
    <w:rsid w:val="008400FC"/>
    <w:rsid w:val="00840456"/>
    <w:rsid w:val="00840B58"/>
    <w:rsid w:val="00840E36"/>
    <w:rsid w:val="00841685"/>
    <w:rsid w:val="00841B51"/>
    <w:rsid w:val="00841EE9"/>
    <w:rsid w:val="008420BF"/>
    <w:rsid w:val="00842110"/>
    <w:rsid w:val="0084248F"/>
    <w:rsid w:val="008425EF"/>
    <w:rsid w:val="00842C2A"/>
    <w:rsid w:val="00843389"/>
    <w:rsid w:val="0084460F"/>
    <w:rsid w:val="00844697"/>
    <w:rsid w:val="00844D00"/>
    <w:rsid w:val="008454E5"/>
    <w:rsid w:val="00845976"/>
    <w:rsid w:val="00845AB3"/>
    <w:rsid w:val="00846220"/>
    <w:rsid w:val="008469B9"/>
    <w:rsid w:val="00846D30"/>
    <w:rsid w:val="00847524"/>
    <w:rsid w:val="008478F3"/>
    <w:rsid w:val="00847AC7"/>
    <w:rsid w:val="00847EC4"/>
    <w:rsid w:val="0085085A"/>
    <w:rsid w:val="00850A49"/>
    <w:rsid w:val="00850C9C"/>
    <w:rsid w:val="00851061"/>
    <w:rsid w:val="00851A07"/>
    <w:rsid w:val="00852116"/>
    <w:rsid w:val="00852645"/>
    <w:rsid w:val="008526C5"/>
    <w:rsid w:val="00852947"/>
    <w:rsid w:val="00852A91"/>
    <w:rsid w:val="00852B6C"/>
    <w:rsid w:val="0085340B"/>
    <w:rsid w:val="00853664"/>
    <w:rsid w:val="00853685"/>
    <w:rsid w:val="008538A7"/>
    <w:rsid w:val="00853FAC"/>
    <w:rsid w:val="0085483C"/>
    <w:rsid w:val="008548F6"/>
    <w:rsid w:val="00854AD0"/>
    <w:rsid w:val="00854C15"/>
    <w:rsid w:val="0085508C"/>
    <w:rsid w:val="008556ED"/>
    <w:rsid w:val="008559EF"/>
    <w:rsid w:val="00855F4E"/>
    <w:rsid w:val="0085605C"/>
    <w:rsid w:val="0085649B"/>
    <w:rsid w:val="008565E7"/>
    <w:rsid w:val="00856E46"/>
    <w:rsid w:val="00857109"/>
    <w:rsid w:val="00857984"/>
    <w:rsid w:val="008601E6"/>
    <w:rsid w:val="00860647"/>
    <w:rsid w:val="0086079B"/>
    <w:rsid w:val="00861180"/>
    <w:rsid w:val="00862490"/>
    <w:rsid w:val="008624E0"/>
    <w:rsid w:val="008625A8"/>
    <w:rsid w:val="008631F6"/>
    <w:rsid w:val="00863409"/>
    <w:rsid w:val="00864004"/>
    <w:rsid w:val="008647AF"/>
    <w:rsid w:val="00865130"/>
    <w:rsid w:val="00865367"/>
    <w:rsid w:val="008653CE"/>
    <w:rsid w:val="008653E6"/>
    <w:rsid w:val="0086558E"/>
    <w:rsid w:val="008656EF"/>
    <w:rsid w:val="00865D9F"/>
    <w:rsid w:val="00865EC6"/>
    <w:rsid w:val="0086646C"/>
    <w:rsid w:val="00866E70"/>
    <w:rsid w:val="008673A3"/>
    <w:rsid w:val="008675A0"/>
    <w:rsid w:val="00867760"/>
    <w:rsid w:val="00867CB9"/>
    <w:rsid w:val="00870065"/>
    <w:rsid w:val="00870095"/>
    <w:rsid w:val="008700D4"/>
    <w:rsid w:val="008714CC"/>
    <w:rsid w:val="00871500"/>
    <w:rsid w:val="008716DE"/>
    <w:rsid w:val="008719E3"/>
    <w:rsid w:val="00871B48"/>
    <w:rsid w:val="00871D16"/>
    <w:rsid w:val="0087251F"/>
    <w:rsid w:val="00872978"/>
    <w:rsid w:val="00872E57"/>
    <w:rsid w:val="00873074"/>
    <w:rsid w:val="00873392"/>
    <w:rsid w:val="0087370C"/>
    <w:rsid w:val="0087401A"/>
    <w:rsid w:val="008741EB"/>
    <w:rsid w:val="0087467C"/>
    <w:rsid w:val="00874730"/>
    <w:rsid w:val="008748B2"/>
    <w:rsid w:val="00875046"/>
    <w:rsid w:val="008751B6"/>
    <w:rsid w:val="00875307"/>
    <w:rsid w:val="008756E3"/>
    <w:rsid w:val="00875906"/>
    <w:rsid w:val="00875A5B"/>
    <w:rsid w:val="00875BCD"/>
    <w:rsid w:val="00875F97"/>
    <w:rsid w:val="0087635A"/>
    <w:rsid w:val="00876371"/>
    <w:rsid w:val="00876F4E"/>
    <w:rsid w:val="0087702E"/>
    <w:rsid w:val="00877371"/>
    <w:rsid w:val="008773D5"/>
    <w:rsid w:val="008774E9"/>
    <w:rsid w:val="00877547"/>
    <w:rsid w:val="0087770B"/>
    <w:rsid w:val="00877924"/>
    <w:rsid w:val="008807EB"/>
    <w:rsid w:val="0088086E"/>
    <w:rsid w:val="00880F74"/>
    <w:rsid w:val="008816A5"/>
    <w:rsid w:val="00882579"/>
    <w:rsid w:val="00882703"/>
    <w:rsid w:val="00882758"/>
    <w:rsid w:val="00882775"/>
    <w:rsid w:val="00883680"/>
    <w:rsid w:val="00883F03"/>
    <w:rsid w:val="00883F17"/>
    <w:rsid w:val="0088469D"/>
    <w:rsid w:val="00884ACF"/>
    <w:rsid w:val="00884D5D"/>
    <w:rsid w:val="00884E7F"/>
    <w:rsid w:val="008859B9"/>
    <w:rsid w:val="00885EC7"/>
    <w:rsid w:val="00886912"/>
    <w:rsid w:val="00886997"/>
    <w:rsid w:val="008871C8"/>
    <w:rsid w:val="0088775F"/>
    <w:rsid w:val="008878A0"/>
    <w:rsid w:val="00887B61"/>
    <w:rsid w:val="00890268"/>
    <w:rsid w:val="00890393"/>
    <w:rsid w:val="00891510"/>
    <w:rsid w:val="008917EC"/>
    <w:rsid w:val="00891BFC"/>
    <w:rsid w:val="00891DF7"/>
    <w:rsid w:val="008920D2"/>
    <w:rsid w:val="0089214A"/>
    <w:rsid w:val="008926B6"/>
    <w:rsid w:val="008928E5"/>
    <w:rsid w:val="00892936"/>
    <w:rsid w:val="008929DB"/>
    <w:rsid w:val="0089399A"/>
    <w:rsid w:val="00893E14"/>
    <w:rsid w:val="00893EAA"/>
    <w:rsid w:val="00893FBA"/>
    <w:rsid w:val="00894068"/>
    <w:rsid w:val="00894113"/>
    <w:rsid w:val="00894472"/>
    <w:rsid w:val="00894ECA"/>
    <w:rsid w:val="00895642"/>
    <w:rsid w:val="008957DD"/>
    <w:rsid w:val="00895A6E"/>
    <w:rsid w:val="00895F7B"/>
    <w:rsid w:val="008960B5"/>
    <w:rsid w:val="008960C4"/>
    <w:rsid w:val="008962E7"/>
    <w:rsid w:val="00896F37"/>
    <w:rsid w:val="00896FBE"/>
    <w:rsid w:val="0089712D"/>
    <w:rsid w:val="00897A84"/>
    <w:rsid w:val="00897B12"/>
    <w:rsid w:val="00897F07"/>
    <w:rsid w:val="008A04BD"/>
    <w:rsid w:val="008A0CF6"/>
    <w:rsid w:val="008A0F1A"/>
    <w:rsid w:val="008A1055"/>
    <w:rsid w:val="008A1359"/>
    <w:rsid w:val="008A1954"/>
    <w:rsid w:val="008A1E72"/>
    <w:rsid w:val="008A231B"/>
    <w:rsid w:val="008A29AA"/>
    <w:rsid w:val="008A2CDC"/>
    <w:rsid w:val="008A36DF"/>
    <w:rsid w:val="008A3815"/>
    <w:rsid w:val="008A3A92"/>
    <w:rsid w:val="008A4500"/>
    <w:rsid w:val="008A470A"/>
    <w:rsid w:val="008A4F16"/>
    <w:rsid w:val="008A5B42"/>
    <w:rsid w:val="008A6026"/>
    <w:rsid w:val="008A6364"/>
    <w:rsid w:val="008A639D"/>
    <w:rsid w:val="008A6F9F"/>
    <w:rsid w:val="008A719C"/>
    <w:rsid w:val="008B023D"/>
    <w:rsid w:val="008B0A0E"/>
    <w:rsid w:val="008B111B"/>
    <w:rsid w:val="008B13C3"/>
    <w:rsid w:val="008B1500"/>
    <w:rsid w:val="008B1A2A"/>
    <w:rsid w:val="008B1CB2"/>
    <w:rsid w:val="008B235D"/>
    <w:rsid w:val="008B2617"/>
    <w:rsid w:val="008B28DB"/>
    <w:rsid w:val="008B2F24"/>
    <w:rsid w:val="008B3023"/>
    <w:rsid w:val="008B3791"/>
    <w:rsid w:val="008B3A82"/>
    <w:rsid w:val="008B3B93"/>
    <w:rsid w:val="008B3D2D"/>
    <w:rsid w:val="008B3EEB"/>
    <w:rsid w:val="008B441D"/>
    <w:rsid w:val="008B44C7"/>
    <w:rsid w:val="008B4764"/>
    <w:rsid w:val="008B4A35"/>
    <w:rsid w:val="008B4E65"/>
    <w:rsid w:val="008B4F99"/>
    <w:rsid w:val="008B52D3"/>
    <w:rsid w:val="008B54C2"/>
    <w:rsid w:val="008B5717"/>
    <w:rsid w:val="008B6428"/>
    <w:rsid w:val="008B64A1"/>
    <w:rsid w:val="008B6984"/>
    <w:rsid w:val="008B6A29"/>
    <w:rsid w:val="008B6EB4"/>
    <w:rsid w:val="008B703A"/>
    <w:rsid w:val="008B761A"/>
    <w:rsid w:val="008B79F6"/>
    <w:rsid w:val="008B7BF1"/>
    <w:rsid w:val="008B7D56"/>
    <w:rsid w:val="008C0143"/>
    <w:rsid w:val="008C0B6D"/>
    <w:rsid w:val="008C0CB1"/>
    <w:rsid w:val="008C0DA5"/>
    <w:rsid w:val="008C0DDD"/>
    <w:rsid w:val="008C0F18"/>
    <w:rsid w:val="008C1387"/>
    <w:rsid w:val="008C142B"/>
    <w:rsid w:val="008C1706"/>
    <w:rsid w:val="008C196E"/>
    <w:rsid w:val="008C1A17"/>
    <w:rsid w:val="008C1B20"/>
    <w:rsid w:val="008C2309"/>
    <w:rsid w:val="008C257E"/>
    <w:rsid w:val="008C2AC3"/>
    <w:rsid w:val="008C32CF"/>
    <w:rsid w:val="008C338A"/>
    <w:rsid w:val="008C3438"/>
    <w:rsid w:val="008C37AB"/>
    <w:rsid w:val="008C3842"/>
    <w:rsid w:val="008C44D0"/>
    <w:rsid w:val="008C4AA9"/>
    <w:rsid w:val="008C4CC5"/>
    <w:rsid w:val="008C4D3A"/>
    <w:rsid w:val="008C4F32"/>
    <w:rsid w:val="008C5255"/>
    <w:rsid w:val="008C5885"/>
    <w:rsid w:val="008C594B"/>
    <w:rsid w:val="008C5E4A"/>
    <w:rsid w:val="008C5F12"/>
    <w:rsid w:val="008C61C1"/>
    <w:rsid w:val="008C6838"/>
    <w:rsid w:val="008C6969"/>
    <w:rsid w:val="008C6C6D"/>
    <w:rsid w:val="008C6E15"/>
    <w:rsid w:val="008C7A57"/>
    <w:rsid w:val="008C7CD1"/>
    <w:rsid w:val="008C7E15"/>
    <w:rsid w:val="008D01A5"/>
    <w:rsid w:val="008D06A8"/>
    <w:rsid w:val="008D06E2"/>
    <w:rsid w:val="008D11BB"/>
    <w:rsid w:val="008D158C"/>
    <w:rsid w:val="008D1958"/>
    <w:rsid w:val="008D1971"/>
    <w:rsid w:val="008D1F72"/>
    <w:rsid w:val="008D214B"/>
    <w:rsid w:val="008D2609"/>
    <w:rsid w:val="008D2EDD"/>
    <w:rsid w:val="008D3638"/>
    <w:rsid w:val="008D3FF6"/>
    <w:rsid w:val="008D44CE"/>
    <w:rsid w:val="008D4D38"/>
    <w:rsid w:val="008D4D9C"/>
    <w:rsid w:val="008D5D9E"/>
    <w:rsid w:val="008D608F"/>
    <w:rsid w:val="008D6446"/>
    <w:rsid w:val="008D65AE"/>
    <w:rsid w:val="008D68AA"/>
    <w:rsid w:val="008D6F41"/>
    <w:rsid w:val="008D7065"/>
    <w:rsid w:val="008D70F1"/>
    <w:rsid w:val="008D7209"/>
    <w:rsid w:val="008D778B"/>
    <w:rsid w:val="008D7838"/>
    <w:rsid w:val="008D78F7"/>
    <w:rsid w:val="008E032D"/>
    <w:rsid w:val="008E07F6"/>
    <w:rsid w:val="008E0AB9"/>
    <w:rsid w:val="008E0C8D"/>
    <w:rsid w:val="008E0CB2"/>
    <w:rsid w:val="008E104D"/>
    <w:rsid w:val="008E1989"/>
    <w:rsid w:val="008E1B63"/>
    <w:rsid w:val="008E1C60"/>
    <w:rsid w:val="008E1D7A"/>
    <w:rsid w:val="008E203C"/>
    <w:rsid w:val="008E20E1"/>
    <w:rsid w:val="008E2256"/>
    <w:rsid w:val="008E2591"/>
    <w:rsid w:val="008E263A"/>
    <w:rsid w:val="008E350E"/>
    <w:rsid w:val="008E3C7B"/>
    <w:rsid w:val="008E405C"/>
    <w:rsid w:val="008E45B4"/>
    <w:rsid w:val="008E45E2"/>
    <w:rsid w:val="008E4BB4"/>
    <w:rsid w:val="008E4C7B"/>
    <w:rsid w:val="008E4FA4"/>
    <w:rsid w:val="008E521F"/>
    <w:rsid w:val="008E52CF"/>
    <w:rsid w:val="008E5318"/>
    <w:rsid w:val="008E53CF"/>
    <w:rsid w:val="008E55CA"/>
    <w:rsid w:val="008E5816"/>
    <w:rsid w:val="008E58E9"/>
    <w:rsid w:val="008E590E"/>
    <w:rsid w:val="008E5A46"/>
    <w:rsid w:val="008E5F02"/>
    <w:rsid w:val="008E675D"/>
    <w:rsid w:val="008E68E5"/>
    <w:rsid w:val="008E6B48"/>
    <w:rsid w:val="008E6B7A"/>
    <w:rsid w:val="008E6BBF"/>
    <w:rsid w:val="008E6CBB"/>
    <w:rsid w:val="008F0204"/>
    <w:rsid w:val="008F0F9F"/>
    <w:rsid w:val="008F1111"/>
    <w:rsid w:val="008F1437"/>
    <w:rsid w:val="008F1861"/>
    <w:rsid w:val="008F1DCD"/>
    <w:rsid w:val="008F229A"/>
    <w:rsid w:val="008F28D1"/>
    <w:rsid w:val="008F2999"/>
    <w:rsid w:val="008F2BD2"/>
    <w:rsid w:val="008F2DB8"/>
    <w:rsid w:val="008F3F0B"/>
    <w:rsid w:val="008F3FE2"/>
    <w:rsid w:val="008F3FFD"/>
    <w:rsid w:val="008F44C2"/>
    <w:rsid w:val="008F52F5"/>
    <w:rsid w:val="008F56B9"/>
    <w:rsid w:val="008F5A67"/>
    <w:rsid w:val="008F5BC2"/>
    <w:rsid w:val="008F626C"/>
    <w:rsid w:val="008F6412"/>
    <w:rsid w:val="008F6691"/>
    <w:rsid w:val="008F68D9"/>
    <w:rsid w:val="008F6FEF"/>
    <w:rsid w:val="008F7AC9"/>
    <w:rsid w:val="008F7FE7"/>
    <w:rsid w:val="00900077"/>
    <w:rsid w:val="0090031D"/>
    <w:rsid w:val="009007CE"/>
    <w:rsid w:val="00900AC5"/>
    <w:rsid w:val="00900BC7"/>
    <w:rsid w:val="00900D58"/>
    <w:rsid w:val="00901094"/>
    <w:rsid w:val="00901C47"/>
    <w:rsid w:val="00901E06"/>
    <w:rsid w:val="009025A7"/>
    <w:rsid w:val="009032C3"/>
    <w:rsid w:val="009034A6"/>
    <w:rsid w:val="00904155"/>
    <w:rsid w:val="00904413"/>
    <w:rsid w:val="009045FD"/>
    <w:rsid w:val="009047C4"/>
    <w:rsid w:val="009048BC"/>
    <w:rsid w:val="009049D9"/>
    <w:rsid w:val="00904B2F"/>
    <w:rsid w:val="0090571F"/>
    <w:rsid w:val="00906216"/>
    <w:rsid w:val="009062AE"/>
    <w:rsid w:val="009068A4"/>
    <w:rsid w:val="00906F9F"/>
    <w:rsid w:val="00906FC6"/>
    <w:rsid w:val="009070D5"/>
    <w:rsid w:val="00907213"/>
    <w:rsid w:val="0090758F"/>
    <w:rsid w:val="00907D61"/>
    <w:rsid w:val="009101B0"/>
    <w:rsid w:val="009102D3"/>
    <w:rsid w:val="009102EB"/>
    <w:rsid w:val="0091031D"/>
    <w:rsid w:val="00910A2C"/>
    <w:rsid w:val="00910C10"/>
    <w:rsid w:val="00910FCF"/>
    <w:rsid w:val="009117D2"/>
    <w:rsid w:val="00911C1C"/>
    <w:rsid w:val="00911CDB"/>
    <w:rsid w:val="00911F9F"/>
    <w:rsid w:val="00912695"/>
    <w:rsid w:val="009135B8"/>
    <w:rsid w:val="009137DA"/>
    <w:rsid w:val="00913CD8"/>
    <w:rsid w:val="00913F1B"/>
    <w:rsid w:val="00914102"/>
    <w:rsid w:val="00914285"/>
    <w:rsid w:val="00914593"/>
    <w:rsid w:val="00914850"/>
    <w:rsid w:val="009148CD"/>
    <w:rsid w:val="00914C9E"/>
    <w:rsid w:val="009152A1"/>
    <w:rsid w:val="00915DC6"/>
    <w:rsid w:val="00915E8F"/>
    <w:rsid w:val="009164F2"/>
    <w:rsid w:val="00916529"/>
    <w:rsid w:val="00916556"/>
    <w:rsid w:val="009168BF"/>
    <w:rsid w:val="009172DD"/>
    <w:rsid w:val="009177BF"/>
    <w:rsid w:val="00917A61"/>
    <w:rsid w:val="00917BCB"/>
    <w:rsid w:val="00920311"/>
    <w:rsid w:val="009205D1"/>
    <w:rsid w:val="00920DFD"/>
    <w:rsid w:val="0092163F"/>
    <w:rsid w:val="00921648"/>
    <w:rsid w:val="00921B90"/>
    <w:rsid w:val="009221F0"/>
    <w:rsid w:val="009222D2"/>
    <w:rsid w:val="009227D0"/>
    <w:rsid w:val="009229E4"/>
    <w:rsid w:val="00922BEB"/>
    <w:rsid w:val="00922CC0"/>
    <w:rsid w:val="00923A04"/>
    <w:rsid w:val="009247BF"/>
    <w:rsid w:val="0092493F"/>
    <w:rsid w:val="00924C1F"/>
    <w:rsid w:val="00924C5F"/>
    <w:rsid w:val="00924C86"/>
    <w:rsid w:val="00924E52"/>
    <w:rsid w:val="0092520E"/>
    <w:rsid w:val="00925790"/>
    <w:rsid w:val="00926339"/>
    <w:rsid w:val="0092646B"/>
    <w:rsid w:val="009265E5"/>
    <w:rsid w:val="00926656"/>
    <w:rsid w:val="009266FC"/>
    <w:rsid w:val="0092686A"/>
    <w:rsid w:val="00926D97"/>
    <w:rsid w:val="00927822"/>
    <w:rsid w:val="00927D3F"/>
    <w:rsid w:val="00927F53"/>
    <w:rsid w:val="0093033D"/>
    <w:rsid w:val="0093070A"/>
    <w:rsid w:val="00930A79"/>
    <w:rsid w:val="00930FFD"/>
    <w:rsid w:val="00931AF3"/>
    <w:rsid w:val="00931E15"/>
    <w:rsid w:val="00932FEB"/>
    <w:rsid w:val="00933274"/>
    <w:rsid w:val="0093356F"/>
    <w:rsid w:val="0093361C"/>
    <w:rsid w:val="009336D0"/>
    <w:rsid w:val="00933AFA"/>
    <w:rsid w:val="0093448D"/>
    <w:rsid w:val="009347B9"/>
    <w:rsid w:val="009348E0"/>
    <w:rsid w:val="00934CA2"/>
    <w:rsid w:val="009355C7"/>
    <w:rsid w:val="00935938"/>
    <w:rsid w:val="00935C51"/>
    <w:rsid w:val="0093641C"/>
    <w:rsid w:val="00936487"/>
    <w:rsid w:val="00936690"/>
    <w:rsid w:val="00936B37"/>
    <w:rsid w:val="00936C7F"/>
    <w:rsid w:val="00937EDE"/>
    <w:rsid w:val="00937F7C"/>
    <w:rsid w:val="00940793"/>
    <w:rsid w:val="0094083E"/>
    <w:rsid w:val="00940C10"/>
    <w:rsid w:val="00940D45"/>
    <w:rsid w:val="00941076"/>
    <w:rsid w:val="00941186"/>
    <w:rsid w:val="00941298"/>
    <w:rsid w:val="009413CF"/>
    <w:rsid w:val="00941A7F"/>
    <w:rsid w:val="00941C06"/>
    <w:rsid w:val="0094228B"/>
    <w:rsid w:val="00942DEB"/>
    <w:rsid w:val="009432AB"/>
    <w:rsid w:val="009432BA"/>
    <w:rsid w:val="009438FA"/>
    <w:rsid w:val="00943B3E"/>
    <w:rsid w:val="00943D2D"/>
    <w:rsid w:val="00944BFB"/>
    <w:rsid w:val="00944D48"/>
    <w:rsid w:val="009455FF"/>
    <w:rsid w:val="009458C6"/>
    <w:rsid w:val="00945C1E"/>
    <w:rsid w:val="009461E2"/>
    <w:rsid w:val="00946436"/>
    <w:rsid w:val="00946FEE"/>
    <w:rsid w:val="009474B7"/>
    <w:rsid w:val="00947DBB"/>
    <w:rsid w:val="009502A5"/>
    <w:rsid w:val="00950485"/>
    <w:rsid w:val="0095073B"/>
    <w:rsid w:val="009508FC"/>
    <w:rsid w:val="00950FF6"/>
    <w:rsid w:val="00951445"/>
    <w:rsid w:val="0095171C"/>
    <w:rsid w:val="00951905"/>
    <w:rsid w:val="00951A3B"/>
    <w:rsid w:val="0095238E"/>
    <w:rsid w:val="009526E1"/>
    <w:rsid w:val="009527D8"/>
    <w:rsid w:val="00952AAB"/>
    <w:rsid w:val="00952DB4"/>
    <w:rsid w:val="00952E69"/>
    <w:rsid w:val="0095362A"/>
    <w:rsid w:val="009540A5"/>
    <w:rsid w:val="009541EB"/>
    <w:rsid w:val="0095427F"/>
    <w:rsid w:val="009542F1"/>
    <w:rsid w:val="0095441B"/>
    <w:rsid w:val="00954437"/>
    <w:rsid w:val="00954512"/>
    <w:rsid w:val="00954541"/>
    <w:rsid w:val="00954CC7"/>
    <w:rsid w:val="0095526C"/>
    <w:rsid w:val="009552EC"/>
    <w:rsid w:val="009556AC"/>
    <w:rsid w:val="009559B8"/>
    <w:rsid w:val="00956234"/>
    <w:rsid w:val="00956899"/>
    <w:rsid w:val="00956D5A"/>
    <w:rsid w:val="00956DD2"/>
    <w:rsid w:val="0095797A"/>
    <w:rsid w:val="00957E45"/>
    <w:rsid w:val="009600C5"/>
    <w:rsid w:val="00960EDE"/>
    <w:rsid w:val="00961034"/>
    <w:rsid w:val="00961160"/>
    <w:rsid w:val="009612B8"/>
    <w:rsid w:val="009617AE"/>
    <w:rsid w:val="009619DD"/>
    <w:rsid w:val="0096236D"/>
    <w:rsid w:val="009625F4"/>
    <w:rsid w:val="00962629"/>
    <w:rsid w:val="009626CF"/>
    <w:rsid w:val="0096279E"/>
    <w:rsid w:val="0096284B"/>
    <w:rsid w:val="00962B4E"/>
    <w:rsid w:val="00962D2E"/>
    <w:rsid w:val="00962D42"/>
    <w:rsid w:val="0096347F"/>
    <w:rsid w:val="0096355B"/>
    <w:rsid w:val="0096398B"/>
    <w:rsid w:val="009639BF"/>
    <w:rsid w:val="00963C74"/>
    <w:rsid w:val="00963D15"/>
    <w:rsid w:val="009648F8"/>
    <w:rsid w:val="00964E31"/>
    <w:rsid w:val="00965D80"/>
    <w:rsid w:val="00965F23"/>
    <w:rsid w:val="00966509"/>
    <w:rsid w:val="00966BA0"/>
    <w:rsid w:val="00966BE0"/>
    <w:rsid w:val="00966C49"/>
    <w:rsid w:val="00966E47"/>
    <w:rsid w:val="00966FDD"/>
    <w:rsid w:val="0096703C"/>
    <w:rsid w:val="00967AB3"/>
    <w:rsid w:val="0097007F"/>
    <w:rsid w:val="00970653"/>
    <w:rsid w:val="00970823"/>
    <w:rsid w:val="009708D2"/>
    <w:rsid w:val="00970F2B"/>
    <w:rsid w:val="009713E3"/>
    <w:rsid w:val="0097194E"/>
    <w:rsid w:val="00971B25"/>
    <w:rsid w:val="00971F6E"/>
    <w:rsid w:val="00971F87"/>
    <w:rsid w:val="009722E1"/>
    <w:rsid w:val="009725C6"/>
    <w:rsid w:val="009727B9"/>
    <w:rsid w:val="00972E71"/>
    <w:rsid w:val="0097348C"/>
    <w:rsid w:val="009741F1"/>
    <w:rsid w:val="009744D5"/>
    <w:rsid w:val="0097457B"/>
    <w:rsid w:val="009745F0"/>
    <w:rsid w:val="00974B4A"/>
    <w:rsid w:val="00975B51"/>
    <w:rsid w:val="00975D8B"/>
    <w:rsid w:val="00975DAB"/>
    <w:rsid w:val="00975F93"/>
    <w:rsid w:val="00975FF5"/>
    <w:rsid w:val="00976458"/>
    <w:rsid w:val="00976EDD"/>
    <w:rsid w:val="00976F51"/>
    <w:rsid w:val="009774E6"/>
    <w:rsid w:val="0097773B"/>
    <w:rsid w:val="00977BD5"/>
    <w:rsid w:val="00977F61"/>
    <w:rsid w:val="00977F99"/>
    <w:rsid w:val="009802A6"/>
    <w:rsid w:val="009807AA"/>
    <w:rsid w:val="00980C00"/>
    <w:rsid w:val="00981279"/>
    <w:rsid w:val="0098183E"/>
    <w:rsid w:val="00981C23"/>
    <w:rsid w:val="00982627"/>
    <w:rsid w:val="00982965"/>
    <w:rsid w:val="00982C3B"/>
    <w:rsid w:val="00982DEC"/>
    <w:rsid w:val="00982DF4"/>
    <w:rsid w:val="00982F06"/>
    <w:rsid w:val="00983602"/>
    <w:rsid w:val="009837CB"/>
    <w:rsid w:val="009839A9"/>
    <w:rsid w:val="00983AEE"/>
    <w:rsid w:val="00984075"/>
    <w:rsid w:val="009840C5"/>
    <w:rsid w:val="00984631"/>
    <w:rsid w:val="009855F8"/>
    <w:rsid w:val="009856A6"/>
    <w:rsid w:val="0098594E"/>
    <w:rsid w:val="00985CEE"/>
    <w:rsid w:val="00985D3E"/>
    <w:rsid w:val="00985D46"/>
    <w:rsid w:val="00985E4F"/>
    <w:rsid w:val="00986362"/>
    <w:rsid w:val="00986B28"/>
    <w:rsid w:val="00986BB1"/>
    <w:rsid w:val="0098733D"/>
    <w:rsid w:val="00987A9F"/>
    <w:rsid w:val="00987E8B"/>
    <w:rsid w:val="00987F4F"/>
    <w:rsid w:val="0099046A"/>
    <w:rsid w:val="00990D97"/>
    <w:rsid w:val="00991A19"/>
    <w:rsid w:val="00991ED2"/>
    <w:rsid w:val="00991EDE"/>
    <w:rsid w:val="009921B7"/>
    <w:rsid w:val="00992B77"/>
    <w:rsid w:val="00992DA1"/>
    <w:rsid w:val="009930BE"/>
    <w:rsid w:val="00993798"/>
    <w:rsid w:val="009939FA"/>
    <w:rsid w:val="00993C08"/>
    <w:rsid w:val="00993E76"/>
    <w:rsid w:val="00994703"/>
    <w:rsid w:val="0099497D"/>
    <w:rsid w:val="00994D37"/>
    <w:rsid w:val="00995696"/>
    <w:rsid w:val="00995D7F"/>
    <w:rsid w:val="00996488"/>
    <w:rsid w:val="0099654B"/>
    <w:rsid w:val="00996A45"/>
    <w:rsid w:val="00996BD8"/>
    <w:rsid w:val="00996D3B"/>
    <w:rsid w:val="00996EDD"/>
    <w:rsid w:val="00996FB1"/>
    <w:rsid w:val="00997078"/>
    <w:rsid w:val="00997172"/>
    <w:rsid w:val="0099748F"/>
    <w:rsid w:val="00997525"/>
    <w:rsid w:val="0099771B"/>
    <w:rsid w:val="00997CBF"/>
    <w:rsid w:val="009A018B"/>
    <w:rsid w:val="009A10D2"/>
    <w:rsid w:val="009A12FF"/>
    <w:rsid w:val="009A1A0F"/>
    <w:rsid w:val="009A2078"/>
    <w:rsid w:val="009A2126"/>
    <w:rsid w:val="009A248F"/>
    <w:rsid w:val="009A2B63"/>
    <w:rsid w:val="009A2CBE"/>
    <w:rsid w:val="009A3A77"/>
    <w:rsid w:val="009A3F50"/>
    <w:rsid w:val="009A41B0"/>
    <w:rsid w:val="009A474D"/>
    <w:rsid w:val="009A506D"/>
    <w:rsid w:val="009A51B1"/>
    <w:rsid w:val="009A5543"/>
    <w:rsid w:val="009A5E8D"/>
    <w:rsid w:val="009A63A6"/>
    <w:rsid w:val="009A68D8"/>
    <w:rsid w:val="009A6A98"/>
    <w:rsid w:val="009A6BC4"/>
    <w:rsid w:val="009A6CB5"/>
    <w:rsid w:val="009A6D08"/>
    <w:rsid w:val="009A72DA"/>
    <w:rsid w:val="009A76F0"/>
    <w:rsid w:val="009A7B9B"/>
    <w:rsid w:val="009B002A"/>
    <w:rsid w:val="009B0E95"/>
    <w:rsid w:val="009B0FF5"/>
    <w:rsid w:val="009B122A"/>
    <w:rsid w:val="009B136B"/>
    <w:rsid w:val="009B1A0C"/>
    <w:rsid w:val="009B2317"/>
    <w:rsid w:val="009B2432"/>
    <w:rsid w:val="009B24E1"/>
    <w:rsid w:val="009B29D3"/>
    <w:rsid w:val="009B2B9D"/>
    <w:rsid w:val="009B2BE3"/>
    <w:rsid w:val="009B3345"/>
    <w:rsid w:val="009B3630"/>
    <w:rsid w:val="009B3657"/>
    <w:rsid w:val="009B36DB"/>
    <w:rsid w:val="009B375E"/>
    <w:rsid w:val="009B3CE5"/>
    <w:rsid w:val="009B4B2A"/>
    <w:rsid w:val="009B50FC"/>
    <w:rsid w:val="009B51B4"/>
    <w:rsid w:val="009B556C"/>
    <w:rsid w:val="009B5645"/>
    <w:rsid w:val="009B574F"/>
    <w:rsid w:val="009B5A4E"/>
    <w:rsid w:val="009B5ABA"/>
    <w:rsid w:val="009B680E"/>
    <w:rsid w:val="009B6A18"/>
    <w:rsid w:val="009B6BD5"/>
    <w:rsid w:val="009B70FE"/>
    <w:rsid w:val="009B71ED"/>
    <w:rsid w:val="009B7537"/>
    <w:rsid w:val="009B7B50"/>
    <w:rsid w:val="009B7B93"/>
    <w:rsid w:val="009B7D4F"/>
    <w:rsid w:val="009B7F63"/>
    <w:rsid w:val="009C03A5"/>
    <w:rsid w:val="009C0910"/>
    <w:rsid w:val="009C1251"/>
    <w:rsid w:val="009C1272"/>
    <w:rsid w:val="009C139A"/>
    <w:rsid w:val="009C1416"/>
    <w:rsid w:val="009C15EC"/>
    <w:rsid w:val="009C171F"/>
    <w:rsid w:val="009C18E1"/>
    <w:rsid w:val="009C1AEA"/>
    <w:rsid w:val="009C1D54"/>
    <w:rsid w:val="009C2A4D"/>
    <w:rsid w:val="009C32A1"/>
    <w:rsid w:val="009C3376"/>
    <w:rsid w:val="009C3D60"/>
    <w:rsid w:val="009C4418"/>
    <w:rsid w:val="009C44BE"/>
    <w:rsid w:val="009C457D"/>
    <w:rsid w:val="009C46C9"/>
    <w:rsid w:val="009C5097"/>
    <w:rsid w:val="009C5334"/>
    <w:rsid w:val="009C5D73"/>
    <w:rsid w:val="009C5FC7"/>
    <w:rsid w:val="009C6410"/>
    <w:rsid w:val="009C6581"/>
    <w:rsid w:val="009C6E21"/>
    <w:rsid w:val="009C6E3B"/>
    <w:rsid w:val="009C7448"/>
    <w:rsid w:val="009C7CEB"/>
    <w:rsid w:val="009C7EB3"/>
    <w:rsid w:val="009D0CF3"/>
    <w:rsid w:val="009D14D5"/>
    <w:rsid w:val="009D1BAD"/>
    <w:rsid w:val="009D1BC7"/>
    <w:rsid w:val="009D1C93"/>
    <w:rsid w:val="009D1DD3"/>
    <w:rsid w:val="009D259C"/>
    <w:rsid w:val="009D268F"/>
    <w:rsid w:val="009D2A3C"/>
    <w:rsid w:val="009D2B3F"/>
    <w:rsid w:val="009D320E"/>
    <w:rsid w:val="009D35C8"/>
    <w:rsid w:val="009D391A"/>
    <w:rsid w:val="009D3F9D"/>
    <w:rsid w:val="009D427E"/>
    <w:rsid w:val="009D45C5"/>
    <w:rsid w:val="009D486D"/>
    <w:rsid w:val="009D48B9"/>
    <w:rsid w:val="009D48CB"/>
    <w:rsid w:val="009D4BA1"/>
    <w:rsid w:val="009D4F12"/>
    <w:rsid w:val="009D4FA5"/>
    <w:rsid w:val="009D5991"/>
    <w:rsid w:val="009D5B70"/>
    <w:rsid w:val="009D5ED9"/>
    <w:rsid w:val="009D6CD9"/>
    <w:rsid w:val="009D704E"/>
    <w:rsid w:val="009D78B9"/>
    <w:rsid w:val="009D7D73"/>
    <w:rsid w:val="009D7E4F"/>
    <w:rsid w:val="009E0046"/>
    <w:rsid w:val="009E06A5"/>
    <w:rsid w:val="009E09E2"/>
    <w:rsid w:val="009E0B24"/>
    <w:rsid w:val="009E13AC"/>
    <w:rsid w:val="009E143C"/>
    <w:rsid w:val="009E1CBD"/>
    <w:rsid w:val="009E1F46"/>
    <w:rsid w:val="009E20C0"/>
    <w:rsid w:val="009E22CA"/>
    <w:rsid w:val="009E236E"/>
    <w:rsid w:val="009E2B03"/>
    <w:rsid w:val="009E2F99"/>
    <w:rsid w:val="009E3539"/>
    <w:rsid w:val="009E3DF4"/>
    <w:rsid w:val="009E489D"/>
    <w:rsid w:val="009E4BF0"/>
    <w:rsid w:val="009E4BFD"/>
    <w:rsid w:val="009E4D0F"/>
    <w:rsid w:val="009E4D22"/>
    <w:rsid w:val="009E502C"/>
    <w:rsid w:val="009E5945"/>
    <w:rsid w:val="009E62C8"/>
    <w:rsid w:val="009E640A"/>
    <w:rsid w:val="009E6711"/>
    <w:rsid w:val="009E6C24"/>
    <w:rsid w:val="009E6E8C"/>
    <w:rsid w:val="009E7256"/>
    <w:rsid w:val="009E7359"/>
    <w:rsid w:val="009E73B2"/>
    <w:rsid w:val="009E7540"/>
    <w:rsid w:val="009E79B9"/>
    <w:rsid w:val="009F016F"/>
    <w:rsid w:val="009F0266"/>
    <w:rsid w:val="009F094B"/>
    <w:rsid w:val="009F0B70"/>
    <w:rsid w:val="009F136D"/>
    <w:rsid w:val="009F1443"/>
    <w:rsid w:val="009F16DD"/>
    <w:rsid w:val="009F1F6A"/>
    <w:rsid w:val="009F1FCE"/>
    <w:rsid w:val="009F22A2"/>
    <w:rsid w:val="009F2630"/>
    <w:rsid w:val="009F282C"/>
    <w:rsid w:val="009F2D62"/>
    <w:rsid w:val="009F3153"/>
    <w:rsid w:val="009F387A"/>
    <w:rsid w:val="009F4394"/>
    <w:rsid w:val="009F54A3"/>
    <w:rsid w:val="009F5739"/>
    <w:rsid w:val="009F5979"/>
    <w:rsid w:val="009F6686"/>
    <w:rsid w:val="009F6700"/>
    <w:rsid w:val="009F67F3"/>
    <w:rsid w:val="009F6CA3"/>
    <w:rsid w:val="009F70A0"/>
    <w:rsid w:val="009F7273"/>
    <w:rsid w:val="009F732B"/>
    <w:rsid w:val="009F7CC8"/>
    <w:rsid w:val="009F7ED6"/>
    <w:rsid w:val="00A00760"/>
    <w:rsid w:val="00A00D4E"/>
    <w:rsid w:val="00A00FC3"/>
    <w:rsid w:val="00A014B2"/>
    <w:rsid w:val="00A017DD"/>
    <w:rsid w:val="00A01947"/>
    <w:rsid w:val="00A01CC1"/>
    <w:rsid w:val="00A01F5E"/>
    <w:rsid w:val="00A025F1"/>
    <w:rsid w:val="00A02C6D"/>
    <w:rsid w:val="00A03685"/>
    <w:rsid w:val="00A03706"/>
    <w:rsid w:val="00A0405E"/>
    <w:rsid w:val="00A04685"/>
    <w:rsid w:val="00A05689"/>
    <w:rsid w:val="00A05756"/>
    <w:rsid w:val="00A05830"/>
    <w:rsid w:val="00A05B59"/>
    <w:rsid w:val="00A05E66"/>
    <w:rsid w:val="00A05ECC"/>
    <w:rsid w:val="00A060DB"/>
    <w:rsid w:val="00A0680B"/>
    <w:rsid w:val="00A06D3D"/>
    <w:rsid w:val="00A07371"/>
    <w:rsid w:val="00A078E1"/>
    <w:rsid w:val="00A07915"/>
    <w:rsid w:val="00A07F46"/>
    <w:rsid w:val="00A102EA"/>
    <w:rsid w:val="00A106CE"/>
    <w:rsid w:val="00A109F6"/>
    <w:rsid w:val="00A11089"/>
    <w:rsid w:val="00A11969"/>
    <w:rsid w:val="00A122DA"/>
    <w:rsid w:val="00A123BE"/>
    <w:rsid w:val="00A12430"/>
    <w:rsid w:val="00A12B24"/>
    <w:rsid w:val="00A12DA0"/>
    <w:rsid w:val="00A133AC"/>
    <w:rsid w:val="00A134AB"/>
    <w:rsid w:val="00A13812"/>
    <w:rsid w:val="00A13856"/>
    <w:rsid w:val="00A138FB"/>
    <w:rsid w:val="00A1395D"/>
    <w:rsid w:val="00A13E9E"/>
    <w:rsid w:val="00A141BC"/>
    <w:rsid w:val="00A144CF"/>
    <w:rsid w:val="00A14585"/>
    <w:rsid w:val="00A146BD"/>
    <w:rsid w:val="00A15307"/>
    <w:rsid w:val="00A1536F"/>
    <w:rsid w:val="00A162F4"/>
    <w:rsid w:val="00A163A5"/>
    <w:rsid w:val="00A16E21"/>
    <w:rsid w:val="00A16E53"/>
    <w:rsid w:val="00A1739D"/>
    <w:rsid w:val="00A20337"/>
    <w:rsid w:val="00A213B5"/>
    <w:rsid w:val="00A21682"/>
    <w:rsid w:val="00A2189E"/>
    <w:rsid w:val="00A21949"/>
    <w:rsid w:val="00A21C5A"/>
    <w:rsid w:val="00A21D8F"/>
    <w:rsid w:val="00A224AE"/>
    <w:rsid w:val="00A228BA"/>
    <w:rsid w:val="00A22C20"/>
    <w:rsid w:val="00A22CEB"/>
    <w:rsid w:val="00A22D0B"/>
    <w:rsid w:val="00A22EDD"/>
    <w:rsid w:val="00A2314E"/>
    <w:rsid w:val="00A2356D"/>
    <w:rsid w:val="00A23C95"/>
    <w:rsid w:val="00A23E5D"/>
    <w:rsid w:val="00A23F25"/>
    <w:rsid w:val="00A24664"/>
    <w:rsid w:val="00A24759"/>
    <w:rsid w:val="00A249F5"/>
    <w:rsid w:val="00A254A4"/>
    <w:rsid w:val="00A261C7"/>
    <w:rsid w:val="00A261DE"/>
    <w:rsid w:val="00A2627C"/>
    <w:rsid w:val="00A26321"/>
    <w:rsid w:val="00A267D4"/>
    <w:rsid w:val="00A26B82"/>
    <w:rsid w:val="00A26D78"/>
    <w:rsid w:val="00A27E13"/>
    <w:rsid w:val="00A3087C"/>
    <w:rsid w:val="00A31483"/>
    <w:rsid w:val="00A31FA1"/>
    <w:rsid w:val="00A32590"/>
    <w:rsid w:val="00A32A52"/>
    <w:rsid w:val="00A32B3E"/>
    <w:rsid w:val="00A32C50"/>
    <w:rsid w:val="00A32E6A"/>
    <w:rsid w:val="00A32FA5"/>
    <w:rsid w:val="00A3374E"/>
    <w:rsid w:val="00A33984"/>
    <w:rsid w:val="00A33C29"/>
    <w:rsid w:val="00A33E1F"/>
    <w:rsid w:val="00A33E2C"/>
    <w:rsid w:val="00A33E90"/>
    <w:rsid w:val="00A33F9A"/>
    <w:rsid w:val="00A34A96"/>
    <w:rsid w:val="00A34BF2"/>
    <w:rsid w:val="00A352C3"/>
    <w:rsid w:val="00A355F1"/>
    <w:rsid w:val="00A35BCA"/>
    <w:rsid w:val="00A35CA8"/>
    <w:rsid w:val="00A35CB0"/>
    <w:rsid w:val="00A35E2F"/>
    <w:rsid w:val="00A36CA4"/>
    <w:rsid w:val="00A36E68"/>
    <w:rsid w:val="00A370F4"/>
    <w:rsid w:val="00A377B7"/>
    <w:rsid w:val="00A37967"/>
    <w:rsid w:val="00A40145"/>
    <w:rsid w:val="00A4057E"/>
    <w:rsid w:val="00A40611"/>
    <w:rsid w:val="00A40655"/>
    <w:rsid w:val="00A4073F"/>
    <w:rsid w:val="00A40DDF"/>
    <w:rsid w:val="00A40DE8"/>
    <w:rsid w:val="00A41234"/>
    <w:rsid w:val="00A412B6"/>
    <w:rsid w:val="00A41575"/>
    <w:rsid w:val="00A41A22"/>
    <w:rsid w:val="00A42905"/>
    <w:rsid w:val="00A42BEE"/>
    <w:rsid w:val="00A430D5"/>
    <w:rsid w:val="00A431B8"/>
    <w:rsid w:val="00A438FB"/>
    <w:rsid w:val="00A43C82"/>
    <w:rsid w:val="00A44124"/>
    <w:rsid w:val="00A4428D"/>
    <w:rsid w:val="00A4447F"/>
    <w:rsid w:val="00A44EAE"/>
    <w:rsid w:val="00A452D0"/>
    <w:rsid w:val="00A4711F"/>
    <w:rsid w:val="00A4781C"/>
    <w:rsid w:val="00A500A2"/>
    <w:rsid w:val="00A5021A"/>
    <w:rsid w:val="00A507BF"/>
    <w:rsid w:val="00A51100"/>
    <w:rsid w:val="00A51189"/>
    <w:rsid w:val="00A512CA"/>
    <w:rsid w:val="00A512F1"/>
    <w:rsid w:val="00A51650"/>
    <w:rsid w:val="00A518C8"/>
    <w:rsid w:val="00A51ABD"/>
    <w:rsid w:val="00A51AC3"/>
    <w:rsid w:val="00A52061"/>
    <w:rsid w:val="00A52137"/>
    <w:rsid w:val="00A527AF"/>
    <w:rsid w:val="00A52DB0"/>
    <w:rsid w:val="00A52DC5"/>
    <w:rsid w:val="00A54376"/>
    <w:rsid w:val="00A545B9"/>
    <w:rsid w:val="00A546E8"/>
    <w:rsid w:val="00A54947"/>
    <w:rsid w:val="00A54B81"/>
    <w:rsid w:val="00A55254"/>
    <w:rsid w:val="00A556F3"/>
    <w:rsid w:val="00A55DE2"/>
    <w:rsid w:val="00A55E78"/>
    <w:rsid w:val="00A56345"/>
    <w:rsid w:val="00A568A4"/>
    <w:rsid w:val="00A5692A"/>
    <w:rsid w:val="00A56C5B"/>
    <w:rsid w:val="00A575DF"/>
    <w:rsid w:val="00A578A6"/>
    <w:rsid w:val="00A6010B"/>
    <w:rsid w:val="00A6012C"/>
    <w:rsid w:val="00A602BF"/>
    <w:rsid w:val="00A602F5"/>
    <w:rsid w:val="00A6052E"/>
    <w:rsid w:val="00A6056E"/>
    <w:rsid w:val="00A606A2"/>
    <w:rsid w:val="00A6075C"/>
    <w:rsid w:val="00A60A53"/>
    <w:rsid w:val="00A60C6A"/>
    <w:rsid w:val="00A60CB5"/>
    <w:rsid w:val="00A60FBD"/>
    <w:rsid w:val="00A610AC"/>
    <w:rsid w:val="00A610F7"/>
    <w:rsid w:val="00A61226"/>
    <w:rsid w:val="00A614E3"/>
    <w:rsid w:val="00A625A5"/>
    <w:rsid w:val="00A629B3"/>
    <w:rsid w:val="00A629DB"/>
    <w:rsid w:val="00A62E60"/>
    <w:rsid w:val="00A62FF4"/>
    <w:rsid w:val="00A638CB"/>
    <w:rsid w:val="00A63B94"/>
    <w:rsid w:val="00A64239"/>
    <w:rsid w:val="00A643CE"/>
    <w:rsid w:val="00A65571"/>
    <w:rsid w:val="00A657FA"/>
    <w:rsid w:val="00A662AC"/>
    <w:rsid w:val="00A665E8"/>
    <w:rsid w:val="00A66F8F"/>
    <w:rsid w:val="00A67106"/>
    <w:rsid w:val="00A67207"/>
    <w:rsid w:val="00A675BE"/>
    <w:rsid w:val="00A679C5"/>
    <w:rsid w:val="00A679F1"/>
    <w:rsid w:val="00A67A25"/>
    <w:rsid w:val="00A67B22"/>
    <w:rsid w:val="00A67C15"/>
    <w:rsid w:val="00A7044D"/>
    <w:rsid w:val="00A706E4"/>
    <w:rsid w:val="00A70FFC"/>
    <w:rsid w:val="00A71105"/>
    <w:rsid w:val="00A71302"/>
    <w:rsid w:val="00A71963"/>
    <w:rsid w:val="00A71CC1"/>
    <w:rsid w:val="00A72060"/>
    <w:rsid w:val="00A72090"/>
    <w:rsid w:val="00A72BBD"/>
    <w:rsid w:val="00A72D78"/>
    <w:rsid w:val="00A7316C"/>
    <w:rsid w:val="00A73681"/>
    <w:rsid w:val="00A7392B"/>
    <w:rsid w:val="00A74526"/>
    <w:rsid w:val="00A74638"/>
    <w:rsid w:val="00A746EB"/>
    <w:rsid w:val="00A74F2B"/>
    <w:rsid w:val="00A752BD"/>
    <w:rsid w:val="00A7544B"/>
    <w:rsid w:val="00A755DD"/>
    <w:rsid w:val="00A75A87"/>
    <w:rsid w:val="00A75CBB"/>
    <w:rsid w:val="00A75D99"/>
    <w:rsid w:val="00A76B94"/>
    <w:rsid w:val="00A76D63"/>
    <w:rsid w:val="00A76EFB"/>
    <w:rsid w:val="00A76F87"/>
    <w:rsid w:val="00A77234"/>
    <w:rsid w:val="00A77856"/>
    <w:rsid w:val="00A77BD6"/>
    <w:rsid w:val="00A803E8"/>
    <w:rsid w:val="00A80C4D"/>
    <w:rsid w:val="00A81486"/>
    <w:rsid w:val="00A8182F"/>
    <w:rsid w:val="00A81A78"/>
    <w:rsid w:val="00A81AC6"/>
    <w:rsid w:val="00A81E28"/>
    <w:rsid w:val="00A81FCD"/>
    <w:rsid w:val="00A82565"/>
    <w:rsid w:val="00A82D8D"/>
    <w:rsid w:val="00A82F23"/>
    <w:rsid w:val="00A842F2"/>
    <w:rsid w:val="00A84BC8"/>
    <w:rsid w:val="00A854EC"/>
    <w:rsid w:val="00A85659"/>
    <w:rsid w:val="00A85E08"/>
    <w:rsid w:val="00A860DA"/>
    <w:rsid w:val="00A874F3"/>
    <w:rsid w:val="00A87F3D"/>
    <w:rsid w:val="00A9007B"/>
    <w:rsid w:val="00A9011B"/>
    <w:rsid w:val="00A90382"/>
    <w:rsid w:val="00A90464"/>
    <w:rsid w:val="00A9096C"/>
    <w:rsid w:val="00A90A92"/>
    <w:rsid w:val="00A91253"/>
    <w:rsid w:val="00A9167E"/>
    <w:rsid w:val="00A91AA9"/>
    <w:rsid w:val="00A91D46"/>
    <w:rsid w:val="00A91EC3"/>
    <w:rsid w:val="00A921B6"/>
    <w:rsid w:val="00A92768"/>
    <w:rsid w:val="00A92A9F"/>
    <w:rsid w:val="00A92BCE"/>
    <w:rsid w:val="00A92C52"/>
    <w:rsid w:val="00A92ECF"/>
    <w:rsid w:val="00A93B40"/>
    <w:rsid w:val="00A93BEC"/>
    <w:rsid w:val="00A93E22"/>
    <w:rsid w:val="00A94581"/>
    <w:rsid w:val="00A9458A"/>
    <w:rsid w:val="00A945E2"/>
    <w:rsid w:val="00A94CFE"/>
    <w:rsid w:val="00A9530C"/>
    <w:rsid w:val="00A95445"/>
    <w:rsid w:val="00A95A5D"/>
    <w:rsid w:val="00A95C19"/>
    <w:rsid w:val="00A9632D"/>
    <w:rsid w:val="00A9678B"/>
    <w:rsid w:val="00A968E5"/>
    <w:rsid w:val="00A96D24"/>
    <w:rsid w:val="00A97059"/>
    <w:rsid w:val="00A973FA"/>
    <w:rsid w:val="00A97852"/>
    <w:rsid w:val="00A978A2"/>
    <w:rsid w:val="00AA0A82"/>
    <w:rsid w:val="00AA0BFB"/>
    <w:rsid w:val="00AA0EF8"/>
    <w:rsid w:val="00AA1086"/>
    <w:rsid w:val="00AA14A5"/>
    <w:rsid w:val="00AA17C3"/>
    <w:rsid w:val="00AA19A3"/>
    <w:rsid w:val="00AA1C3C"/>
    <w:rsid w:val="00AA1CD4"/>
    <w:rsid w:val="00AA229C"/>
    <w:rsid w:val="00AA2379"/>
    <w:rsid w:val="00AA23AC"/>
    <w:rsid w:val="00AA2736"/>
    <w:rsid w:val="00AA2B92"/>
    <w:rsid w:val="00AA2D8A"/>
    <w:rsid w:val="00AA30CA"/>
    <w:rsid w:val="00AA3242"/>
    <w:rsid w:val="00AA3397"/>
    <w:rsid w:val="00AA339D"/>
    <w:rsid w:val="00AA351C"/>
    <w:rsid w:val="00AA370F"/>
    <w:rsid w:val="00AA39B3"/>
    <w:rsid w:val="00AA3AEA"/>
    <w:rsid w:val="00AA44D5"/>
    <w:rsid w:val="00AA44DD"/>
    <w:rsid w:val="00AA4692"/>
    <w:rsid w:val="00AA483F"/>
    <w:rsid w:val="00AA4A2F"/>
    <w:rsid w:val="00AA5128"/>
    <w:rsid w:val="00AA539B"/>
    <w:rsid w:val="00AA5839"/>
    <w:rsid w:val="00AA62C6"/>
    <w:rsid w:val="00AA6E14"/>
    <w:rsid w:val="00AA7059"/>
    <w:rsid w:val="00AA72BF"/>
    <w:rsid w:val="00AA7CDB"/>
    <w:rsid w:val="00AA7E47"/>
    <w:rsid w:val="00AB0118"/>
    <w:rsid w:val="00AB0858"/>
    <w:rsid w:val="00AB0F42"/>
    <w:rsid w:val="00AB0F46"/>
    <w:rsid w:val="00AB111D"/>
    <w:rsid w:val="00AB1464"/>
    <w:rsid w:val="00AB15C6"/>
    <w:rsid w:val="00AB1872"/>
    <w:rsid w:val="00AB1874"/>
    <w:rsid w:val="00AB1CE3"/>
    <w:rsid w:val="00AB23B8"/>
    <w:rsid w:val="00AB2B5B"/>
    <w:rsid w:val="00AB2D27"/>
    <w:rsid w:val="00AB32B1"/>
    <w:rsid w:val="00AB33BB"/>
    <w:rsid w:val="00AB37C1"/>
    <w:rsid w:val="00AB393F"/>
    <w:rsid w:val="00AB4569"/>
    <w:rsid w:val="00AB4C52"/>
    <w:rsid w:val="00AB4C7F"/>
    <w:rsid w:val="00AB52A3"/>
    <w:rsid w:val="00AB58D6"/>
    <w:rsid w:val="00AB5A38"/>
    <w:rsid w:val="00AB644A"/>
    <w:rsid w:val="00AB6762"/>
    <w:rsid w:val="00AB6C77"/>
    <w:rsid w:val="00AB6D5B"/>
    <w:rsid w:val="00AB6FF1"/>
    <w:rsid w:val="00AB7145"/>
    <w:rsid w:val="00AB7883"/>
    <w:rsid w:val="00AC0795"/>
    <w:rsid w:val="00AC081C"/>
    <w:rsid w:val="00AC088D"/>
    <w:rsid w:val="00AC09D8"/>
    <w:rsid w:val="00AC0C2B"/>
    <w:rsid w:val="00AC0D65"/>
    <w:rsid w:val="00AC1334"/>
    <w:rsid w:val="00AC134F"/>
    <w:rsid w:val="00AC1505"/>
    <w:rsid w:val="00AC1554"/>
    <w:rsid w:val="00AC17D7"/>
    <w:rsid w:val="00AC18C5"/>
    <w:rsid w:val="00AC1A84"/>
    <w:rsid w:val="00AC2C84"/>
    <w:rsid w:val="00AC304F"/>
    <w:rsid w:val="00AC3A89"/>
    <w:rsid w:val="00AC3C6C"/>
    <w:rsid w:val="00AC3DDC"/>
    <w:rsid w:val="00AC41D1"/>
    <w:rsid w:val="00AC4409"/>
    <w:rsid w:val="00AC46D2"/>
    <w:rsid w:val="00AC4BEE"/>
    <w:rsid w:val="00AC52B5"/>
    <w:rsid w:val="00AC58C8"/>
    <w:rsid w:val="00AC58F2"/>
    <w:rsid w:val="00AC5B61"/>
    <w:rsid w:val="00AC5CCE"/>
    <w:rsid w:val="00AC5D85"/>
    <w:rsid w:val="00AC5EF6"/>
    <w:rsid w:val="00AC6160"/>
    <w:rsid w:val="00AC627D"/>
    <w:rsid w:val="00AC6D6E"/>
    <w:rsid w:val="00AC7908"/>
    <w:rsid w:val="00AD13D3"/>
    <w:rsid w:val="00AD18A8"/>
    <w:rsid w:val="00AD1E6D"/>
    <w:rsid w:val="00AD2356"/>
    <w:rsid w:val="00AD2864"/>
    <w:rsid w:val="00AD292B"/>
    <w:rsid w:val="00AD2A8C"/>
    <w:rsid w:val="00AD30AF"/>
    <w:rsid w:val="00AD313C"/>
    <w:rsid w:val="00AD3179"/>
    <w:rsid w:val="00AD320B"/>
    <w:rsid w:val="00AD37A3"/>
    <w:rsid w:val="00AD37C9"/>
    <w:rsid w:val="00AD3A22"/>
    <w:rsid w:val="00AD3E1E"/>
    <w:rsid w:val="00AD3EE5"/>
    <w:rsid w:val="00AD411F"/>
    <w:rsid w:val="00AD41DC"/>
    <w:rsid w:val="00AD4245"/>
    <w:rsid w:val="00AD448E"/>
    <w:rsid w:val="00AD4A84"/>
    <w:rsid w:val="00AD4FA9"/>
    <w:rsid w:val="00AD50B6"/>
    <w:rsid w:val="00AD53DE"/>
    <w:rsid w:val="00AD541E"/>
    <w:rsid w:val="00AD54CD"/>
    <w:rsid w:val="00AD54FA"/>
    <w:rsid w:val="00AD5ADB"/>
    <w:rsid w:val="00AD5C95"/>
    <w:rsid w:val="00AD61A3"/>
    <w:rsid w:val="00AD63F8"/>
    <w:rsid w:val="00AD6769"/>
    <w:rsid w:val="00AD6D5D"/>
    <w:rsid w:val="00AD6E46"/>
    <w:rsid w:val="00AD7C51"/>
    <w:rsid w:val="00AD7C9E"/>
    <w:rsid w:val="00AE025D"/>
    <w:rsid w:val="00AE0757"/>
    <w:rsid w:val="00AE0B8F"/>
    <w:rsid w:val="00AE0CED"/>
    <w:rsid w:val="00AE0E98"/>
    <w:rsid w:val="00AE0F2A"/>
    <w:rsid w:val="00AE1008"/>
    <w:rsid w:val="00AE10E5"/>
    <w:rsid w:val="00AE15C2"/>
    <w:rsid w:val="00AE1BBF"/>
    <w:rsid w:val="00AE24D3"/>
    <w:rsid w:val="00AE2A81"/>
    <w:rsid w:val="00AE2BAE"/>
    <w:rsid w:val="00AE2FB9"/>
    <w:rsid w:val="00AE33E2"/>
    <w:rsid w:val="00AE357C"/>
    <w:rsid w:val="00AE36A0"/>
    <w:rsid w:val="00AE4B9C"/>
    <w:rsid w:val="00AE4BC1"/>
    <w:rsid w:val="00AE4F18"/>
    <w:rsid w:val="00AE530C"/>
    <w:rsid w:val="00AE5728"/>
    <w:rsid w:val="00AE58EA"/>
    <w:rsid w:val="00AE5B57"/>
    <w:rsid w:val="00AE5FA6"/>
    <w:rsid w:val="00AE6114"/>
    <w:rsid w:val="00AE6C05"/>
    <w:rsid w:val="00AE73F8"/>
    <w:rsid w:val="00AE7429"/>
    <w:rsid w:val="00AE7A3E"/>
    <w:rsid w:val="00AF016F"/>
    <w:rsid w:val="00AF03EB"/>
    <w:rsid w:val="00AF0549"/>
    <w:rsid w:val="00AF079C"/>
    <w:rsid w:val="00AF092C"/>
    <w:rsid w:val="00AF098B"/>
    <w:rsid w:val="00AF0C2D"/>
    <w:rsid w:val="00AF19B7"/>
    <w:rsid w:val="00AF1A66"/>
    <w:rsid w:val="00AF1F4F"/>
    <w:rsid w:val="00AF1FE2"/>
    <w:rsid w:val="00AF2BCB"/>
    <w:rsid w:val="00AF2E9A"/>
    <w:rsid w:val="00AF361D"/>
    <w:rsid w:val="00AF38A3"/>
    <w:rsid w:val="00AF3FF5"/>
    <w:rsid w:val="00AF40F0"/>
    <w:rsid w:val="00AF4189"/>
    <w:rsid w:val="00AF418B"/>
    <w:rsid w:val="00AF4353"/>
    <w:rsid w:val="00AF44AE"/>
    <w:rsid w:val="00AF5013"/>
    <w:rsid w:val="00AF5168"/>
    <w:rsid w:val="00AF53C7"/>
    <w:rsid w:val="00AF5843"/>
    <w:rsid w:val="00AF5940"/>
    <w:rsid w:val="00AF60E4"/>
    <w:rsid w:val="00AF6121"/>
    <w:rsid w:val="00AF6543"/>
    <w:rsid w:val="00AF699F"/>
    <w:rsid w:val="00AF759E"/>
    <w:rsid w:val="00AF75EC"/>
    <w:rsid w:val="00AF7681"/>
    <w:rsid w:val="00AF7890"/>
    <w:rsid w:val="00AF7A64"/>
    <w:rsid w:val="00AF7F89"/>
    <w:rsid w:val="00B000ED"/>
    <w:rsid w:val="00B00279"/>
    <w:rsid w:val="00B0030A"/>
    <w:rsid w:val="00B00547"/>
    <w:rsid w:val="00B006E2"/>
    <w:rsid w:val="00B00BA7"/>
    <w:rsid w:val="00B01A4E"/>
    <w:rsid w:val="00B01D5F"/>
    <w:rsid w:val="00B01EB5"/>
    <w:rsid w:val="00B02208"/>
    <w:rsid w:val="00B0224A"/>
    <w:rsid w:val="00B0264C"/>
    <w:rsid w:val="00B02836"/>
    <w:rsid w:val="00B02A5E"/>
    <w:rsid w:val="00B02ACC"/>
    <w:rsid w:val="00B0385B"/>
    <w:rsid w:val="00B03944"/>
    <w:rsid w:val="00B03BFB"/>
    <w:rsid w:val="00B04334"/>
    <w:rsid w:val="00B04467"/>
    <w:rsid w:val="00B04952"/>
    <w:rsid w:val="00B04C11"/>
    <w:rsid w:val="00B04D90"/>
    <w:rsid w:val="00B0503B"/>
    <w:rsid w:val="00B05323"/>
    <w:rsid w:val="00B0555C"/>
    <w:rsid w:val="00B05A8E"/>
    <w:rsid w:val="00B05EEC"/>
    <w:rsid w:val="00B06446"/>
    <w:rsid w:val="00B06713"/>
    <w:rsid w:val="00B06B85"/>
    <w:rsid w:val="00B10441"/>
    <w:rsid w:val="00B10BD8"/>
    <w:rsid w:val="00B11C8B"/>
    <w:rsid w:val="00B12081"/>
    <w:rsid w:val="00B120F2"/>
    <w:rsid w:val="00B124FB"/>
    <w:rsid w:val="00B12A59"/>
    <w:rsid w:val="00B12D8E"/>
    <w:rsid w:val="00B13366"/>
    <w:rsid w:val="00B14AD2"/>
    <w:rsid w:val="00B152FC"/>
    <w:rsid w:val="00B15460"/>
    <w:rsid w:val="00B1567A"/>
    <w:rsid w:val="00B156CF"/>
    <w:rsid w:val="00B1585B"/>
    <w:rsid w:val="00B15C09"/>
    <w:rsid w:val="00B16136"/>
    <w:rsid w:val="00B166AD"/>
    <w:rsid w:val="00B16CB4"/>
    <w:rsid w:val="00B16D18"/>
    <w:rsid w:val="00B1703F"/>
    <w:rsid w:val="00B1758F"/>
    <w:rsid w:val="00B175C5"/>
    <w:rsid w:val="00B1774B"/>
    <w:rsid w:val="00B17A4B"/>
    <w:rsid w:val="00B17F06"/>
    <w:rsid w:val="00B20116"/>
    <w:rsid w:val="00B2034D"/>
    <w:rsid w:val="00B20358"/>
    <w:rsid w:val="00B20660"/>
    <w:rsid w:val="00B206C1"/>
    <w:rsid w:val="00B20767"/>
    <w:rsid w:val="00B2093A"/>
    <w:rsid w:val="00B21333"/>
    <w:rsid w:val="00B21A68"/>
    <w:rsid w:val="00B21CE0"/>
    <w:rsid w:val="00B2237D"/>
    <w:rsid w:val="00B2264D"/>
    <w:rsid w:val="00B22BE9"/>
    <w:rsid w:val="00B22CE2"/>
    <w:rsid w:val="00B230FE"/>
    <w:rsid w:val="00B232A3"/>
    <w:rsid w:val="00B24187"/>
    <w:rsid w:val="00B243F0"/>
    <w:rsid w:val="00B2443F"/>
    <w:rsid w:val="00B24506"/>
    <w:rsid w:val="00B246DC"/>
    <w:rsid w:val="00B2478B"/>
    <w:rsid w:val="00B247A3"/>
    <w:rsid w:val="00B248EF"/>
    <w:rsid w:val="00B24A55"/>
    <w:rsid w:val="00B24B8D"/>
    <w:rsid w:val="00B24BED"/>
    <w:rsid w:val="00B250C9"/>
    <w:rsid w:val="00B25981"/>
    <w:rsid w:val="00B25B58"/>
    <w:rsid w:val="00B25EA5"/>
    <w:rsid w:val="00B260ED"/>
    <w:rsid w:val="00B26886"/>
    <w:rsid w:val="00B26887"/>
    <w:rsid w:val="00B26DC6"/>
    <w:rsid w:val="00B26DD6"/>
    <w:rsid w:val="00B26EC6"/>
    <w:rsid w:val="00B26FDF"/>
    <w:rsid w:val="00B27BF0"/>
    <w:rsid w:val="00B27D43"/>
    <w:rsid w:val="00B30131"/>
    <w:rsid w:val="00B303C1"/>
    <w:rsid w:val="00B3045E"/>
    <w:rsid w:val="00B30584"/>
    <w:rsid w:val="00B30841"/>
    <w:rsid w:val="00B30A25"/>
    <w:rsid w:val="00B30B01"/>
    <w:rsid w:val="00B31125"/>
    <w:rsid w:val="00B31C51"/>
    <w:rsid w:val="00B3230B"/>
    <w:rsid w:val="00B3245E"/>
    <w:rsid w:val="00B32CFB"/>
    <w:rsid w:val="00B33027"/>
    <w:rsid w:val="00B3405C"/>
    <w:rsid w:val="00B340C2"/>
    <w:rsid w:val="00B341F1"/>
    <w:rsid w:val="00B3425C"/>
    <w:rsid w:val="00B34CD4"/>
    <w:rsid w:val="00B34F86"/>
    <w:rsid w:val="00B3536C"/>
    <w:rsid w:val="00B3542E"/>
    <w:rsid w:val="00B358AF"/>
    <w:rsid w:val="00B35B56"/>
    <w:rsid w:val="00B35DFE"/>
    <w:rsid w:val="00B35EAB"/>
    <w:rsid w:val="00B35F24"/>
    <w:rsid w:val="00B36008"/>
    <w:rsid w:val="00B36122"/>
    <w:rsid w:val="00B3621F"/>
    <w:rsid w:val="00B365BE"/>
    <w:rsid w:val="00B36709"/>
    <w:rsid w:val="00B36DE0"/>
    <w:rsid w:val="00B37141"/>
    <w:rsid w:val="00B371C5"/>
    <w:rsid w:val="00B37DF2"/>
    <w:rsid w:val="00B4005A"/>
    <w:rsid w:val="00B4021B"/>
    <w:rsid w:val="00B40575"/>
    <w:rsid w:val="00B410FD"/>
    <w:rsid w:val="00B41C35"/>
    <w:rsid w:val="00B41F18"/>
    <w:rsid w:val="00B425DF"/>
    <w:rsid w:val="00B42A09"/>
    <w:rsid w:val="00B42B2F"/>
    <w:rsid w:val="00B433ED"/>
    <w:rsid w:val="00B43804"/>
    <w:rsid w:val="00B4384B"/>
    <w:rsid w:val="00B4449E"/>
    <w:rsid w:val="00B44948"/>
    <w:rsid w:val="00B44C1B"/>
    <w:rsid w:val="00B44E5B"/>
    <w:rsid w:val="00B451B6"/>
    <w:rsid w:val="00B461F0"/>
    <w:rsid w:val="00B4680F"/>
    <w:rsid w:val="00B46A9D"/>
    <w:rsid w:val="00B46E9A"/>
    <w:rsid w:val="00B46F7B"/>
    <w:rsid w:val="00B47016"/>
    <w:rsid w:val="00B47237"/>
    <w:rsid w:val="00B47675"/>
    <w:rsid w:val="00B477F2"/>
    <w:rsid w:val="00B4785E"/>
    <w:rsid w:val="00B50A55"/>
    <w:rsid w:val="00B5103E"/>
    <w:rsid w:val="00B51173"/>
    <w:rsid w:val="00B51395"/>
    <w:rsid w:val="00B51508"/>
    <w:rsid w:val="00B51CE5"/>
    <w:rsid w:val="00B51D9C"/>
    <w:rsid w:val="00B5218C"/>
    <w:rsid w:val="00B522F9"/>
    <w:rsid w:val="00B52A8B"/>
    <w:rsid w:val="00B532D8"/>
    <w:rsid w:val="00B53647"/>
    <w:rsid w:val="00B53849"/>
    <w:rsid w:val="00B53AFA"/>
    <w:rsid w:val="00B5471D"/>
    <w:rsid w:val="00B54BA0"/>
    <w:rsid w:val="00B54F32"/>
    <w:rsid w:val="00B552FA"/>
    <w:rsid w:val="00B55566"/>
    <w:rsid w:val="00B563F8"/>
    <w:rsid w:val="00B56A51"/>
    <w:rsid w:val="00B56B31"/>
    <w:rsid w:val="00B5703F"/>
    <w:rsid w:val="00B5763F"/>
    <w:rsid w:val="00B57759"/>
    <w:rsid w:val="00B577A5"/>
    <w:rsid w:val="00B57900"/>
    <w:rsid w:val="00B6006D"/>
    <w:rsid w:val="00B60380"/>
    <w:rsid w:val="00B605C8"/>
    <w:rsid w:val="00B60B4F"/>
    <w:rsid w:val="00B60BDB"/>
    <w:rsid w:val="00B60CDB"/>
    <w:rsid w:val="00B60DD9"/>
    <w:rsid w:val="00B612DD"/>
    <w:rsid w:val="00B61608"/>
    <w:rsid w:val="00B6179E"/>
    <w:rsid w:val="00B6197A"/>
    <w:rsid w:val="00B61DE8"/>
    <w:rsid w:val="00B62440"/>
    <w:rsid w:val="00B62A1C"/>
    <w:rsid w:val="00B63658"/>
    <w:rsid w:val="00B63A42"/>
    <w:rsid w:val="00B63B2A"/>
    <w:rsid w:val="00B64578"/>
    <w:rsid w:val="00B649F9"/>
    <w:rsid w:val="00B64D27"/>
    <w:rsid w:val="00B651DA"/>
    <w:rsid w:val="00B653C9"/>
    <w:rsid w:val="00B6553B"/>
    <w:rsid w:val="00B659CD"/>
    <w:rsid w:val="00B65BBD"/>
    <w:rsid w:val="00B65CFC"/>
    <w:rsid w:val="00B665C3"/>
    <w:rsid w:val="00B66980"/>
    <w:rsid w:val="00B6698F"/>
    <w:rsid w:val="00B66D09"/>
    <w:rsid w:val="00B67C15"/>
    <w:rsid w:val="00B67F5E"/>
    <w:rsid w:val="00B700CA"/>
    <w:rsid w:val="00B70185"/>
    <w:rsid w:val="00B70879"/>
    <w:rsid w:val="00B70D04"/>
    <w:rsid w:val="00B70DEC"/>
    <w:rsid w:val="00B70EFB"/>
    <w:rsid w:val="00B71100"/>
    <w:rsid w:val="00B716A6"/>
    <w:rsid w:val="00B71DB3"/>
    <w:rsid w:val="00B72124"/>
    <w:rsid w:val="00B72A31"/>
    <w:rsid w:val="00B72E64"/>
    <w:rsid w:val="00B7343C"/>
    <w:rsid w:val="00B73A48"/>
    <w:rsid w:val="00B745A4"/>
    <w:rsid w:val="00B74630"/>
    <w:rsid w:val="00B74815"/>
    <w:rsid w:val="00B748C3"/>
    <w:rsid w:val="00B748FA"/>
    <w:rsid w:val="00B76527"/>
    <w:rsid w:val="00B7652D"/>
    <w:rsid w:val="00B76D60"/>
    <w:rsid w:val="00B77109"/>
    <w:rsid w:val="00B77184"/>
    <w:rsid w:val="00B774FA"/>
    <w:rsid w:val="00B77524"/>
    <w:rsid w:val="00B779EE"/>
    <w:rsid w:val="00B77C1C"/>
    <w:rsid w:val="00B803A4"/>
    <w:rsid w:val="00B80431"/>
    <w:rsid w:val="00B807CF"/>
    <w:rsid w:val="00B80981"/>
    <w:rsid w:val="00B81C98"/>
    <w:rsid w:val="00B81E8D"/>
    <w:rsid w:val="00B82667"/>
    <w:rsid w:val="00B8276F"/>
    <w:rsid w:val="00B82950"/>
    <w:rsid w:val="00B82C4D"/>
    <w:rsid w:val="00B82FB7"/>
    <w:rsid w:val="00B83792"/>
    <w:rsid w:val="00B83B40"/>
    <w:rsid w:val="00B83C4E"/>
    <w:rsid w:val="00B83C51"/>
    <w:rsid w:val="00B83CD1"/>
    <w:rsid w:val="00B842D3"/>
    <w:rsid w:val="00B84735"/>
    <w:rsid w:val="00B84A59"/>
    <w:rsid w:val="00B85811"/>
    <w:rsid w:val="00B858CA"/>
    <w:rsid w:val="00B85B2A"/>
    <w:rsid w:val="00B85F1A"/>
    <w:rsid w:val="00B86040"/>
    <w:rsid w:val="00B86094"/>
    <w:rsid w:val="00B8609D"/>
    <w:rsid w:val="00B86133"/>
    <w:rsid w:val="00B86166"/>
    <w:rsid w:val="00B86666"/>
    <w:rsid w:val="00B870B1"/>
    <w:rsid w:val="00B874E7"/>
    <w:rsid w:val="00B8763B"/>
    <w:rsid w:val="00B8793F"/>
    <w:rsid w:val="00B9095F"/>
    <w:rsid w:val="00B90998"/>
    <w:rsid w:val="00B909E1"/>
    <w:rsid w:val="00B90E73"/>
    <w:rsid w:val="00B9115A"/>
    <w:rsid w:val="00B91223"/>
    <w:rsid w:val="00B91DE6"/>
    <w:rsid w:val="00B91E2C"/>
    <w:rsid w:val="00B92063"/>
    <w:rsid w:val="00B923D4"/>
    <w:rsid w:val="00B926AB"/>
    <w:rsid w:val="00B928DE"/>
    <w:rsid w:val="00B93278"/>
    <w:rsid w:val="00B936FE"/>
    <w:rsid w:val="00B938A3"/>
    <w:rsid w:val="00B93939"/>
    <w:rsid w:val="00B93EDF"/>
    <w:rsid w:val="00B94166"/>
    <w:rsid w:val="00B941D4"/>
    <w:rsid w:val="00B9437D"/>
    <w:rsid w:val="00B943E2"/>
    <w:rsid w:val="00B9459D"/>
    <w:rsid w:val="00B94A5B"/>
    <w:rsid w:val="00B9501E"/>
    <w:rsid w:val="00B955E5"/>
    <w:rsid w:val="00B95A7F"/>
    <w:rsid w:val="00B96962"/>
    <w:rsid w:val="00B96EDF"/>
    <w:rsid w:val="00B972D6"/>
    <w:rsid w:val="00B974EF"/>
    <w:rsid w:val="00B975F8"/>
    <w:rsid w:val="00B977F9"/>
    <w:rsid w:val="00BA0080"/>
    <w:rsid w:val="00BA0449"/>
    <w:rsid w:val="00BA06FC"/>
    <w:rsid w:val="00BA14A9"/>
    <w:rsid w:val="00BA1969"/>
    <w:rsid w:val="00BA2377"/>
    <w:rsid w:val="00BA280D"/>
    <w:rsid w:val="00BA284B"/>
    <w:rsid w:val="00BA28C2"/>
    <w:rsid w:val="00BA306F"/>
    <w:rsid w:val="00BA32F8"/>
    <w:rsid w:val="00BA3C02"/>
    <w:rsid w:val="00BA4050"/>
    <w:rsid w:val="00BA43A8"/>
    <w:rsid w:val="00BA4473"/>
    <w:rsid w:val="00BA4A31"/>
    <w:rsid w:val="00BA4B39"/>
    <w:rsid w:val="00BA4BD2"/>
    <w:rsid w:val="00BA4E05"/>
    <w:rsid w:val="00BA50AF"/>
    <w:rsid w:val="00BA6053"/>
    <w:rsid w:val="00BA6255"/>
    <w:rsid w:val="00BA6414"/>
    <w:rsid w:val="00BA669D"/>
    <w:rsid w:val="00BA6B09"/>
    <w:rsid w:val="00BA6E10"/>
    <w:rsid w:val="00BA7839"/>
    <w:rsid w:val="00BB0ED7"/>
    <w:rsid w:val="00BB10EF"/>
    <w:rsid w:val="00BB15D2"/>
    <w:rsid w:val="00BB1A04"/>
    <w:rsid w:val="00BB1B39"/>
    <w:rsid w:val="00BB1C3D"/>
    <w:rsid w:val="00BB1DC7"/>
    <w:rsid w:val="00BB2AB4"/>
    <w:rsid w:val="00BB33D2"/>
    <w:rsid w:val="00BB36AD"/>
    <w:rsid w:val="00BB3A23"/>
    <w:rsid w:val="00BB46D5"/>
    <w:rsid w:val="00BB535E"/>
    <w:rsid w:val="00BB623A"/>
    <w:rsid w:val="00BB63F1"/>
    <w:rsid w:val="00BB73BD"/>
    <w:rsid w:val="00BB7702"/>
    <w:rsid w:val="00BB7DC9"/>
    <w:rsid w:val="00BC0163"/>
    <w:rsid w:val="00BC029F"/>
    <w:rsid w:val="00BC0A26"/>
    <w:rsid w:val="00BC0AA3"/>
    <w:rsid w:val="00BC0D1A"/>
    <w:rsid w:val="00BC10FA"/>
    <w:rsid w:val="00BC207B"/>
    <w:rsid w:val="00BC20B0"/>
    <w:rsid w:val="00BC2DEF"/>
    <w:rsid w:val="00BC30AD"/>
    <w:rsid w:val="00BC36CB"/>
    <w:rsid w:val="00BC3982"/>
    <w:rsid w:val="00BC3F5B"/>
    <w:rsid w:val="00BC40AE"/>
    <w:rsid w:val="00BC4719"/>
    <w:rsid w:val="00BC4B03"/>
    <w:rsid w:val="00BC4CCE"/>
    <w:rsid w:val="00BC4E51"/>
    <w:rsid w:val="00BC55BE"/>
    <w:rsid w:val="00BC5D70"/>
    <w:rsid w:val="00BC63BF"/>
    <w:rsid w:val="00BC6A9F"/>
    <w:rsid w:val="00BC7137"/>
    <w:rsid w:val="00BC779E"/>
    <w:rsid w:val="00BC79DF"/>
    <w:rsid w:val="00BC7B6D"/>
    <w:rsid w:val="00BC7D16"/>
    <w:rsid w:val="00BC7E1D"/>
    <w:rsid w:val="00BC7EF4"/>
    <w:rsid w:val="00BD0C95"/>
    <w:rsid w:val="00BD1957"/>
    <w:rsid w:val="00BD1CAC"/>
    <w:rsid w:val="00BD1F91"/>
    <w:rsid w:val="00BD21F2"/>
    <w:rsid w:val="00BD223C"/>
    <w:rsid w:val="00BD28C0"/>
    <w:rsid w:val="00BD2DF9"/>
    <w:rsid w:val="00BD2F77"/>
    <w:rsid w:val="00BD30E0"/>
    <w:rsid w:val="00BD38CB"/>
    <w:rsid w:val="00BD3A97"/>
    <w:rsid w:val="00BD41A2"/>
    <w:rsid w:val="00BD4609"/>
    <w:rsid w:val="00BD4659"/>
    <w:rsid w:val="00BD4887"/>
    <w:rsid w:val="00BD4A45"/>
    <w:rsid w:val="00BD518C"/>
    <w:rsid w:val="00BD53A0"/>
    <w:rsid w:val="00BD5522"/>
    <w:rsid w:val="00BD5A63"/>
    <w:rsid w:val="00BD5AC8"/>
    <w:rsid w:val="00BD5AD9"/>
    <w:rsid w:val="00BD5B0B"/>
    <w:rsid w:val="00BD5B3C"/>
    <w:rsid w:val="00BD65D3"/>
    <w:rsid w:val="00BD68C2"/>
    <w:rsid w:val="00BD6BA0"/>
    <w:rsid w:val="00BD6BB6"/>
    <w:rsid w:val="00BD7AA4"/>
    <w:rsid w:val="00BD7B93"/>
    <w:rsid w:val="00BD7BFD"/>
    <w:rsid w:val="00BD7C60"/>
    <w:rsid w:val="00BD7CDE"/>
    <w:rsid w:val="00BD7D0A"/>
    <w:rsid w:val="00BE02A8"/>
    <w:rsid w:val="00BE0A61"/>
    <w:rsid w:val="00BE0BFD"/>
    <w:rsid w:val="00BE0D46"/>
    <w:rsid w:val="00BE0F35"/>
    <w:rsid w:val="00BE139B"/>
    <w:rsid w:val="00BE13EE"/>
    <w:rsid w:val="00BE16B9"/>
    <w:rsid w:val="00BE1809"/>
    <w:rsid w:val="00BE1993"/>
    <w:rsid w:val="00BE1C3D"/>
    <w:rsid w:val="00BE22A2"/>
    <w:rsid w:val="00BE22F8"/>
    <w:rsid w:val="00BE23DD"/>
    <w:rsid w:val="00BE2484"/>
    <w:rsid w:val="00BE2F3E"/>
    <w:rsid w:val="00BE2FE1"/>
    <w:rsid w:val="00BE33F7"/>
    <w:rsid w:val="00BE3DC6"/>
    <w:rsid w:val="00BE414E"/>
    <w:rsid w:val="00BE592D"/>
    <w:rsid w:val="00BE5D7D"/>
    <w:rsid w:val="00BE5E58"/>
    <w:rsid w:val="00BE6208"/>
    <w:rsid w:val="00BE62CC"/>
    <w:rsid w:val="00BE662C"/>
    <w:rsid w:val="00BE68DA"/>
    <w:rsid w:val="00BE6E43"/>
    <w:rsid w:val="00BE6FE8"/>
    <w:rsid w:val="00BE736E"/>
    <w:rsid w:val="00BE7545"/>
    <w:rsid w:val="00BE7669"/>
    <w:rsid w:val="00BE7C3B"/>
    <w:rsid w:val="00BE7E21"/>
    <w:rsid w:val="00BF0040"/>
    <w:rsid w:val="00BF0437"/>
    <w:rsid w:val="00BF0512"/>
    <w:rsid w:val="00BF1F58"/>
    <w:rsid w:val="00BF3365"/>
    <w:rsid w:val="00BF350F"/>
    <w:rsid w:val="00BF3574"/>
    <w:rsid w:val="00BF3812"/>
    <w:rsid w:val="00BF3CAB"/>
    <w:rsid w:val="00BF4AC0"/>
    <w:rsid w:val="00BF55EB"/>
    <w:rsid w:val="00BF593B"/>
    <w:rsid w:val="00BF5FDC"/>
    <w:rsid w:val="00BF6872"/>
    <w:rsid w:val="00BF6BFF"/>
    <w:rsid w:val="00BF6ECF"/>
    <w:rsid w:val="00BF7222"/>
    <w:rsid w:val="00BF72A2"/>
    <w:rsid w:val="00BF735B"/>
    <w:rsid w:val="00BF782C"/>
    <w:rsid w:val="00BF7AD7"/>
    <w:rsid w:val="00BF7D84"/>
    <w:rsid w:val="00C001DE"/>
    <w:rsid w:val="00C00637"/>
    <w:rsid w:val="00C00CF1"/>
    <w:rsid w:val="00C0142D"/>
    <w:rsid w:val="00C015F7"/>
    <w:rsid w:val="00C0182F"/>
    <w:rsid w:val="00C018EA"/>
    <w:rsid w:val="00C01A31"/>
    <w:rsid w:val="00C01C5A"/>
    <w:rsid w:val="00C020F1"/>
    <w:rsid w:val="00C0228D"/>
    <w:rsid w:val="00C02343"/>
    <w:rsid w:val="00C02536"/>
    <w:rsid w:val="00C026C7"/>
    <w:rsid w:val="00C028E8"/>
    <w:rsid w:val="00C030B9"/>
    <w:rsid w:val="00C030FE"/>
    <w:rsid w:val="00C035B6"/>
    <w:rsid w:val="00C035C9"/>
    <w:rsid w:val="00C03D91"/>
    <w:rsid w:val="00C03EDE"/>
    <w:rsid w:val="00C0430B"/>
    <w:rsid w:val="00C04393"/>
    <w:rsid w:val="00C04A72"/>
    <w:rsid w:val="00C04D53"/>
    <w:rsid w:val="00C05365"/>
    <w:rsid w:val="00C05465"/>
    <w:rsid w:val="00C056AC"/>
    <w:rsid w:val="00C05736"/>
    <w:rsid w:val="00C05C50"/>
    <w:rsid w:val="00C05CDA"/>
    <w:rsid w:val="00C05F11"/>
    <w:rsid w:val="00C066C9"/>
    <w:rsid w:val="00C0677D"/>
    <w:rsid w:val="00C06844"/>
    <w:rsid w:val="00C06D49"/>
    <w:rsid w:val="00C06D70"/>
    <w:rsid w:val="00C06D9F"/>
    <w:rsid w:val="00C06FFE"/>
    <w:rsid w:val="00C07391"/>
    <w:rsid w:val="00C077BB"/>
    <w:rsid w:val="00C07F5A"/>
    <w:rsid w:val="00C10026"/>
    <w:rsid w:val="00C10306"/>
    <w:rsid w:val="00C1037B"/>
    <w:rsid w:val="00C104E9"/>
    <w:rsid w:val="00C107EC"/>
    <w:rsid w:val="00C10D41"/>
    <w:rsid w:val="00C110E5"/>
    <w:rsid w:val="00C111A5"/>
    <w:rsid w:val="00C11801"/>
    <w:rsid w:val="00C121C2"/>
    <w:rsid w:val="00C123E1"/>
    <w:rsid w:val="00C126E0"/>
    <w:rsid w:val="00C12833"/>
    <w:rsid w:val="00C12C35"/>
    <w:rsid w:val="00C12E93"/>
    <w:rsid w:val="00C13377"/>
    <w:rsid w:val="00C141CE"/>
    <w:rsid w:val="00C143CC"/>
    <w:rsid w:val="00C14650"/>
    <w:rsid w:val="00C147E7"/>
    <w:rsid w:val="00C14912"/>
    <w:rsid w:val="00C15166"/>
    <w:rsid w:val="00C15424"/>
    <w:rsid w:val="00C15520"/>
    <w:rsid w:val="00C1553B"/>
    <w:rsid w:val="00C15E04"/>
    <w:rsid w:val="00C16165"/>
    <w:rsid w:val="00C1619F"/>
    <w:rsid w:val="00C16A0A"/>
    <w:rsid w:val="00C16C26"/>
    <w:rsid w:val="00C17396"/>
    <w:rsid w:val="00C1749A"/>
    <w:rsid w:val="00C178DA"/>
    <w:rsid w:val="00C17F44"/>
    <w:rsid w:val="00C2001B"/>
    <w:rsid w:val="00C200E9"/>
    <w:rsid w:val="00C20319"/>
    <w:rsid w:val="00C20FEF"/>
    <w:rsid w:val="00C213A4"/>
    <w:rsid w:val="00C21484"/>
    <w:rsid w:val="00C2159D"/>
    <w:rsid w:val="00C223D5"/>
    <w:rsid w:val="00C22405"/>
    <w:rsid w:val="00C2259E"/>
    <w:rsid w:val="00C228A9"/>
    <w:rsid w:val="00C22EBD"/>
    <w:rsid w:val="00C233A1"/>
    <w:rsid w:val="00C23AFA"/>
    <w:rsid w:val="00C243EC"/>
    <w:rsid w:val="00C24496"/>
    <w:rsid w:val="00C24631"/>
    <w:rsid w:val="00C2499F"/>
    <w:rsid w:val="00C25922"/>
    <w:rsid w:val="00C2628C"/>
    <w:rsid w:val="00C262D4"/>
    <w:rsid w:val="00C2631F"/>
    <w:rsid w:val="00C2639D"/>
    <w:rsid w:val="00C268AE"/>
    <w:rsid w:val="00C268B6"/>
    <w:rsid w:val="00C2710B"/>
    <w:rsid w:val="00C272AD"/>
    <w:rsid w:val="00C27329"/>
    <w:rsid w:val="00C27393"/>
    <w:rsid w:val="00C2777C"/>
    <w:rsid w:val="00C27CD3"/>
    <w:rsid w:val="00C27D01"/>
    <w:rsid w:val="00C27FD9"/>
    <w:rsid w:val="00C30507"/>
    <w:rsid w:val="00C30655"/>
    <w:rsid w:val="00C3091B"/>
    <w:rsid w:val="00C30A60"/>
    <w:rsid w:val="00C30B11"/>
    <w:rsid w:val="00C30BA2"/>
    <w:rsid w:val="00C3124C"/>
    <w:rsid w:val="00C312BF"/>
    <w:rsid w:val="00C31D68"/>
    <w:rsid w:val="00C32400"/>
    <w:rsid w:val="00C328A0"/>
    <w:rsid w:val="00C32A6D"/>
    <w:rsid w:val="00C33261"/>
    <w:rsid w:val="00C3353D"/>
    <w:rsid w:val="00C33712"/>
    <w:rsid w:val="00C337B6"/>
    <w:rsid w:val="00C33ABB"/>
    <w:rsid w:val="00C33ABF"/>
    <w:rsid w:val="00C33DE9"/>
    <w:rsid w:val="00C33F13"/>
    <w:rsid w:val="00C33FCD"/>
    <w:rsid w:val="00C341C0"/>
    <w:rsid w:val="00C34292"/>
    <w:rsid w:val="00C34406"/>
    <w:rsid w:val="00C3484E"/>
    <w:rsid w:val="00C35326"/>
    <w:rsid w:val="00C35C51"/>
    <w:rsid w:val="00C36C3A"/>
    <w:rsid w:val="00C36CC3"/>
    <w:rsid w:val="00C36E62"/>
    <w:rsid w:val="00C36F7E"/>
    <w:rsid w:val="00C3719B"/>
    <w:rsid w:val="00C3757D"/>
    <w:rsid w:val="00C37D2F"/>
    <w:rsid w:val="00C409A1"/>
    <w:rsid w:val="00C40B0A"/>
    <w:rsid w:val="00C40BA9"/>
    <w:rsid w:val="00C417D7"/>
    <w:rsid w:val="00C418F3"/>
    <w:rsid w:val="00C41E15"/>
    <w:rsid w:val="00C421F0"/>
    <w:rsid w:val="00C42619"/>
    <w:rsid w:val="00C42A93"/>
    <w:rsid w:val="00C4326C"/>
    <w:rsid w:val="00C43784"/>
    <w:rsid w:val="00C43C51"/>
    <w:rsid w:val="00C43C89"/>
    <w:rsid w:val="00C43EEC"/>
    <w:rsid w:val="00C44A25"/>
    <w:rsid w:val="00C44A85"/>
    <w:rsid w:val="00C453D9"/>
    <w:rsid w:val="00C453F6"/>
    <w:rsid w:val="00C45DB5"/>
    <w:rsid w:val="00C45DF9"/>
    <w:rsid w:val="00C45F87"/>
    <w:rsid w:val="00C45FA4"/>
    <w:rsid w:val="00C463C2"/>
    <w:rsid w:val="00C468EC"/>
    <w:rsid w:val="00C469DB"/>
    <w:rsid w:val="00C46D95"/>
    <w:rsid w:val="00C46F22"/>
    <w:rsid w:val="00C4712C"/>
    <w:rsid w:val="00C4744F"/>
    <w:rsid w:val="00C47C56"/>
    <w:rsid w:val="00C47CA8"/>
    <w:rsid w:val="00C47DAB"/>
    <w:rsid w:val="00C51503"/>
    <w:rsid w:val="00C51575"/>
    <w:rsid w:val="00C51791"/>
    <w:rsid w:val="00C5184B"/>
    <w:rsid w:val="00C51854"/>
    <w:rsid w:val="00C51ABB"/>
    <w:rsid w:val="00C51C96"/>
    <w:rsid w:val="00C51F3E"/>
    <w:rsid w:val="00C524F6"/>
    <w:rsid w:val="00C525BF"/>
    <w:rsid w:val="00C525C4"/>
    <w:rsid w:val="00C528E1"/>
    <w:rsid w:val="00C53645"/>
    <w:rsid w:val="00C53A13"/>
    <w:rsid w:val="00C54058"/>
    <w:rsid w:val="00C54245"/>
    <w:rsid w:val="00C54DC7"/>
    <w:rsid w:val="00C54FA4"/>
    <w:rsid w:val="00C55233"/>
    <w:rsid w:val="00C557FC"/>
    <w:rsid w:val="00C55B28"/>
    <w:rsid w:val="00C56158"/>
    <w:rsid w:val="00C56B15"/>
    <w:rsid w:val="00C56B44"/>
    <w:rsid w:val="00C56F21"/>
    <w:rsid w:val="00C574D0"/>
    <w:rsid w:val="00C574EF"/>
    <w:rsid w:val="00C576EC"/>
    <w:rsid w:val="00C57BB7"/>
    <w:rsid w:val="00C57E53"/>
    <w:rsid w:val="00C607E4"/>
    <w:rsid w:val="00C60A6D"/>
    <w:rsid w:val="00C60B3A"/>
    <w:rsid w:val="00C60D38"/>
    <w:rsid w:val="00C6168F"/>
    <w:rsid w:val="00C620AE"/>
    <w:rsid w:val="00C6232E"/>
    <w:rsid w:val="00C62668"/>
    <w:rsid w:val="00C62762"/>
    <w:rsid w:val="00C631D3"/>
    <w:rsid w:val="00C63935"/>
    <w:rsid w:val="00C639DD"/>
    <w:rsid w:val="00C63C02"/>
    <w:rsid w:val="00C641DD"/>
    <w:rsid w:val="00C646AF"/>
    <w:rsid w:val="00C646B7"/>
    <w:rsid w:val="00C647FF"/>
    <w:rsid w:val="00C64943"/>
    <w:rsid w:val="00C64AF0"/>
    <w:rsid w:val="00C65104"/>
    <w:rsid w:val="00C6538D"/>
    <w:rsid w:val="00C65571"/>
    <w:rsid w:val="00C65862"/>
    <w:rsid w:val="00C668AB"/>
    <w:rsid w:val="00C66D6E"/>
    <w:rsid w:val="00C6710E"/>
    <w:rsid w:val="00C679D1"/>
    <w:rsid w:val="00C67D81"/>
    <w:rsid w:val="00C67D82"/>
    <w:rsid w:val="00C70AC5"/>
    <w:rsid w:val="00C70C3C"/>
    <w:rsid w:val="00C70EA0"/>
    <w:rsid w:val="00C71027"/>
    <w:rsid w:val="00C71117"/>
    <w:rsid w:val="00C72438"/>
    <w:rsid w:val="00C726DF"/>
    <w:rsid w:val="00C72C60"/>
    <w:rsid w:val="00C72FBC"/>
    <w:rsid w:val="00C73037"/>
    <w:rsid w:val="00C731C8"/>
    <w:rsid w:val="00C732FA"/>
    <w:rsid w:val="00C737B8"/>
    <w:rsid w:val="00C7387B"/>
    <w:rsid w:val="00C738B0"/>
    <w:rsid w:val="00C73F52"/>
    <w:rsid w:val="00C74034"/>
    <w:rsid w:val="00C74841"/>
    <w:rsid w:val="00C74AA2"/>
    <w:rsid w:val="00C74CD4"/>
    <w:rsid w:val="00C74DA7"/>
    <w:rsid w:val="00C751F8"/>
    <w:rsid w:val="00C7555B"/>
    <w:rsid w:val="00C75AB5"/>
    <w:rsid w:val="00C75D00"/>
    <w:rsid w:val="00C763EB"/>
    <w:rsid w:val="00C772E2"/>
    <w:rsid w:val="00C77C3B"/>
    <w:rsid w:val="00C77DF1"/>
    <w:rsid w:val="00C80EDB"/>
    <w:rsid w:val="00C80FC8"/>
    <w:rsid w:val="00C8100A"/>
    <w:rsid w:val="00C81013"/>
    <w:rsid w:val="00C81049"/>
    <w:rsid w:val="00C8116B"/>
    <w:rsid w:val="00C819B7"/>
    <w:rsid w:val="00C81B32"/>
    <w:rsid w:val="00C81D33"/>
    <w:rsid w:val="00C81FE7"/>
    <w:rsid w:val="00C8341D"/>
    <w:rsid w:val="00C8372B"/>
    <w:rsid w:val="00C83989"/>
    <w:rsid w:val="00C840FE"/>
    <w:rsid w:val="00C841C2"/>
    <w:rsid w:val="00C84412"/>
    <w:rsid w:val="00C8449F"/>
    <w:rsid w:val="00C8467B"/>
    <w:rsid w:val="00C84930"/>
    <w:rsid w:val="00C84AB9"/>
    <w:rsid w:val="00C85021"/>
    <w:rsid w:val="00C85113"/>
    <w:rsid w:val="00C85E65"/>
    <w:rsid w:val="00C85EE3"/>
    <w:rsid w:val="00C86257"/>
    <w:rsid w:val="00C86607"/>
    <w:rsid w:val="00C86BD7"/>
    <w:rsid w:val="00C86E5A"/>
    <w:rsid w:val="00C870C8"/>
    <w:rsid w:val="00C874A4"/>
    <w:rsid w:val="00C8769D"/>
    <w:rsid w:val="00C87B5B"/>
    <w:rsid w:val="00C91440"/>
    <w:rsid w:val="00C916B6"/>
    <w:rsid w:val="00C916DE"/>
    <w:rsid w:val="00C9179A"/>
    <w:rsid w:val="00C917B0"/>
    <w:rsid w:val="00C922CD"/>
    <w:rsid w:val="00C92380"/>
    <w:rsid w:val="00C92571"/>
    <w:rsid w:val="00C928F8"/>
    <w:rsid w:val="00C9319D"/>
    <w:rsid w:val="00C93256"/>
    <w:rsid w:val="00C933D4"/>
    <w:rsid w:val="00C93409"/>
    <w:rsid w:val="00C938A9"/>
    <w:rsid w:val="00C93DEF"/>
    <w:rsid w:val="00C9417C"/>
    <w:rsid w:val="00C94272"/>
    <w:rsid w:val="00C944D8"/>
    <w:rsid w:val="00C94759"/>
    <w:rsid w:val="00C94CDD"/>
    <w:rsid w:val="00C94D0D"/>
    <w:rsid w:val="00C94DB5"/>
    <w:rsid w:val="00C94F58"/>
    <w:rsid w:val="00C9550A"/>
    <w:rsid w:val="00C95B59"/>
    <w:rsid w:val="00C96262"/>
    <w:rsid w:val="00C96AAF"/>
    <w:rsid w:val="00C96C60"/>
    <w:rsid w:val="00C96D08"/>
    <w:rsid w:val="00C96E7C"/>
    <w:rsid w:val="00C973AD"/>
    <w:rsid w:val="00C97493"/>
    <w:rsid w:val="00C97857"/>
    <w:rsid w:val="00C97941"/>
    <w:rsid w:val="00C97A02"/>
    <w:rsid w:val="00C97C98"/>
    <w:rsid w:val="00CA02C5"/>
    <w:rsid w:val="00CA02DC"/>
    <w:rsid w:val="00CA0336"/>
    <w:rsid w:val="00CA0A60"/>
    <w:rsid w:val="00CA0C40"/>
    <w:rsid w:val="00CA0F06"/>
    <w:rsid w:val="00CA12BC"/>
    <w:rsid w:val="00CA1E22"/>
    <w:rsid w:val="00CA239D"/>
    <w:rsid w:val="00CA26F7"/>
    <w:rsid w:val="00CA2DFA"/>
    <w:rsid w:val="00CA31E5"/>
    <w:rsid w:val="00CA34EA"/>
    <w:rsid w:val="00CA3514"/>
    <w:rsid w:val="00CA3765"/>
    <w:rsid w:val="00CA3975"/>
    <w:rsid w:val="00CA3CF6"/>
    <w:rsid w:val="00CA3EAC"/>
    <w:rsid w:val="00CA4022"/>
    <w:rsid w:val="00CA4A13"/>
    <w:rsid w:val="00CA4B2B"/>
    <w:rsid w:val="00CA4E7D"/>
    <w:rsid w:val="00CA5233"/>
    <w:rsid w:val="00CA531E"/>
    <w:rsid w:val="00CA5566"/>
    <w:rsid w:val="00CA5FAC"/>
    <w:rsid w:val="00CA62C3"/>
    <w:rsid w:val="00CA6CDA"/>
    <w:rsid w:val="00CA6D4F"/>
    <w:rsid w:val="00CA7A54"/>
    <w:rsid w:val="00CA7C6F"/>
    <w:rsid w:val="00CA7C7E"/>
    <w:rsid w:val="00CA7EEA"/>
    <w:rsid w:val="00CB0477"/>
    <w:rsid w:val="00CB0C61"/>
    <w:rsid w:val="00CB0FD2"/>
    <w:rsid w:val="00CB1413"/>
    <w:rsid w:val="00CB1CEA"/>
    <w:rsid w:val="00CB314E"/>
    <w:rsid w:val="00CB31FE"/>
    <w:rsid w:val="00CB387E"/>
    <w:rsid w:val="00CB3DB4"/>
    <w:rsid w:val="00CB3E50"/>
    <w:rsid w:val="00CB4036"/>
    <w:rsid w:val="00CB4899"/>
    <w:rsid w:val="00CB4BD6"/>
    <w:rsid w:val="00CB4BF9"/>
    <w:rsid w:val="00CB4CFB"/>
    <w:rsid w:val="00CB5269"/>
    <w:rsid w:val="00CB5874"/>
    <w:rsid w:val="00CB634D"/>
    <w:rsid w:val="00CB685F"/>
    <w:rsid w:val="00CB6C52"/>
    <w:rsid w:val="00CB6EFA"/>
    <w:rsid w:val="00CB7639"/>
    <w:rsid w:val="00CB78C5"/>
    <w:rsid w:val="00CB7CE6"/>
    <w:rsid w:val="00CB7DE4"/>
    <w:rsid w:val="00CC0075"/>
    <w:rsid w:val="00CC021C"/>
    <w:rsid w:val="00CC0CA7"/>
    <w:rsid w:val="00CC0F7E"/>
    <w:rsid w:val="00CC0F99"/>
    <w:rsid w:val="00CC11F3"/>
    <w:rsid w:val="00CC12AF"/>
    <w:rsid w:val="00CC132B"/>
    <w:rsid w:val="00CC1337"/>
    <w:rsid w:val="00CC136B"/>
    <w:rsid w:val="00CC18CA"/>
    <w:rsid w:val="00CC1BE4"/>
    <w:rsid w:val="00CC1F76"/>
    <w:rsid w:val="00CC2020"/>
    <w:rsid w:val="00CC22D6"/>
    <w:rsid w:val="00CC2449"/>
    <w:rsid w:val="00CC272B"/>
    <w:rsid w:val="00CC2B53"/>
    <w:rsid w:val="00CC2E24"/>
    <w:rsid w:val="00CC2EA3"/>
    <w:rsid w:val="00CC33B6"/>
    <w:rsid w:val="00CC343A"/>
    <w:rsid w:val="00CC3ADE"/>
    <w:rsid w:val="00CC3B94"/>
    <w:rsid w:val="00CC3EE4"/>
    <w:rsid w:val="00CC4C3D"/>
    <w:rsid w:val="00CC4C47"/>
    <w:rsid w:val="00CC4E16"/>
    <w:rsid w:val="00CC522C"/>
    <w:rsid w:val="00CC586F"/>
    <w:rsid w:val="00CC5E9A"/>
    <w:rsid w:val="00CC61CB"/>
    <w:rsid w:val="00CC63C5"/>
    <w:rsid w:val="00CC7614"/>
    <w:rsid w:val="00CC7A4F"/>
    <w:rsid w:val="00CC7A85"/>
    <w:rsid w:val="00CC7C26"/>
    <w:rsid w:val="00CC7DE6"/>
    <w:rsid w:val="00CC7E81"/>
    <w:rsid w:val="00CD0026"/>
    <w:rsid w:val="00CD0076"/>
    <w:rsid w:val="00CD0D9C"/>
    <w:rsid w:val="00CD121D"/>
    <w:rsid w:val="00CD140B"/>
    <w:rsid w:val="00CD154D"/>
    <w:rsid w:val="00CD250A"/>
    <w:rsid w:val="00CD26A0"/>
    <w:rsid w:val="00CD293F"/>
    <w:rsid w:val="00CD297E"/>
    <w:rsid w:val="00CD2A7D"/>
    <w:rsid w:val="00CD2D9A"/>
    <w:rsid w:val="00CD3562"/>
    <w:rsid w:val="00CD35BB"/>
    <w:rsid w:val="00CD384A"/>
    <w:rsid w:val="00CD3B22"/>
    <w:rsid w:val="00CD3CEF"/>
    <w:rsid w:val="00CD423C"/>
    <w:rsid w:val="00CD4819"/>
    <w:rsid w:val="00CD4923"/>
    <w:rsid w:val="00CD4AA0"/>
    <w:rsid w:val="00CD4F74"/>
    <w:rsid w:val="00CD50F6"/>
    <w:rsid w:val="00CD5629"/>
    <w:rsid w:val="00CD58BB"/>
    <w:rsid w:val="00CD5B62"/>
    <w:rsid w:val="00CD5CAD"/>
    <w:rsid w:val="00CD62E0"/>
    <w:rsid w:val="00CD6895"/>
    <w:rsid w:val="00CD6D98"/>
    <w:rsid w:val="00CD6F9E"/>
    <w:rsid w:val="00CD7292"/>
    <w:rsid w:val="00CD775D"/>
    <w:rsid w:val="00CD77C7"/>
    <w:rsid w:val="00CD791F"/>
    <w:rsid w:val="00CD7B00"/>
    <w:rsid w:val="00CD7C20"/>
    <w:rsid w:val="00CE05AA"/>
    <w:rsid w:val="00CE09AB"/>
    <w:rsid w:val="00CE0BD5"/>
    <w:rsid w:val="00CE0C9E"/>
    <w:rsid w:val="00CE120D"/>
    <w:rsid w:val="00CE1493"/>
    <w:rsid w:val="00CE1592"/>
    <w:rsid w:val="00CE1763"/>
    <w:rsid w:val="00CE1F8F"/>
    <w:rsid w:val="00CE2941"/>
    <w:rsid w:val="00CE298B"/>
    <w:rsid w:val="00CE2AE4"/>
    <w:rsid w:val="00CE2E0C"/>
    <w:rsid w:val="00CE3068"/>
    <w:rsid w:val="00CE3C41"/>
    <w:rsid w:val="00CE43BB"/>
    <w:rsid w:val="00CE49D1"/>
    <w:rsid w:val="00CE5547"/>
    <w:rsid w:val="00CE5586"/>
    <w:rsid w:val="00CE562B"/>
    <w:rsid w:val="00CE6D61"/>
    <w:rsid w:val="00CE757D"/>
    <w:rsid w:val="00CE7679"/>
    <w:rsid w:val="00CE770F"/>
    <w:rsid w:val="00CE77AC"/>
    <w:rsid w:val="00CF00C4"/>
    <w:rsid w:val="00CF0156"/>
    <w:rsid w:val="00CF05DF"/>
    <w:rsid w:val="00CF0C83"/>
    <w:rsid w:val="00CF0E98"/>
    <w:rsid w:val="00CF0F2E"/>
    <w:rsid w:val="00CF125A"/>
    <w:rsid w:val="00CF3FCB"/>
    <w:rsid w:val="00CF414A"/>
    <w:rsid w:val="00CF46E1"/>
    <w:rsid w:val="00CF4A33"/>
    <w:rsid w:val="00CF4EE0"/>
    <w:rsid w:val="00CF5501"/>
    <w:rsid w:val="00CF575B"/>
    <w:rsid w:val="00CF579F"/>
    <w:rsid w:val="00CF5D37"/>
    <w:rsid w:val="00CF5DA6"/>
    <w:rsid w:val="00CF5E5E"/>
    <w:rsid w:val="00CF78CF"/>
    <w:rsid w:val="00D00A30"/>
    <w:rsid w:val="00D012D1"/>
    <w:rsid w:val="00D01363"/>
    <w:rsid w:val="00D0149B"/>
    <w:rsid w:val="00D0161C"/>
    <w:rsid w:val="00D01702"/>
    <w:rsid w:val="00D01923"/>
    <w:rsid w:val="00D01EFE"/>
    <w:rsid w:val="00D024D6"/>
    <w:rsid w:val="00D02D08"/>
    <w:rsid w:val="00D02F38"/>
    <w:rsid w:val="00D037EC"/>
    <w:rsid w:val="00D03A52"/>
    <w:rsid w:val="00D05978"/>
    <w:rsid w:val="00D05C96"/>
    <w:rsid w:val="00D05D01"/>
    <w:rsid w:val="00D05D2B"/>
    <w:rsid w:val="00D06298"/>
    <w:rsid w:val="00D064A7"/>
    <w:rsid w:val="00D06526"/>
    <w:rsid w:val="00D069A2"/>
    <w:rsid w:val="00D06BC7"/>
    <w:rsid w:val="00D06E90"/>
    <w:rsid w:val="00D06F60"/>
    <w:rsid w:val="00D07959"/>
    <w:rsid w:val="00D07C5F"/>
    <w:rsid w:val="00D07CB2"/>
    <w:rsid w:val="00D07F43"/>
    <w:rsid w:val="00D1041C"/>
    <w:rsid w:val="00D105F0"/>
    <w:rsid w:val="00D10B76"/>
    <w:rsid w:val="00D11CB7"/>
    <w:rsid w:val="00D120E0"/>
    <w:rsid w:val="00D12246"/>
    <w:rsid w:val="00D12A0B"/>
    <w:rsid w:val="00D12C47"/>
    <w:rsid w:val="00D12FD8"/>
    <w:rsid w:val="00D13105"/>
    <w:rsid w:val="00D13108"/>
    <w:rsid w:val="00D135BF"/>
    <w:rsid w:val="00D141F0"/>
    <w:rsid w:val="00D145A7"/>
    <w:rsid w:val="00D14863"/>
    <w:rsid w:val="00D1499E"/>
    <w:rsid w:val="00D14C36"/>
    <w:rsid w:val="00D15631"/>
    <w:rsid w:val="00D15AE6"/>
    <w:rsid w:val="00D16012"/>
    <w:rsid w:val="00D161A2"/>
    <w:rsid w:val="00D161B0"/>
    <w:rsid w:val="00D16D70"/>
    <w:rsid w:val="00D1730C"/>
    <w:rsid w:val="00D174B2"/>
    <w:rsid w:val="00D17728"/>
    <w:rsid w:val="00D1772B"/>
    <w:rsid w:val="00D179B9"/>
    <w:rsid w:val="00D17B1A"/>
    <w:rsid w:val="00D17EBD"/>
    <w:rsid w:val="00D20253"/>
    <w:rsid w:val="00D20921"/>
    <w:rsid w:val="00D20960"/>
    <w:rsid w:val="00D209B7"/>
    <w:rsid w:val="00D20FBE"/>
    <w:rsid w:val="00D21312"/>
    <w:rsid w:val="00D213C0"/>
    <w:rsid w:val="00D214A0"/>
    <w:rsid w:val="00D214D8"/>
    <w:rsid w:val="00D21511"/>
    <w:rsid w:val="00D2180E"/>
    <w:rsid w:val="00D218D0"/>
    <w:rsid w:val="00D21C1B"/>
    <w:rsid w:val="00D21E75"/>
    <w:rsid w:val="00D228AF"/>
    <w:rsid w:val="00D22934"/>
    <w:rsid w:val="00D22EBD"/>
    <w:rsid w:val="00D231EC"/>
    <w:rsid w:val="00D233B4"/>
    <w:rsid w:val="00D23CA4"/>
    <w:rsid w:val="00D2411E"/>
    <w:rsid w:val="00D244D2"/>
    <w:rsid w:val="00D24F34"/>
    <w:rsid w:val="00D24FE0"/>
    <w:rsid w:val="00D255E5"/>
    <w:rsid w:val="00D25632"/>
    <w:rsid w:val="00D259F2"/>
    <w:rsid w:val="00D25A0E"/>
    <w:rsid w:val="00D261AF"/>
    <w:rsid w:val="00D2629C"/>
    <w:rsid w:val="00D26BA7"/>
    <w:rsid w:val="00D26E4C"/>
    <w:rsid w:val="00D271F0"/>
    <w:rsid w:val="00D27691"/>
    <w:rsid w:val="00D2770B"/>
    <w:rsid w:val="00D27C48"/>
    <w:rsid w:val="00D27D7F"/>
    <w:rsid w:val="00D30142"/>
    <w:rsid w:val="00D3060B"/>
    <w:rsid w:val="00D30626"/>
    <w:rsid w:val="00D30773"/>
    <w:rsid w:val="00D30C69"/>
    <w:rsid w:val="00D311D0"/>
    <w:rsid w:val="00D3177D"/>
    <w:rsid w:val="00D31C47"/>
    <w:rsid w:val="00D320E4"/>
    <w:rsid w:val="00D32564"/>
    <w:rsid w:val="00D3291F"/>
    <w:rsid w:val="00D32B1A"/>
    <w:rsid w:val="00D32E56"/>
    <w:rsid w:val="00D33B4D"/>
    <w:rsid w:val="00D33D5B"/>
    <w:rsid w:val="00D34462"/>
    <w:rsid w:val="00D34856"/>
    <w:rsid w:val="00D34AED"/>
    <w:rsid w:val="00D357D6"/>
    <w:rsid w:val="00D3593B"/>
    <w:rsid w:val="00D35C7F"/>
    <w:rsid w:val="00D37AAB"/>
    <w:rsid w:val="00D40178"/>
    <w:rsid w:val="00D404A8"/>
    <w:rsid w:val="00D40D00"/>
    <w:rsid w:val="00D41072"/>
    <w:rsid w:val="00D41355"/>
    <w:rsid w:val="00D417A0"/>
    <w:rsid w:val="00D41840"/>
    <w:rsid w:val="00D419FD"/>
    <w:rsid w:val="00D41C22"/>
    <w:rsid w:val="00D41EED"/>
    <w:rsid w:val="00D42154"/>
    <w:rsid w:val="00D42436"/>
    <w:rsid w:val="00D4267D"/>
    <w:rsid w:val="00D42EA1"/>
    <w:rsid w:val="00D42FBE"/>
    <w:rsid w:val="00D435A9"/>
    <w:rsid w:val="00D43E04"/>
    <w:rsid w:val="00D43F67"/>
    <w:rsid w:val="00D449A3"/>
    <w:rsid w:val="00D452B9"/>
    <w:rsid w:val="00D4538F"/>
    <w:rsid w:val="00D455CF"/>
    <w:rsid w:val="00D4580C"/>
    <w:rsid w:val="00D4584C"/>
    <w:rsid w:val="00D458B5"/>
    <w:rsid w:val="00D45BD7"/>
    <w:rsid w:val="00D45BF7"/>
    <w:rsid w:val="00D4667D"/>
    <w:rsid w:val="00D46F69"/>
    <w:rsid w:val="00D47644"/>
    <w:rsid w:val="00D47E1B"/>
    <w:rsid w:val="00D50183"/>
    <w:rsid w:val="00D50862"/>
    <w:rsid w:val="00D509A3"/>
    <w:rsid w:val="00D51121"/>
    <w:rsid w:val="00D51348"/>
    <w:rsid w:val="00D519E6"/>
    <w:rsid w:val="00D51A8A"/>
    <w:rsid w:val="00D51C4B"/>
    <w:rsid w:val="00D51D2C"/>
    <w:rsid w:val="00D52415"/>
    <w:rsid w:val="00D526EF"/>
    <w:rsid w:val="00D52D82"/>
    <w:rsid w:val="00D533E7"/>
    <w:rsid w:val="00D534AC"/>
    <w:rsid w:val="00D53CC8"/>
    <w:rsid w:val="00D53FB9"/>
    <w:rsid w:val="00D54CFC"/>
    <w:rsid w:val="00D55365"/>
    <w:rsid w:val="00D55774"/>
    <w:rsid w:val="00D563D4"/>
    <w:rsid w:val="00D5665F"/>
    <w:rsid w:val="00D56724"/>
    <w:rsid w:val="00D5679B"/>
    <w:rsid w:val="00D56B00"/>
    <w:rsid w:val="00D56B11"/>
    <w:rsid w:val="00D56E5B"/>
    <w:rsid w:val="00D57002"/>
    <w:rsid w:val="00D57496"/>
    <w:rsid w:val="00D57DDA"/>
    <w:rsid w:val="00D57F7C"/>
    <w:rsid w:val="00D604A9"/>
    <w:rsid w:val="00D61501"/>
    <w:rsid w:val="00D616EF"/>
    <w:rsid w:val="00D61A3F"/>
    <w:rsid w:val="00D62099"/>
    <w:rsid w:val="00D624FB"/>
    <w:rsid w:val="00D62555"/>
    <w:rsid w:val="00D62709"/>
    <w:rsid w:val="00D63027"/>
    <w:rsid w:val="00D63061"/>
    <w:rsid w:val="00D632F0"/>
    <w:rsid w:val="00D639D2"/>
    <w:rsid w:val="00D63FD9"/>
    <w:rsid w:val="00D64439"/>
    <w:rsid w:val="00D64565"/>
    <w:rsid w:val="00D64CB5"/>
    <w:rsid w:val="00D64CE0"/>
    <w:rsid w:val="00D651E8"/>
    <w:rsid w:val="00D655D1"/>
    <w:rsid w:val="00D65690"/>
    <w:rsid w:val="00D66C2C"/>
    <w:rsid w:val="00D66CC4"/>
    <w:rsid w:val="00D672B5"/>
    <w:rsid w:val="00D67427"/>
    <w:rsid w:val="00D67F83"/>
    <w:rsid w:val="00D70739"/>
    <w:rsid w:val="00D70841"/>
    <w:rsid w:val="00D70A5F"/>
    <w:rsid w:val="00D70B5E"/>
    <w:rsid w:val="00D70E94"/>
    <w:rsid w:val="00D71770"/>
    <w:rsid w:val="00D718D4"/>
    <w:rsid w:val="00D71929"/>
    <w:rsid w:val="00D71978"/>
    <w:rsid w:val="00D71A95"/>
    <w:rsid w:val="00D71EDC"/>
    <w:rsid w:val="00D72895"/>
    <w:rsid w:val="00D72907"/>
    <w:rsid w:val="00D72CFC"/>
    <w:rsid w:val="00D73084"/>
    <w:rsid w:val="00D74F5B"/>
    <w:rsid w:val="00D74F8B"/>
    <w:rsid w:val="00D75082"/>
    <w:rsid w:val="00D750FC"/>
    <w:rsid w:val="00D75347"/>
    <w:rsid w:val="00D7545F"/>
    <w:rsid w:val="00D75D57"/>
    <w:rsid w:val="00D760E5"/>
    <w:rsid w:val="00D765F6"/>
    <w:rsid w:val="00D76C80"/>
    <w:rsid w:val="00D77A56"/>
    <w:rsid w:val="00D80275"/>
    <w:rsid w:val="00D80ABF"/>
    <w:rsid w:val="00D81474"/>
    <w:rsid w:val="00D816EA"/>
    <w:rsid w:val="00D81ADB"/>
    <w:rsid w:val="00D8205B"/>
    <w:rsid w:val="00D827AE"/>
    <w:rsid w:val="00D828D4"/>
    <w:rsid w:val="00D82924"/>
    <w:rsid w:val="00D82EE7"/>
    <w:rsid w:val="00D83914"/>
    <w:rsid w:val="00D83E04"/>
    <w:rsid w:val="00D847EB"/>
    <w:rsid w:val="00D8484F"/>
    <w:rsid w:val="00D852CE"/>
    <w:rsid w:val="00D85470"/>
    <w:rsid w:val="00D855D4"/>
    <w:rsid w:val="00D85D17"/>
    <w:rsid w:val="00D85F59"/>
    <w:rsid w:val="00D8694F"/>
    <w:rsid w:val="00D86A0C"/>
    <w:rsid w:val="00D86B7E"/>
    <w:rsid w:val="00D86B80"/>
    <w:rsid w:val="00D86D07"/>
    <w:rsid w:val="00D86ED1"/>
    <w:rsid w:val="00D87215"/>
    <w:rsid w:val="00D878B0"/>
    <w:rsid w:val="00D87EFA"/>
    <w:rsid w:val="00D906F6"/>
    <w:rsid w:val="00D9074B"/>
    <w:rsid w:val="00D90D85"/>
    <w:rsid w:val="00D90DAB"/>
    <w:rsid w:val="00D90DD8"/>
    <w:rsid w:val="00D90FC1"/>
    <w:rsid w:val="00D90FE1"/>
    <w:rsid w:val="00D9113B"/>
    <w:rsid w:val="00D920A1"/>
    <w:rsid w:val="00D92257"/>
    <w:rsid w:val="00D923EE"/>
    <w:rsid w:val="00D92424"/>
    <w:rsid w:val="00D924D1"/>
    <w:rsid w:val="00D92509"/>
    <w:rsid w:val="00D9412C"/>
    <w:rsid w:val="00D94446"/>
    <w:rsid w:val="00D946C9"/>
    <w:rsid w:val="00D96718"/>
    <w:rsid w:val="00D96DDC"/>
    <w:rsid w:val="00D97B37"/>
    <w:rsid w:val="00D97C24"/>
    <w:rsid w:val="00D97C82"/>
    <w:rsid w:val="00D97FEC"/>
    <w:rsid w:val="00DA0AF7"/>
    <w:rsid w:val="00DA0E14"/>
    <w:rsid w:val="00DA127A"/>
    <w:rsid w:val="00DA127B"/>
    <w:rsid w:val="00DA19D1"/>
    <w:rsid w:val="00DA20AA"/>
    <w:rsid w:val="00DA22BD"/>
    <w:rsid w:val="00DA24B4"/>
    <w:rsid w:val="00DA2B01"/>
    <w:rsid w:val="00DA3248"/>
    <w:rsid w:val="00DA34E4"/>
    <w:rsid w:val="00DA34FE"/>
    <w:rsid w:val="00DA355B"/>
    <w:rsid w:val="00DA3623"/>
    <w:rsid w:val="00DA3873"/>
    <w:rsid w:val="00DA4141"/>
    <w:rsid w:val="00DA428E"/>
    <w:rsid w:val="00DA4718"/>
    <w:rsid w:val="00DA4B86"/>
    <w:rsid w:val="00DA53DC"/>
    <w:rsid w:val="00DA5520"/>
    <w:rsid w:val="00DA5CE9"/>
    <w:rsid w:val="00DA65E0"/>
    <w:rsid w:val="00DA66DC"/>
    <w:rsid w:val="00DA67D8"/>
    <w:rsid w:val="00DA6884"/>
    <w:rsid w:val="00DA7092"/>
    <w:rsid w:val="00DA7173"/>
    <w:rsid w:val="00DA71DC"/>
    <w:rsid w:val="00DA7D7E"/>
    <w:rsid w:val="00DA7EAA"/>
    <w:rsid w:val="00DA7F9A"/>
    <w:rsid w:val="00DB031E"/>
    <w:rsid w:val="00DB0698"/>
    <w:rsid w:val="00DB08EA"/>
    <w:rsid w:val="00DB0F9C"/>
    <w:rsid w:val="00DB11AC"/>
    <w:rsid w:val="00DB11BC"/>
    <w:rsid w:val="00DB151B"/>
    <w:rsid w:val="00DB1523"/>
    <w:rsid w:val="00DB1AB7"/>
    <w:rsid w:val="00DB224B"/>
    <w:rsid w:val="00DB22EF"/>
    <w:rsid w:val="00DB2CD1"/>
    <w:rsid w:val="00DB2FF7"/>
    <w:rsid w:val="00DB3741"/>
    <w:rsid w:val="00DB3A6C"/>
    <w:rsid w:val="00DB3D19"/>
    <w:rsid w:val="00DB4B47"/>
    <w:rsid w:val="00DB4D72"/>
    <w:rsid w:val="00DB5287"/>
    <w:rsid w:val="00DB558B"/>
    <w:rsid w:val="00DB55E2"/>
    <w:rsid w:val="00DB5BA6"/>
    <w:rsid w:val="00DB6806"/>
    <w:rsid w:val="00DB720A"/>
    <w:rsid w:val="00DB74C4"/>
    <w:rsid w:val="00DB7664"/>
    <w:rsid w:val="00DB7858"/>
    <w:rsid w:val="00DC07DF"/>
    <w:rsid w:val="00DC0B6A"/>
    <w:rsid w:val="00DC142B"/>
    <w:rsid w:val="00DC1986"/>
    <w:rsid w:val="00DC1AD7"/>
    <w:rsid w:val="00DC1B54"/>
    <w:rsid w:val="00DC1C29"/>
    <w:rsid w:val="00DC258D"/>
    <w:rsid w:val="00DC286F"/>
    <w:rsid w:val="00DC2DB6"/>
    <w:rsid w:val="00DC3570"/>
    <w:rsid w:val="00DC35B5"/>
    <w:rsid w:val="00DC3665"/>
    <w:rsid w:val="00DC3C3B"/>
    <w:rsid w:val="00DC3F88"/>
    <w:rsid w:val="00DC3F92"/>
    <w:rsid w:val="00DC41FC"/>
    <w:rsid w:val="00DC464E"/>
    <w:rsid w:val="00DC484D"/>
    <w:rsid w:val="00DC5A96"/>
    <w:rsid w:val="00DC5D98"/>
    <w:rsid w:val="00DC6054"/>
    <w:rsid w:val="00DC63E0"/>
    <w:rsid w:val="00DC683C"/>
    <w:rsid w:val="00DC69BD"/>
    <w:rsid w:val="00DC6B32"/>
    <w:rsid w:val="00DC6BE1"/>
    <w:rsid w:val="00DC6C8F"/>
    <w:rsid w:val="00DC6E13"/>
    <w:rsid w:val="00DC731F"/>
    <w:rsid w:val="00DC7374"/>
    <w:rsid w:val="00DC75FC"/>
    <w:rsid w:val="00DC76A9"/>
    <w:rsid w:val="00DD06AE"/>
    <w:rsid w:val="00DD0895"/>
    <w:rsid w:val="00DD0AD3"/>
    <w:rsid w:val="00DD0F22"/>
    <w:rsid w:val="00DD1AA1"/>
    <w:rsid w:val="00DD1BAC"/>
    <w:rsid w:val="00DD1FDC"/>
    <w:rsid w:val="00DD220B"/>
    <w:rsid w:val="00DD26B3"/>
    <w:rsid w:val="00DD2C0F"/>
    <w:rsid w:val="00DD2FDA"/>
    <w:rsid w:val="00DD3415"/>
    <w:rsid w:val="00DD3687"/>
    <w:rsid w:val="00DD377E"/>
    <w:rsid w:val="00DD3929"/>
    <w:rsid w:val="00DD3FB6"/>
    <w:rsid w:val="00DD4980"/>
    <w:rsid w:val="00DD4C41"/>
    <w:rsid w:val="00DD4E5F"/>
    <w:rsid w:val="00DD4E8C"/>
    <w:rsid w:val="00DD4F84"/>
    <w:rsid w:val="00DD5147"/>
    <w:rsid w:val="00DD5B2D"/>
    <w:rsid w:val="00DD7C0D"/>
    <w:rsid w:val="00DE090B"/>
    <w:rsid w:val="00DE094C"/>
    <w:rsid w:val="00DE1452"/>
    <w:rsid w:val="00DE190C"/>
    <w:rsid w:val="00DE1946"/>
    <w:rsid w:val="00DE2883"/>
    <w:rsid w:val="00DE2D4C"/>
    <w:rsid w:val="00DE2E50"/>
    <w:rsid w:val="00DE32DA"/>
    <w:rsid w:val="00DE3823"/>
    <w:rsid w:val="00DE3AFB"/>
    <w:rsid w:val="00DE3C36"/>
    <w:rsid w:val="00DE43C1"/>
    <w:rsid w:val="00DE512D"/>
    <w:rsid w:val="00DE559B"/>
    <w:rsid w:val="00DE5615"/>
    <w:rsid w:val="00DE5BC7"/>
    <w:rsid w:val="00DE5F60"/>
    <w:rsid w:val="00DE6C17"/>
    <w:rsid w:val="00DE6FB2"/>
    <w:rsid w:val="00DE71D8"/>
    <w:rsid w:val="00DE71EB"/>
    <w:rsid w:val="00DE724D"/>
    <w:rsid w:val="00DE72A5"/>
    <w:rsid w:val="00DE7388"/>
    <w:rsid w:val="00DE750E"/>
    <w:rsid w:val="00DE7CBD"/>
    <w:rsid w:val="00DE7F5E"/>
    <w:rsid w:val="00DF00E2"/>
    <w:rsid w:val="00DF071F"/>
    <w:rsid w:val="00DF0907"/>
    <w:rsid w:val="00DF095E"/>
    <w:rsid w:val="00DF0B84"/>
    <w:rsid w:val="00DF0C23"/>
    <w:rsid w:val="00DF0DBA"/>
    <w:rsid w:val="00DF0F68"/>
    <w:rsid w:val="00DF11C9"/>
    <w:rsid w:val="00DF18B5"/>
    <w:rsid w:val="00DF1C14"/>
    <w:rsid w:val="00DF2319"/>
    <w:rsid w:val="00DF2420"/>
    <w:rsid w:val="00DF2A49"/>
    <w:rsid w:val="00DF2C5E"/>
    <w:rsid w:val="00DF2D24"/>
    <w:rsid w:val="00DF2E81"/>
    <w:rsid w:val="00DF3578"/>
    <w:rsid w:val="00DF36BA"/>
    <w:rsid w:val="00DF3AB0"/>
    <w:rsid w:val="00DF3B18"/>
    <w:rsid w:val="00DF3B53"/>
    <w:rsid w:val="00DF3DDC"/>
    <w:rsid w:val="00DF3E58"/>
    <w:rsid w:val="00DF53F7"/>
    <w:rsid w:val="00DF5D12"/>
    <w:rsid w:val="00DF5DE3"/>
    <w:rsid w:val="00DF60BF"/>
    <w:rsid w:val="00DF62C7"/>
    <w:rsid w:val="00DF660D"/>
    <w:rsid w:val="00DF6C74"/>
    <w:rsid w:val="00DF6D83"/>
    <w:rsid w:val="00DF6EC1"/>
    <w:rsid w:val="00DF77D3"/>
    <w:rsid w:val="00E0010A"/>
    <w:rsid w:val="00E001E5"/>
    <w:rsid w:val="00E01507"/>
    <w:rsid w:val="00E01A98"/>
    <w:rsid w:val="00E01BF6"/>
    <w:rsid w:val="00E020C7"/>
    <w:rsid w:val="00E02162"/>
    <w:rsid w:val="00E02662"/>
    <w:rsid w:val="00E02680"/>
    <w:rsid w:val="00E02DAC"/>
    <w:rsid w:val="00E031FC"/>
    <w:rsid w:val="00E04398"/>
    <w:rsid w:val="00E04466"/>
    <w:rsid w:val="00E05F03"/>
    <w:rsid w:val="00E063FD"/>
    <w:rsid w:val="00E06951"/>
    <w:rsid w:val="00E069E9"/>
    <w:rsid w:val="00E06AAE"/>
    <w:rsid w:val="00E06E88"/>
    <w:rsid w:val="00E06FCC"/>
    <w:rsid w:val="00E077BF"/>
    <w:rsid w:val="00E07CFD"/>
    <w:rsid w:val="00E10129"/>
    <w:rsid w:val="00E101CA"/>
    <w:rsid w:val="00E10CDB"/>
    <w:rsid w:val="00E10FDB"/>
    <w:rsid w:val="00E10FF9"/>
    <w:rsid w:val="00E11F79"/>
    <w:rsid w:val="00E121CA"/>
    <w:rsid w:val="00E12536"/>
    <w:rsid w:val="00E130C6"/>
    <w:rsid w:val="00E13398"/>
    <w:rsid w:val="00E1364F"/>
    <w:rsid w:val="00E140A0"/>
    <w:rsid w:val="00E140CE"/>
    <w:rsid w:val="00E145B8"/>
    <w:rsid w:val="00E14D39"/>
    <w:rsid w:val="00E15193"/>
    <w:rsid w:val="00E1538A"/>
    <w:rsid w:val="00E15455"/>
    <w:rsid w:val="00E155F2"/>
    <w:rsid w:val="00E16104"/>
    <w:rsid w:val="00E16161"/>
    <w:rsid w:val="00E163BB"/>
    <w:rsid w:val="00E1646A"/>
    <w:rsid w:val="00E16ACC"/>
    <w:rsid w:val="00E16C75"/>
    <w:rsid w:val="00E16D06"/>
    <w:rsid w:val="00E1708F"/>
    <w:rsid w:val="00E17406"/>
    <w:rsid w:val="00E175A6"/>
    <w:rsid w:val="00E17827"/>
    <w:rsid w:val="00E17969"/>
    <w:rsid w:val="00E17A2F"/>
    <w:rsid w:val="00E201AC"/>
    <w:rsid w:val="00E2060E"/>
    <w:rsid w:val="00E20817"/>
    <w:rsid w:val="00E20A52"/>
    <w:rsid w:val="00E20B1A"/>
    <w:rsid w:val="00E20C82"/>
    <w:rsid w:val="00E20F8F"/>
    <w:rsid w:val="00E214D8"/>
    <w:rsid w:val="00E2191F"/>
    <w:rsid w:val="00E2198E"/>
    <w:rsid w:val="00E219DC"/>
    <w:rsid w:val="00E21EDD"/>
    <w:rsid w:val="00E21F86"/>
    <w:rsid w:val="00E21FA4"/>
    <w:rsid w:val="00E23199"/>
    <w:rsid w:val="00E231B2"/>
    <w:rsid w:val="00E23339"/>
    <w:rsid w:val="00E23576"/>
    <w:rsid w:val="00E237CC"/>
    <w:rsid w:val="00E23B8B"/>
    <w:rsid w:val="00E24574"/>
    <w:rsid w:val="00E24710"/>
    <w:rsid w:val="00E24A98"/>
    <w:rsid w:val="00E24C6D"/>
    <w:rsid w:val="00E24E77"/>
    <w:rsid w:val="00E252EF"/>
    <w:rsid w:val="00E25F6F"/>
    <w:rsid w:val="00E26353"/>
    <w:rsid w:val="00E26388"/>
    <w:rsid w:val="00E26427"/>
    <w:rsid w:val="00E2648F"/>
    <w:rsid w:val="00E26EB6"/>
    <w:rsid w:val="00E27CBC"/>
    <w:rsid w:val="00E27CEE"/>
    <w:rsid w:val="00E27E7D"/>
    <w:rsid w:val="00E30026"/>
    <w:rsid w:val="00E3009E"/>
    <w:rsid w:val="00E300D6"/>
    <w:rsid w:val="00E3084C"/>
    <w:rsid w:val="00E30BA6"/>
    <w:rsid w:val="00E30F04"/>
    <w:rsid w:val="00E3137D"/>
    <w:rsid w:val="00E3153B"/>
    <w:rsid w:val="00E32571"/>
    <w:rsid w:val="00E3298C"/>
    <w:rsid w:val="00E3337F"/>
    <w:rsid w:val="00E3349E"/>
    <w:rsid w:val="00E33BA2"/>
    <w:rsid w:val="00E343E0"/>
    <w:rsid w:val="00E345EB"/>
    <w:rsid w:val="00E34830"/>
    <w:rsid w:val="00E3483C"/>
    <w:rsid w:val="00E34D38"/>
    <w:rsid w:val="00E34F70"/>
    <w:rsid w:val="00E34F71"/>
    <w:rsid w:val="00E350B9"/>
    <w:rsid w:val="00E359E3"/>
    <w:rsid w:val="00E35EF3"/>
    <w:rsid w:val="00E363A9"/>
    <w:rsid w:val="00E3641D"/>
    <w:rsid w:val="00E36BD0"/>
    <w:rsid w:val="00E36C6D"/>
    <w:rsid w:val="00E36E4E"/>
    <w:rsid w:val="00E37317"/>
    <w:rsid w:val="00E373AE"/>
    <w:rsid w:val="00E373C7"/>
    <w:rsid w:val="00E37605"/>
    <w:rsid w:val="00E37B1A"/>
    <w:rsid w:val="00E400B3"/>
    <w:rsid w:val="00E403E6"/>
    <w:rsid w:val="00E4075A"/>
    <w:rsid w:val="00E40D6E"/>
    <w:rsid w:val="00E415DB"/>
    <w:rsid w:val="00E41727"/>
    <w:rsid w:val="00E41934"/>
    <w:rsid w:val="00E419D5"/>
    <w:rsid w:val="00E41A9F"/>
    <w:rsid w:val="00E41D15"/>
    <w:rsid w:val="00E41E54"/>
    <w:rsid w:val="00E4237A"/>
    <w:rsid w:val="00E427D7"/>
    <w:rsid w:val="00E4386A"/>
    <w:rsid w:val="00E43F51"/>
    <w:rsid w:val="00E44BB4"/>
    <w:rsid w:val="00E44BC4"/>
    <w:rsid w:val="00E44E1F"/>
    <w:rsid w:val="00E45A62"/>
    <w:rsid w:val="00E45A89"/>
    <w:rsid w:val="00E45F08"/>
    <w:rsid w:val="00E46297"/>
    <w:rsid w:val="00E464B8"/>
    <w:rsid w:val="00E47190"/>
    <w:rsid w:val="00E477DD"/>
    <w:rsid w:val="00E47D6E"/>
    <w:rsid w:val="00E50266"/>
    <w:rsid w:val="00E506DE"/>
    <w:rsid w:val="00E50773"/>
    <w:rsid w:val="00E50FB2"/>
    <w:rsid w:val="00E51020"/>
    <w:rsid w:val="00E5135B"/>
    <w:rsid w:val="00E51FFA"/>
    <w:rsid w:val="00E5226A"/>
    <w:rsid w:val="00E532C4"/>
    <w:rsid w:val="00E536C9"/>
    <w:rsid w:val="00E53B5C"/>
    <w:rsid w:val="00E53F68"/>
    <w:rsid w:val="00E541F1"/>
    <w:rsid w:val="00E54B7B"/>
    <w:rsid w:val="00E54D27"/>
    <w:rsid w:val="00E54EA0"/>
    <w:rsid w:val="00E54F1D"/>
    <w:rsid w:val="00E5508C"/>
    <w:rsid w:val="00E55475"/>
    <w:rsid w:val="00E556F1"/>
    <w:rsid w:val="00E5573B"/>
    <w:rsid w:val="00E55B3E"/>
    <w:rsid w:val="00E56804"/>
    <w:rsid w:val="00E5776E"/>
    <w:rsid w:val="00E57825"/>
    <w:rsid w:val="00E60473"/>
    <w:rsid w:val="00E6052E"/>
    <w:rsid w:val="00E60650"/>
    <w:rsid w:val="00E60C5F"/>
    <w:rsid w:val="00E60EDA"/>
    <w:rsid w:val="00E61001"/>
    <w:rsid w:val="00E6128C"/>
    <w:rsid w:val="00E616A5"/>
    <w:rsid w:val="00E61AFC"/>
    <w:rsid w:val="00E622C7"/>
    <w:rsid w:val="00E6243C"/>
    <w:rsid w:val="00E62ABD"/>
    <w:rsid w:val="00E62F0D"/>
    <w:rsid w:val="00E634D7"/>
    <w:rsid w:val="00E644A6"/>
    <w:rsid w:val="00E646AE"/>
    <w:rsid w:val="00E64A61"/>
    <w:rsid w:val="00E65002"/>
    <w:rsid w:val="00E65816"/>
    <w:rsid w:val="00E65855"/>
    <w:rsid w:val="00E65FF9"/>
    <w:rsid w:val="00E662AB"/>
    <w:rsid w:val="00E66438"/>
    <w:rsid w:val="00E66821"/>
    <w:rsid w:val="00E66C75"/>
    <w:rsid w:val="00E67189"/>
    <w:rsid w:val="00E67258"/>
    <w:rsid w:val="00E67731"/>
    <w:rsid w:val="00E701B5"/>
    <w:rsid w:val="00E70485"/>
    <w:rsid w:val="00E70E45"/>
    <w:rsid w:val="00E71608"/>
    <w:rsid w:val="00E71742"/>
    <w:rsid w:val="00E71973"/>
    <w:rsid w:val="00E71FA9"/>
    <w:rsid w:val="00E72309"/>
    <w:rsid w:val="00E72317"/>
    <w:rsid w:val="00E72E87"/>
    <w:rsid w:val="00E73569"/>
    <w:rsid w:val="00E7368E"/>
    <w:rsid w:val="00E73D76"/>
    <w:rsid w:val="00E7442B"/>
    <w:rsid w:val="00E747AD"/>
    <w:rsid w:val="00E7521B"/>
    <w:rsid w:val="00E753CC"/>
    <w:rsid w:val="00E756D8"/>
    <w:rsid w:val="00E758DC"/>
    <w:rsid w:val="00E75C31"/>
    <w:rsid w:val="00E75EB6"/>
    <w:rsid w:val="00E7690D"/>
    <w:rsid w:val="00E7693D"/>
    <w:rsid w:val="00E7706C"/>
    <w:rsid w:val="00E7775B"/>
    <w:rsid w:val="00E77BE1"/>
    <w:rsid w:val="00E77DA1"/>
    <w:rsid w:val="00E77E62"/>
    <w:rsid w:val="00E77F3F"/>
    <w:rsid w:val="00E77F6D"/>
    <w:rsid w:val="00E80117"/>
    <w:rsid w:val="00E80DCF"/>
    <w:rsid w:val="00E8103E"/>
    <w:rsid w:val="00E81130"/>
    <w:rsid w:val="00E813EC"/>
    <w:rsid w:val="00E81502"/>
    <w:rsid w:val="00E81857"/>
    <w:rsid w:val="00E81A11"/>
    <w:rsid w:val="00E81AAB"/>
    <w:rsid w:val="00E81FC9"/>
    <w:rsid w:val="00E82290"/>
    <w:rsid w:val="00E82385"/>
    <w:rsid w:val="00E82477"/>
    <w:rsid w:val="00E827A9"/>
    <w:rsid w:val="00E82AF1"/>
    <w:rsid w:val="00E8330C"/>
    <w:rsid w:val="00E8361B"/>
    <w:rsid w:val="00E837AC"/>
    <w:rsid w:val="00E837BE"/>
    <w:rsid w:val="00E83AE5"/>
    <w:rsid w:val="00E83AEF"/>
    <w:rsid w:val="00E83B63"/>
    <w:rsid w:val="00E83BF8"/>
    <w:rsid w:val="00E83C4E"/>
    <w:rsid w:val="00E83E14"/>
    <w:rsid w:val="00E83FF0"/>
    <w:rsid w:val="00E84B4E"/>
    <w:rsid w:val="00E84D50"/>
    <w:rsid w:val="00E84DB8"/>
    <w:rsid w:val="00E850E5"/>
    <w:rsid w:val="00E856FB"/>
    <w:rsid w:val="00E85821"/>
    <w:rsid w:val="00E85BED"/>
    <w:rsid w:val="00E85C03"/>
    <w:rsid w:val="00E85C30"/>
    <w:rsid w:val="00E864BC"/>
    <w:rsid w:val="00E867BE"/>
    <w:rsid w:val="00E868BE"/>
    <w:rsid w:val="00E86A12"/>
    <w:rsid w:val="00E86AA5"/>
    <w:rsid w:val="00E86F55"/>
    <w:rsid w:val="00E87C20"/>
    <w:rsid w:val="00E87F10"/>
    <w:rsid w:val="00E9042A"/>
    <w:rsid w:val="00E90456"/>
    <w:rsid w:val="00E904A0"/>
    <w:rsid w:val="00E909CD"/>
    <w:rsid w:val="00E90D99"/>
    <w:rsid w:val="00E9297E"/>
    <w:rsid w:val="00E92AD7"/>
    <w:rsid w:val="00E92C5F"/>
    <w:rsid w:val="00E93BBB"/>
    <w:rsid w:val="00E94361"/>
    <w:rsid w:val="00E943BF"/>
    <w:rsid w:val="00E9448D"/>
    <w:rsid w:val="00E94646"/>
    <w:rsid w:val="00E94980"/>
    <w:rsid w:val="00E94B73"/>
    <w:rsid w:val="00E94CB7"/>
    <w:rsid w:val="00E94DE4"/>
    <w:rsid w:val="00E94DF0"/>
    <w:rsid w:val="00E95016"/>
    <w:rsid w:val="00E95363"/>
    <w:rsid w:val="00E956C3"/>
    <w:rsid w:val="00E95882"/>
    <w:rsid w:val="00E95A71"/>
    <w:rsid w:val="00E961F5"/>
    <w:rsid w:val="00E9653B"/>
    <w:rsid w:val="00E969F4"/>
    <w:rsid w:val="00E96B9B"/>
    <w:rsid w:val="00E96D47"/>
    <w:rsid w:val="00E97BCA"/>
    <w:rsid w:val="00E97D71"/>
    <w:rsid w:val="00E97DDF"/>
    <w:rsid w:val="00E97F3F"/>
    <w:rsid w:val="00EA0110"/>
    <w:rsid w:val="00EA0298"/>
    <w:rsid w:val="00EA08E4"/>
    <w:rsid w:val="00EA0BFF"/>
    <w:rsid w:val="00EA15AF"/>
    <w:rsid w:val="00EA1894"/>
    <w:rsid w:val="00EA1D00"/>
    <w:rsid w:val="00EA1ED0"/>
    <w:rsid w:val="00EA1ED5"/>
    <w:rsid w:val="00EA255D"/>
    <w:rsid w:val="00EA27C7"/>
    <w:rsid w:val="00EA2EC8"/>
    <w:rsid w:val="00EA348F"/>
    <w:rsid w:val="00EA352F"/>
    <w:rsid w:val="00EA370C"/>
    <w:rsid w:val="00EA3E07"/>
    <w:rsid w:val="00EA42B0"/>
    <w:rsid w:val="00EA449F"/>
    <w:rsid w:val="00EA46EC"/>
    <w:rsid w:val="00EA476A"/>
    <w:rsid w:val="00EA47E8"/>
    <w:rsid w:val="00EA4A10"/>
    <w:rsid w:val="00EA54CC"/>
    <w:rsid w:val="00EA5AE6"/>
    <w:rsid w:val="00EA5FD2"/>
    <w:rsid w:val="00EA6223"/>
    <w:rsid w:val="00EA6259"/>
    <w:rsid w:val="00EA6428"/>
    <w:rsid w:val="00EA6477"/>
    <w:rsid w:val="00EA67C9"/>
    <w:rsid w:val="00EA6875"/>
    <w:rsid w:val="00EA6CD2"/>
    <w:rsid w:val="00EA6DD5"/>
    <w:rsid w:val="00EA70CB"/>
    <w:rsid w:val="00EA73A6"/>
    <w:rsid w:val="00EA745A"/>
    <w:rsid w:val="00EA7A3F"/>
    <w:rsid w:val="00EB02AA"/>
    <w:rsid w:val="00EB04C3"/>
    <w:rsid w:val="00EB0DB1"/>
    <w:rsid w:val="00EB0FFF"/>
    <w:rsid w:val="00EB1335"/>
    <w:rsid w:val="00EB139A"/>
    <w:rsid w:val="00EB15E1"/>
    <w:rsid w:val="00EB181C"/>
    <w:rsid w:val="00EB1B84"/>
    <w:rsid w:val="00EB21CB"/>
    <w:rsid w:val="00EB4033"/>
    <w:rsid w:val="00EB4906"/>
    <w:rsid w:val="00EB4B68"/>
    <w:rsid w:val="00EB4BA6"/>
    <w:rsid w:val="00EB4F17"/>
    <w:rsid w:val="00EB5221"/>
    <w:rsid w:val="00EB522F"/>
    <w:rsid w:val="00EB52E4"/>
    <w:rsid w:val="00EB58C1"/>
    <w:rsid w:val="00EB5B09"/>
    <w:rsid w:val="00EB5BD9"/>
    <w:rsid w:val="00EB5F8E"/>
    <w:rsid w:val="00EB641E"/>
    <w:rsid w:val="00EB6673"/>
    <w:rsid w:val="00EB685C"/>
    <w:rsid w:val="00EB6B5C"/>
    <w:rsid w:val="00EB6C7B"/>
    <w:rsid w:val="00EB7A16"/>
    <w:rsid w:val="00EB7A64"/>
    <w:rsid w:val="00EB7E0E"/>
    <w:rsid w:val="00EC04F0"/>
    <w:rsid w:val="00EC08F0"/>
    <w:rsid w:val="00EC0DE8"/>
    <w:rsid w:val="00EC1214"/>
    <w:rsid w:val="00EC1633"/>
    <w:rsid w:val="00EC1EA4"/>
    <w:rsid w:val="00EC1F06"/>
    <w:rsid w:val="00EC27ED"/>
    <w:rsid w:val="00EC2818"/>
    <w:rsid w:val="00EC30D2"/>
    <w:rsid w:val="00EC3A9A"/>
    <w:rsid w:val="00EC40D2"/>
    <w:rsid w:val="00EC438F"/>
    <w:rsid w:val="00EC4C16"/>
    <w:rsid w:val="00EC4EBA"/>
    <w:rsid w:val="00EC5068"/>
    <w:rsid w:val="00EC53DE"/>
    <w:rsid w:val="00EC55E2"/>
    <w:rsid w:val="00EC566E"/>
    <w:rsid w:val="00EC588F"/>
    <w:rsid w:val="00EC5C57"/>
    <w:rsid w:val="00EC5FF4"/>
    <w:rsid w:val="00EC6432"/>
    <w:rsid w:val="00EC6AB6"/>
    <w:rsid w:val="00EC6D6D"/>
    <w:rsid w:val="00EC77F1"/>
    <w:rsid w:val="00EC798F"/>
    <w:rsid w:val="00EC7998"/>
    <w:rsid w:val="00EC7AB9"/>
    <w:rsid w:val="00EC7C1B"/>
    <w:rsid w:val="00ED01EE"/>
    <w:rsid w:val="00ED0205"/>
    <w:rsid w:val="00ED0B59"/>
    <w:rsid w:val="00ED0B73"/>
    <w:rsid w:val="00ED0EAD"/>
    <w:rsid w:val="00ED19D4"/>
    <w:rsid w:val="00ED1D0D"/>
    <w:rsid w:val="00ED1D0E"/>
    <w:rsid w:val="00ED1F48"/>
    <w:rsid w:val="00ED2107"/>
    <w:rsid w:val="00ED30BA"/>
    <w:rsid w:val="00ED3286"/>
    <w:rsid w:val="00ED3613"/>
    <w:rsid w:val="00ED365A"/>
    <w:rsid w:val="00ED3944"/>
    <w:rsid w:val="00ED3D4D"/>
    <w:rsid w:val="00ED454A"/>
    <w:rsid w:val="00ED4648"/>
    <w:rsid w:val="00ED4750"/>
    <w:rsid w:val="00ED4CF2"/>
    <w:rsid w:val="00ED4E0B"/>
    <w:rsid w:val="00ED4E9D"/>
    <w:rsid w:val="00ED4F1E"/>
    <w:rsid w:val="00ED522B"/>
    <w:rsid w:val="00ED52BD"/>
    <w:rsid w:val="00ED581C"/>
    <w:rsid w:val="00ED59C8"/>
    <w:rsid w:val="00ED6438"/>
    <w:rsid w:val="00ED64A4"/>
    <w:rsid w:val="00ED64AF"/>
    <w:rsid w:val="00ED6500"/>
    <w:rsid w:val="00ED6820"/>
    <w:rsid w:val="00ED6898"/>
    <w:rsid w:val="00ED695C"/>
    <w:rsid w:val="00ED6DD9"/>
    <w:rsid w:val="00ED7797"/>
    <w:rsid w:val="00EE002E"/>
    <w:rsid w:val="00EE0662"/>
    <w:rsid w:val="00EE0852"/>
    <w:rsid w:val="00EE0AC3"/>
    <w:rsid w:val="00EE12BA"/>
    <w:rsid w:val="00EE1BD3"/>
    <w:rsid w:val="00EE1F08"/>
    <w:rsid w:val="00EE20ED"/>
    <w:rsid w:val="00EE2120"/>
    <w:rsid w:val="00EE2D37"/>
    <w:rsid w:val="00EE30BB"/>
    <w:rsid w:val="00EE3681"/>
    <w:rsid w:val="00EE3C75"/>
    <w:rsid w:val="00EE3C85"/>
    <w:rsid w:val="00EE3D43"/>
    <w:rsid w:val="00EE3F0E"/>
    <w:rsid w:val="00EE446E"/>
    <w:rsid w:val="00EE4477"/>
    <w:rsid w:val="00EE4502"/>
    <w:rsid w:val="00EE4623"/>
    <w:rsid w:val="00EE464E"/>
    <w:rsid w:val="00EE511B"/>
    <w:rsid w:val="00EE5896"/>
    <w:rsid w:val="00EE58D2"/>
    <w:rsid w:val="00EE5D35"/>
    <w:rsid w:val="00EE642C"/>
    <w:rsid w:val="00EE6793"/>
    <w:rsid w:val="00EE68B4"/>
    <w:rsid w:val="00EE7309"/>
    <w:rsid w:val="00EE748A"/>
    <w:rsid w:val="00EE7547"/>
    <w:rsid w:val="00EE7B7F"/>
    <w:rsid w:val="00EE7BCB"/>
    <w:rsid w:val="00EE7DE2"/>
    <w:rsid w:val="00EF03AF"/>
    <w:rsid w:val="00EF07F1"/>
    <w:rsid w:val="00EF09AA"/>
    <w:rsid w:val="00EF1103"/>
    <w:rsid w:val="00EF1531"/>
    <w:rsid w:val="00EF191C"/>
    <w:rsid w:val="00EF1BC2"/>
    <w:rsid w:val="00EF1D92"/>
    <w:rsid w:val="00EF1F42"/>
    <w:rsid w:val="00EF22DB"/>
    <w:rsid w:val="00EF2958"/>
    <w:rsid w:val="00EF2D3B"/>
    <w:rsid w:val="00EF2D6E"/>
    <w:rsid w:val="00EF2D9F"/>
    <w:rsid w:val="00EF30FE"/>
    <w:rsid w:val="00EF3A23"/>
    <w:rsid w:val="00EF3A42"/>
    <w:rsid w:val="00EF3A6F"/>
    <w:rsid w:val="00EF3D33"/>
    <w:rsid w:val="00EF4E5F"/>
    <w:rsid w:val="00EF51A6"/>
    <w:rsid w:val="00EF535A"/>
    <w:rsid w:val="00EF54D1"/>
    <w:rsid w:val="00EF5A41"/>
    <w:rsid w:val="00EF5BC2"/>
    <w:rsid w:val="00EF5F75"/>
    <w:rsid w:val="00EF649D"/>
    <w:rsid w:val="00EF6CBE"/>
    <w:rsid w:val="00EF7028"/>
    <w:rsid w:val="00EF71BB"/>
    <w:rsid w:val="00EF7C65"/>
    <w:rsid w:val="00EF7CEC"/>
    <w:rsid w:val="00F000AF"/>
    <w:rsid w:val="00F00685"/>
    <w:rsid w:val="00F00AB6"/>
    <w:rsid w:val="00F00DF1"/>
    <w:rsid w:val="00F00E44"/>
    <w:rsid w:val="00F00F5E"/>
    <w:rsid w:val="00F01090"/>
    <w:rsid w:val="00F0177C"/>
    <w:rsid w:val="00F017ED"/>
    <w:rsid w:val="00F01BEE"/>
    <w:rsid w:val="00F01D82"/>
    <w:rsid w:val="00F01E46"/>
    <w:rsid w:val="00F02A73"/>
    <w:rsid w:val="00F02DD8"/>
    <w:rsid w:val="00F03445"/>
    <w:rsid w:val="00F038F1"/>
    <w:rsid w:val="00F0405E"/>
    <w:rsid w:val="00F048BE"/>
    <w:rsid w:val="00F0498F"/>
    <w:rsid w:val="00F04C41"/>
    <w:rsid w:val="00F0539C"/>
    <w:rsid w:val="00F05681"/>
    <w:rsid w:val="00F061EA"/>
    <w:rsid w:val="00F061F7"/>
    <w:rsid w:val="00F0659D"/>
    <w:rsid w:val="00F065CC"/>
    <w:rsid w:val="00F0662C"/>
    <w:rsid w:val="00F06711"/>
    <w:rsid w:val="00F06899"/>
    <w:rsid w:val="00F068D3"/>
    <w:rsid w:val="00F06DDE"/>
    <w:rsid w:val="00F0763A"/>
    <w:rsid w:val="00F103C7"/>
    <w:rsid w:val="00F10572"/>
    <w:rsid w:val="00F10C02"/>
    <w:rsid w:val="00F10D4A"/>
    <w:rsid w:val="00F113AA"/>
    <w:rsid w:val="00F11C95"/>
    <w:rsid w:val="00F11F81"/>
    <w:rsid w:val="00F120AC"/>
    <w:rsid w:val="00F1261C"/>
    <w:rsid w:val="00F1265E"/>
    <w:rsid w:val="00F12A09"/>
    <w:rsid w:val="00F12E28"/>
    <w:rsid w:val="00F12FDF"/>
    <w:rsid w:val="00F130A2"/>
    <w:rsid w:val="00F13578"/>
    <w:rsid w:val="00F13F54"/>
    <w:rsid w:val="00F14B54"/>
    <w:rsid w:val="00F14C02"/>
    <w:rsid w:val="00F1591F"/>
    <w:rsid w:val="00F1759C"/>
    <w:rsid w:val="00F17783"/>
    <w:rsid w:val="00F17895"/>
    <w:rsid w:val="00F17D57"/>
    <w:rsid w:val="00F17F2F"/>
    <w:rsid w:val="00F17F63"/>
    <w:rsid w:val="00F208BB"/>
    <w:rsid w:val="00F20F2E"/>
    <w:rsid w:val="00F21256"/>
    <w:rsid w:val="00F21D09"/>
    <w:rsid w:val="00F22254"/>
    <w:rsid w:val="00F2240A"/>
    <w:rsid w:val="00F22849"/>
    <w:rsid w:val="00F229D4"/>
    <w:rsid w:val="00F22C10"/>
    <w:rsid w:val="00F22CE6"/>
    <w:rsid w:val="00F22F5C"/>
    <w:rsid w:val="00F230AE"/>
    <w:rsid w:val="00F23208"/>
    <w:rsid w:val="00F23D8E"/>
    <w:rsid w:val="00F24476"/>
    <w:rsid w:val="00F244EC"/>
    <w:rsid w:val="00F2455C"/>
    <w:rsid w:val="00F24743"/>
    <w:rsid w:val="00F25718"/>
    <w:rsid w:val="00F259BA"/>
    <w:rsid w:val="00F2610A"/>
    <w:rsid w:val="00F26904"/>
    <w:rsid w:val="00F26ECC"/>
    <w:rsid w:val="00F278E5"/>
    <w:rsid w:val="00F2797F"/>
    <w:rsid w:val="00F30190"/>
    <w:rsid w:val="00F301E7"/>
    <w:rsid w:val="00F3027A"/>
    <w:rsid w:val="00F30468"/>
    <w:rsid w:val="00F304E6"/>
    <w:rsid w:val="00F304E8"/>
    <w:rsid w:val="00F3082F"/>
    <w:rsid w:val="00F3103D"/>
    <w:rsid w:val="00F311F4"/>
    <w:rsid w:val="00F312A3"/>
    <w:rsid w:val="00F31493"/>
    <w:rsid w:val="00F31C81"/>
    <w:rsid w:val="00F31D0B"/>
    <w:rsid w:val="00F325C4"/>
    <w:rsid w:val="00F32C32"/>
    <w:rsid w:val="00F330AD"/>
    <w:rsid w:val="00F330D8"/>
    <w:rsid w:val="00F33128"/>
    <w:rsid w:val="00F33282"/>
    <w:rsid w:val="00F33DE3"/>
    <w:rsid w:val="00F33FDE"/>
    <w:rsid w:val="00F341C3"/>
    <w:rsid w:val="00F3439E"/>
    <w:rsid w:val="00F343C9"/>
    <w:rsid w:val="00F34514"/>
    <w:rsid w:val="00F346EC"/>
    <w:rsid w:val="00F3476A"/>
    <w:rsid w:val="00F35A19"/>
    <w:rsid w:val="00F35DD9"/>
    <w:rsid w:val="00F35FC3"/>
    <w:rsid w:val="00F369A1"/>
    <w:rsid w:val="00F370D7"/>
    <w:rsid w:val="00F3715D"/>
    <w:rsid w:val="00F37BD8"/>
    <w:rsid w:val="00F4003B"/>
    <w:rsid w:val="00F401AA"/>
    <w:rsid w:val="00F401D9"/>
    <w:rsid w:val="00F40A17"/>
    <w:rsid w:val="00F40CBF"/>
    <w:rsid w:val="00F40E48"/>
    <w:rsid w:val="00F410F6"/>
    <w:rsid w:val="00F419AD"/>
    <w:rsid w:val="00F4200F"/>
    <w:rsid w:val="00F420A6"/>
    <w:rsid w:val="00F4216A"/>
    <w:rsid w:val="00F42FBD"/>
    <w:rsid w:val="00F44956"/>
    <w:rsid w:val="00F44D58"/>
    <w:rsid w:val="00F44E33"/>
    <w:rsid w:val="00F45F67"/>
    <w:rsid w:val="00F46224"/>
    <w:rsid w:val="00F465F3"/>
    <w:rsid w:val="00F46766"/>
    <w:rsid w:val="00F47222"/>
    <w:rsid w:val="00F472EA"/>
    <w:rsid w:val="00F475A0"/>
    <w:rsid w:val="00F4767B"/>
    <w:rsid w:val="00F476B0"/>
    <w:rsid w:val="00F476F6"/>
    <w:rsid w:val="00F47AB9"/>
    <w:rsid w:val="00F47B80"/>
    <w:rsid w:val="00F47E4B"/>
    <w:rsid w:val="00F500FE"/>
    <w:rsid w:val="00F5022C"/>
    <w:rsid w:val="00F50D1F"/>
    <w:rsid w:val="00F51036"/>
    <w:rsid w:val="00F51986"/>
    <w:rsid w:val="00F52A44"/>
    <w:rsid w:val="00F532AB"/>
    <w:rsid w:val="00F53EEF"/>
    <w:rsid w:val="00F54529"/>
    <w:rsid w:val="00F5463F"/>
    <w:rsid w:val="00F547EB"/>
    <w:rsid w:val="00F5497A"/>
    <w:rsid w:val="00F549AB"/>
    <w:rsid w:val="00F54E72"/>
    <w:rsid w:val="00F55093"/>
    <w:rsid w:val="00F55323"/>
    <w:rsid w:val="00F559B9"/>
    <w:rsid w:val="00F5643C"/>
    <w:rsid w:val="00F56550"/>
    <w:rsid w:val="00F56835"/>
    <w:rsid w:val="00F56841"/>
    <w:rsid w:val="00F56A95"/>
    <w:rsid w:val="00F57036"/>
    <w:rsid w:val="00F60DB6"/>
    <w:rsid w:val="00F61085"/>
    <w:rsid w:val="00F61484"/>
    <w:rsid w:val="00F6173B"/>
    <w:rsid w:val="00F619B2"/>
    <w:rsid w:val="00F61FB9"/>
    <w:rsid w:val="00F61FF5"/>
    <w:rsid w:val="00F6294D"/>
    <w:rsid w:val="00F62CF7"/>
    <w:rsid w:val="00F6324D"/>
    <w:rsid w:val="00F6362A"/>
    <w:rsid w:val="00F6388E"/>
    <w:rsid w:val="00F63B38"/>
    <w:rsid w:val="00F6420A"/>
    <w:rsid w:val="00F6478A"/>
    <w:rsid w:val="00F647DD"/>
    <w:rsid w:val="00F64DD1"/>
    <w:rsid w:val="00F65584"/>
    <w:rsid w:val="00F659C9"/>
    <w:rsid w:val="00F6616B"/>
    <w:rsid w:val="00F661FC"/>
    <w:rsid w:val="00F66417"/>
    <w:rsid w:val="00F665D2"/>
    <w:rsid w:val="00F66AAD"/>
    <w:rsid w:val="00F66C9E"/>
    <w:rsid w:val="00F6732D"/>
    <w:rsid w:val="00F676A4"/>
    <w:rsid w:val="00F67C8F"/>
    <w:rsid w:val="00F70535"/>
    <w:rsid w:val="00F7061F"/>
    <w:rsid w:val="00F707C4"/>
    <w:rsid w:val="00F70FBC"/>
    <w:rsid w:val="00F71930"/>
    <w:rsid w:val="00F71D7C"/>
    <w:rsid w:val="00F71ED8"/>
    <w:rsid w:val="00F7241A"/>
    <w:rsid w:val="00F7264A"/>
    <w:rsid w:val="00F7278B"/>
    <w:rsid w:val="00F72B9C"/>
    <w:rsid w:val="00F7304F"/>
    <w:rsid w:val="00F73061"/>
    <w:rsid w:val="00F7324E"/>
    <w:rsid w:val="00F732CD"/>
    <w:rsid w:val="00F732DC"/>
    <w:rsid w:val="00F73930"/>
    <w:rsid w:val="00F7395C"/>
    <w:rsid w:val="00F741CD"/>
    <w:rsid w:val="00F74C5B"/>
    <w:rsid w:val="00F75057"/>
    <w:rsid w:val="00F751C0"/>
    <w:rsid w:val="00F7554C"/>
    <w:rsid w:val="00F7573B"/>
    <w:rsid w:val="00F75F16"/>
    <w:rsid w:val="00F762A3"/>
    <w:rsid w:val="00F765CC"/>
    <w:rsid w:val="00F76A60"/>
    <w:rsid w:val="00F76B13"/>
    <w:rsid w:val="00F76F71"/>
    <w:rsid w:val="00F76F77"/>
    <w:rsid w:val="00F77125"/>
    <w:rsid w:val="00F77AC6"/>
    <w:rsid w:val="00F80208"/>
    <w:rsid w:val="00F80890"/>
    <w:rsid w:val="00F8091E"/>
    <w:rsid w:val="00F80AAC"/>
    <w:rsid w:val="00F81111"/>
    <w:rsid w:val="00F819E3"/>
    <w:rsid w:val="00F81B69"/>
    <w:rsid w:val="00F81C1A"/>
    <w:rsid w:val="00F8228E"/>
    <w:rsid w:val="00F82734"/>
    <w:rsid w:val="00F8279B"/>
    <w:rsid w:val="00F82908"/>
    <w:rsid w:val="00F82EA9"/>
    <w:rsid w:val="00F8379E"/>
    <w:rsid w:val="00F84272"/>
    <w:rsid w:val="00F84615"/>
    <w:rsid w:val="00F84AA5"/>
    <w:rsid w:val="00F84E48"/>
    <w:rsid w:val="00F8506C"/>
    <w:rsid w:val="00F85A49"/>
    <w:rsid w:val="00F85B71"/>
    <w:rsid w:val="00F85DA3"/>
    <w:rsid w:val="00F868C3"/>
    <w:rsid w:val="00F8692E"/>
    <w:rsid w:val="00F86962"/>
    <w:rsid w:val="00F877EF"/>
    <w:rsid w:val="00F87837"/>
    <w:rsid w:val="00F879AA"/>
    <w:rsid w:val="00F87DBE"/>
    <w:rsid w:val="00F90652"/>
    <w:rsid w:val="00F909E2"/>
    <w:rsid w:val="00F90F22"/>
    <w:rsid w:val="00F9114A"/>
    <w:rsid w:val="00F9170E"/>
    <w:rsid w:val="00F919DD"/>
    <w:rsid w:val="00F91ABC"/>
    <w:rsid w:val="00F91C45"/>
    <w:rsid w:val="00F92370"/>
    <w:rsid w:val="00F92500"/>
    <w:rsid w:val="00F9303B"/>
    <w:rsid w:val="00F93073"/>
    <w:rsid w:val="00F93C47"/>
    <w:rsid w:val="00F93D17"/>
    <w:rsid w:val="00F9424E"/>
    <w:rsid w:val="00F944E1"/>
    <w:rsid w:val="00F94717"/>
    <w:rsid w:val="00F94F52"/>
    <w:rsid w:val="00F94F53"/>
    <w:rsid w:val="00F952CE"/>
    <w:rsid w:val="00F9592C"/>
    <w:rsid w:val="00F95A56"/>
    <w:rsid w:val="00F95EF8"/>
    <w:rsid w:val="00F95F3D"/>
    <w:rsid w:val="00F95FD2"/>
    <w:rsid w:val="00F96809"/>
    <w:rsid w:val="00F96CB5"/>
    <w:rsid w:val="00F974C5"/>
    <w:rsid w:val="00F97878"/>
    <w:rsid w:val="00F97C1C"/>
    <w:rsid w:val="00F97FE1"/>
    <w:rsid w:val="00FA063F"/>
    <w:rsid w:val="00FA09B0"/>
    <w:rsid w:val="00FA11A0"/>
    <w:rsid w:val="00FA174D"/>
    <w:rsid w:val="00FA1B0A"/>
    <w:rsid w:val="00FA22D6"/>
    <w:rsid w:val="00FA28BA"/>
    <w:rsid w:val="00FA2967"/>
    <w:rsid w:val="00FA2C06"/>
    <w:rsid w:val="00FA2D1E"/>
    <w:rsid w:val="00FA348D"/>
    <w:rsid w:val="00FA3527"/>
    <w:rsid w:val="00FA3CC7"/>
    <w:rsid w:val="00FA438F"/>
    <w:rsid w:val="00FA4556"/>
    <w:rsid w:val="00FA49E3"/>
    <w:rsid w:val="00FA4CBC"/>
    <w:rsid w:val="00FA4CD5"/>
    <w:rsid w:val="00FA4F4F"/>
    <w:rsid w:val="00FA50BD"/>
    <w:rsid w:val="00FA52D3"/>
    <w:rsid w:val="00FA5419"/>
    <w:rsid w:val="00FA58D3"/>
    <w:rsid w:val="00FA5F69"/>
    <w:rsid w:val="00FA639A"/>
    <w:rsid w:val="00FA64B8"/>
    <w:rsid w:val="00FA71DF"/>
    <w:rsid w:val="00FA743E"/>
    <w:rsid w:val="00FA7886"/>
    <w:rsid w:val="00FA7CA2"/>
    <w:rsid w:val="00FA7D28"/>
    <w:rsid w:val="00FB0979"/>
    <w:rsid w:val="00FB120C"/>
    <w:rsid w:val="00FB19D6"/>
    <w:rsid w:val="00FB1BD6"/>
    <w:rsid w:val="00FB20C5"/>
    <w:rsid w:val="00FB20E8"/>
    <w:rsid w:val="00FB2429"/>
    <w:rsid w:val="00FB277C"/>
    <w:rsid w:val="00FB2966"/>
    <w:rsid w:val="00FB2F0A"/>
    <w:rsid w:val="00FB30C4"/>
    <w:rsid w:val="00FB3E00"/>
    <w:rsid w:val="00FB4608"/>
    <w:rsid w:val="00FB4804"/>
    <w:rsid w:val="00FB4E19"/>
    <w:rsid w:val="00FB5229"/>
    <w:rsid w:val="00FB5D53"/>
    <w:rsid w:val="00FB6D02"/>
    <w:rsid w:val="00FB6E71"/>
    <w:rsid w:val="00FB7DBB"/>
    <w:rsid w:val="00FC074A"/>
    <w:rsid w:val="00FC0C16"/>
    <w:rsid w:val="00FC1B01"/>
    <w:rsid w:val="00FC1F33"/>
    <w:rsid w:val="00FC2053"/>
    <w:rsid w:val="00FC242B"/>
    <w:rsid w:val="00FC26D8"/>
    <w:rsid w:val="00FC2DDF"/>
    <w:rsid w:val="00FC3684"/>
    <w:rsid w:val="00FC4278"/>
    <w:rsid w:val="00FC46EA"/>
    <w:rsid w:val="00FC4D18"/>
    <w:rsid w:val="00FC5155"/>
    <w:rsid w:val="00FC5346"/>
    <w:rsid w:val="00FC54A1"/>
    <w:rsid w:val="00FC5873"/>
    <w:rsid w:val="00FC58D5"/>
    <w:rsid w:val="00FC5A4C"/>
    <w:rsid w:val="00FC6741"/>
    <w:rsid w:val="00FC76DD"/>
    <w:rsid w:val="00FC7EB3"/>
    <w:rsid w:val="00FC7EB9"/>
    <w:rsid w:val="00FC7F65"/>
    <w:rsid w:val="00FD0118"/>
    <w:rsid w:val="00FD039B"/>
    <w:rsid w:val="00FD07C8"/>
    <w:rsid w:val="00FD07F4"/>
    <w:rsid w:val="00FD0B80"/>
    <w:rsid w:val="00FD0F67"/>
    <w:rsid w:val="00FD1193"/>
    <w:rsid w:val="00FD1276"/>
    <w:rsid w:val="00FD13B6"/>
    <w:rsid w:val="00FD1D7F"/>
    <w:rsid w:val="00FD1E95"/>
    <w:rsid w:val="00FD211A"/>
    <w:rsid w:val="00FD225D"/>
    <w:rsid w:val="00FD2302"/>
    <w:rsid w:val="00FD27D5"/>
    <w:rsid w:val="00FD2C43"/>
    <w:rsid w:val="00FD2DC1"/>
    <w:rsid w:val="00FD3ABA"/>
    <w:rsid w:val="00FD3BDB"/>
    <w:rsid w:val="00FD3C8D"/>
    <w:rsid w:val="00FD409B"/>
    <w:rsid w:val="00FD4978"/>
    <w:rsid w:val="00FD5148"/>
    <w:rsid w:val="00FD5A8D"/>
    <w:rsid w:val="00FD5ACC"/>
    <w:rsid w:val="00FD5ADF"/>
    <w:rsid w:val="00FD5B1B"/>
    <w:rsid w:val="00FD5CD0"/>
    <w:rsid w:val="00FD66F5"/>
    <w:rsid w:val="00FD69C0"/>
    <w:rsid w:val="00FD6DDE"/>
    <w:rsid w:val="00FD6F29"/>
    <w:rsid w:val="00FD73D9"/>
    <w:rsid w:val="00FD7AEC"/>
    <w:rsid w:val="00FD7CDA"/>
    <w:rsid w:val="00FD7D04"/>
    <w:rsid w:val="00FE0344"/>
    <w:rsid w:val="00FE0467"/>
    <w:rsid w:val="00FE111E"/>
    <w:rsid w:val="00FE1403"/>
    <w:rsid w:val="00FE1894"/>
    <w:rsid w:val="00FE1B54"/>
    <w:rsid w:val="00FE1FF7"/>
    <w:rsid w:val="00FE29A6"/>
    <w:rsid w:val="00FE34AE"/>
    <w:rsid w:val="00FE35D1"/>
    <w:rsid w:val="00FE3858"/>
    <w:rsid w:val="00FE3D0C"/>
    <w:rsid w:val="00FE4121"/>
    <w:rsid w:val="00FE4235"/>
    <w:rsid w:val="00FE48F9"/>
    <w:rsid w:val="00FE5790"/>
    <w:rsid w:val="00FE59AB"/>
    <w:rsid w:val="00FE68ED"/>
    <w:rsid w:val="00FE7761"/>
    <w:rsid w:val="00FE78E5"/>
    <w:rsid w:val="00FE7A8B"/>
    <w:rsid w:val="00FE7AE5"/>
    <w:rsid w:val="00FE7CB3"/>
    <w:rsid w:val="00FF0072"/>
    <w:rsid w:val="00FF0095"/>
    <w:rsid w:val="00FF033B"/>
    <w:rsid w:val="00FF0634"/>
    <w:rsid w:val="00FF07F3"/>
    <w:rsid w:val="00FF09B1"/>
    <w:rsid w:val="00FF0BE4"/>
    <w:rsid w:val="00FF0CB2"/>
    <w:rsid w:val="00FF0F49"/>
    <w:rsid w:val="00FF0F7F"/>
    <w:rsid w:val="00FF1229"/>
    <w:rsid w:val="00FF18E0"/>
    <w:rsid w:val="00FF20AB"/>
    <w:rsid w:val="00FF228F"/>
    <w:rsid w:val="00FF2D78"/>
    <w:rsid w:val="00FF3333"/>
    <w:rsid w:val="00FF3659"/>
    <w:rsid w:val="00FF369C"/>
    <w:rsid w:val="00FF3B7D"/>
    <w:rsid w:val="00FF3F86"/>
    <w:rsid w:val="00FF410C"/>
    <w:rsid w:val="00FF46AD"/>
    <w:rsid w:val="00FF4878"/>
    <w:rsid w:val="00FF4DDA"/>
    <w:rsid w:val="00FF52D0"/>
    <w:rsid w:val="00FF5738"/>
    <w:rsid w:val="00FF62F4"/>
    <w:rsid w:val="00FF65C6"/>
    <w:rsid w:val="00FF6985"/>
    <w:rsid w:val="00FF781A"/>
    <w:rsid w:val="00FF79D8"/>
    <w:rsid w:val="04666496"/>
    <w:rsid w:val="0ADC85E2"/>
    <w:rsid w:val="1A7F707D"/>
    <w:rsid w:val="1EBA22DA"/>
    <w:rsid w:val="217A5B55"/>
    <w:rsid w:val="241DBDA1"/>
    <w:rsid w:val="2B0BFD19"/>
    <w:rsid w:val="2F4D937E"/>
    <w:rsid w:val="34F771B5"/>
    <w:rsid w:val="468AE35E"/>
    <w:rsid w:val="46D1DA42"/>
    <w:rsid w:val="480572BC"/>
    <w:rsid w:val="4C08B594"/>
    <w:rsid w:val="57EBBFEF"/>
    <w:rsid w:val="5DB0244E"/>
    <w:rsid w:val="5F79AF56"/>
    <w:rsid w:val="62B07119"/>
    <w:rsid w:val="68823C63"/>
    <w:rsid w:val="6C2CA0B2"/>
    <w:rsid w:val="70DB6E37"/>
    <w:rsid w:val="7681B3FF"/>
    <w:rsid w:val="78820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CF15D1"/>
  <w15:chartTrackingRefBased/>
  <w15:docId w15:val="{4951D25D-5C52-460C-AEA9-E59C2345A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5978"/>
  </w:style>
  <w:style w:type="paragraph" w:styleId="Heading1">
    <w:name w:val="heading 1"/>
    <w:basedOn w:val="Normal"/>
    <w:next w:val="Normal"/>
    <w:link w:val="Heading1Char"/>
    <w:uiPriority w:val="9"/>
    <w:qFormat/>
    <w:rsid w:val="008204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3472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462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F751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254A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F751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F751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F751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F751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204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3472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4622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F751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254A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F751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F751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F751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F751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213C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3C69"/>
  </w:style>
  <w:style w:type="paragraph" w:styleId="TOC1">
    <w:name w:val="toc 1"/>
    <w:basedOn w:val="Normal"/>
    <w:next w:val="Normal"/>
    <w:autoRedefine/>
    <w:uiPriority w:val="39"/>
    <w:unhideWhenUsed/>
    <w:rsid w:val="004D44B9"/>
    <w:pPr>
      <w:tabs>
        <w:tab w:val="left" w:pos="660"/>
        <w:tab w:val="right" w:leader="dot" w:pos="15026"/>
      </w:tabs>
      <w:spacing w:after="100" w:line="276" w:lineRule="auto"/>
    </w:pPr>
  </w:style>
  <w:style w:type="paragraph" w:styleId="Footer">
    <w:name w:val="footer"/>
    <w:basedOn w:val="Normal"/>
    <w:link w:val="FooterChar"/>
    <w:uiPriority w:val="99"/>
    <w:unhideWhenUsed/>
    <w:rsid w:val="00213C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3C69"/>
  </w:style>
  <w:style w:type="paragraph" w:styleId="ListParagraph">
    <w:name w:val="List Paragraph"/>
    <w:aliases w:val="Table of contents numbered,numbers normal cal,List Paragraph1,Riana Table Bullets 1,List Paragraph - 2,Grey Bullet List,Grey Bullet Style,Table bullet,Paragraph,Paragraphe de liste PBLH,Normal bullet 2,Bullet list,List Para 1,Heading 2 MS"/>
    <w:basedOn w:val="Normal"/>
    <w:link w:val="ListParagraphChar"/>
    <w:uiPriority w:val="34"/>
    <w:qFormat/>
    <w:rsid w:val="005E5F08"/>
    <w:pPr>
      <w:ind w:left="720"/>
      <w:contextualSpacing/>
    </w:pPr>
  </w:style>
  <w:style w:type="character" w:customStyle="1" w:styleId="ListParagraphChar">
    <w:name w:val="List Paragraph Char"/>
    <w:aliases w:val="Table of contents numbered Char,numbers normal cal Char,List Paragraph1 Char,Riana Table Bullets 1 Char,List Paragraph - 2 Char,Grey Bullet List Char,Grey Bullet Style Char,Table bullet Char,Paragraph Char,Normal bullet 2 Char"/>
    <w:link w:val="ListParagraph"/>
    <w:uiPriority w:val="34"/>
    <w:locked/>
    <w:rsid w:val="0085508C"/>
  </w:style>
  <w:style w:type="paragraph" w:styleId="TOCHeading">
    <w:name w:val="TOC Heading"/>
    <w:basedOn w:val="Heading1"/>
    <w:next w:val="Normal"/>
    <w:uiPriority w:val="39"/>
    <w:unhideWhenUsed/>
    <w:qFormat/>
    <w:rsid w:val="00B651DA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B651DA"/>
    <w:pPr>
      <w:spacing w:after="100"/>
      <w:ind w:left="22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B651DA"/>
    <w:pPr>
      <w:spacing w:after="100"/>
      <w:ind w:left="440"/>
    </w:pPr>
    <w:rPr>
      <w:rFonts w:eastAsiaTheme="minorEastAsia" w:cs="Times New Roman"/>
      <w:lang w:val="en-US"/>
    </w:rPr>
  </w:style>
  <w:style w:type="table" w:styleId="TableGrid">
    <w:name w:val="Table Grid"/>
    <w:basedOn w:val="TableNormal"/>
    <w:uiPriority w:val="39"/>
    <w:rsid w:val="002E72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6Colorful">
    <w:name w:val="Grid Table 6 Colorful"/>
    <w:basedOn w:val="TableNormal"/>
    <w:uiPriority w:val="51"/>
    <w:rsid w:val="002E722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EndnoteText">
    <w:name w:val="endnote text"/>
    <w:basedOn w:val="Normal"/>
    <w:link w:val="EndnoteTextChar"/>
    <w:uiPriority w:val="99"/>
    <w:semiHidden/>
    <w:unhideWhenUsed/>
    <w:rsid w:val="00484AE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84AEA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84AE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C77DF1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7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7A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568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68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68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68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686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136B6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5900DF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766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character" w:customStyle="1" w:styleId="cf01">
    <w:name w:val="cf01"/>
    <w:basedOn w:val="DefaultParagraphFont"/>
    <w:rsid w:val="0076608E"/>
    <w:rPr>
      <w:rFonts w:ascii="Segoe UI" w:hAnsi="Segoe UI" w:cs="Segoe UI" w:hint="default"/>
      <w:b/>
      <w:bCs/>
      <w:color w:val="262626"/>
      <w:sz w:val="28"/>
      <w:szCs w:val="28"/>
    </w:rPr>
  </w:style>
  <w:style w:type="paragraph" w:customStyle="1" w:styleId="Default">
    <w:name w:val="Default"/>
    <w:rsid w:val="004D38D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PageNumber">
    <w:name w:val="page number"/>
    <w:basedOn w:val="DefaultParagraphFont"/>
    <w:rsid w:val="00003976"/>
  </w:style>
  <w:style w:type="paragraph" w:styleId="TableofFigures">
    <w:name w:val="table of figures"/>
    <w:basedOn w:val="Normal"/>
    <w:next w:val="Normal"/>
    <w:uiPriority w:val="99"/>
    <w:unhideWhenUsed/>
    <w:rsid w:val="00003976"/>
    <w:pPr>
      <w:spacing w:after="0"/>
    </w:pPr>
  </w:style>
  <w:style w:type="paragraph" w:customStyle="1" w:styleId="TablesandFigures">
    <w:name w:val="Tables and Figures"/>
    <w:basedOn w:val="Caption"/>
    <w:link w:val="TablesandFiguresChar"/>
    <w:qFormat/>
    <w:rsid w:val="00003976"/>
    <w:pPr>
      <w:keepNext/>
      <w:spacing w:after="0"/>
    </w:pPr>
    <w:rPr>
      <w:rFonts w:ascii="Arial Narrow" w:hAnsi="Arial Narrow"/>
      <w:b/>
      <w:i w:val="0"/>
      <w:color w:val="F39301"/>
      <w:sz w:val="22"/>
      <w:szCs w:val="22"/>
    </w:rPr>
  </w:style>
  <w:style w:type="character" w:customStyle="1" w:styleId="TablesandFiguresChar">
    <w:name w:val="Tables and Figures Char"/>
    <w:basedOn w:val="DefaultParagraphFont"/>
    <w:link w:val="TablesandFigures"/>
    <w:rsid w:val="00003976"/>
    <w:rPr>
      <w:rFonts w:ascii="Arial Narrow" w:hAnsi="Arial Narrow"/>
      <w:b/>
      <w:iCs/>
      <w:color w:val="F3930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0397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8E032D"/>
    <w:rPr>
      <w:i/>
      <w:i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85D4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5D4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85D46"/>
    <w:rPr>
      <w:vertAlign w:val="superscript"/>
    </w:rPr>
  </w:style>
  <w:style w:type="paragraph" w:customStyle="1" w:styleId="msonormal0">
    <w:name w:val="msonormal"/>
    <w:basedOn w:val="Normal"/>
    <w:rsid w:val="00842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font5">
    <w:name w:val="font5"/>
    <w:basedOn w:val="Normal"/>
    <w:rsid w:val="00842C2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en-ZA"/>
    </w:rPr>
  </w:style>
  <w:style w:type="paragraph" w:customStyle="1" w:styleId="font6">
    <w:name w:val="font6"/>
    <w:basedOn w:val="Normal"/>
    <w:rsid w:val="00842C2A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en-ZA"/>
    </w:rPr>
  </w:style>
  <w:style w:type="paragraph" w:customStyle="1" w:styleId="xl77">
    <w:name w:val="xl77"/>
    <w:basedOn w:val="Normal"/>
    <w:rsid w:val="00842C2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78">
    <w:name w:val="xl78"/>
    <w:basedOn w:val="Normal"/>
    <w:rsid w:val="00842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79">
    <w:name w:val="xl79"/>
    <w:basedOn w:val="Normal"/>
    <w:rsid w:val="00842C2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0">
    <w:name w:val="xl80"/>
    <w:basedOn w:val="Normal"/>
    <w:rsid w:val="00842C2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1">
    <w:name w:val="xl81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2">
    <w:name w:val="xl82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3">
    <w:name w:val="xl83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4">
    <w:name w:val="xl84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5">
    <w:name w:val="xl85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6">
    <w:name w:val="xl86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7">
    <w:name w:val="xl87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8">
    <w:name w:val="xl88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9">
    <w:name w:val="xl89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0">
    <w:name w:val="xl90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1">
    <w:name w:val="xl91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2">
    <w:name w:val="xl92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3">
    <w:name w:val="xl93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4">
    <w:name w:val="xl94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5">
    <w:name w:val="xl95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6">
    <w:name w:val="xl96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7">
    <w:name w:val="xl97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8">
    <w:name w:val="xl98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9">
    <w:name w:val="xl99"/>
    <w:basedOn w:val="Normal"/>
    <w:rsid w:val="00842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0">
    <w:name w:val="xl100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1">
    <w:name w:val="xl101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102">
    <w:name w:val="xl102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103">
    <w:name w:val="xl103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104">
    <w:name w:val="xl104"/>
    <w:basedOn w:val="Normal"/>
    <w:rsid w:val="00842C2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5">
    <w:name w:val="xl105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6">
    <w:name w:val="xl106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Stylenew">
    <w:name w:val="Style new"/>
    <w:basedOn w:val="TablesandFigures"/>
    <w:link w:val="StylenewChar"/>
    <w:qFormat/>
    <w:rsid w:val="005B6C7E"/>
    <w:pPr>
      <w:spacing w:line="276" w:lineRule="auto"/>
      <w:ind w:left="567"/>
    </w:pPr>
    <w:rPr>
      <w:color w:val="DD5E15"/>
    </w:rPr>
  </w:style>
  <w:style w:type="character" w:customStyle="1" w:styleId="StylenewChar">
    <w:name w:val="Style new Char"/>
    <w:basedOn w:val="TablesandFiguresChar"/>
    <w:link w:val="Stylenew"/>
    <w:rsid w:val="005B6C7E"/>
    <w:rPr>
      <w:rFonts w:ascii="Arial Narrow" w:hAnsi="Arial Narrow"/>
      <w:b/>
      <w:iCs/>
      <w:color w:val="DD5E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17956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7210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0114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5949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0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2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4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0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712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763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0797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63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44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396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974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81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0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9726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339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9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2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6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9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08356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40207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83866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464104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2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3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6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2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7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2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364840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68175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1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1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1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0165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2261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9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1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790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36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964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6327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9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zwe%20Mngomezulu\Downloads\Monthly%20report%20template%20Edite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91A3B489D1BA40841A9B61ADD4E4A2" ma:contentTypeVersion="18" ma:contentTypeDescription="Create a new document." ma:contentTypeScope="" ma:versionID="92205ddc37e69a8f01a6e5a5c056dfab">
  <xsd:schema xmlns:xsd="http://www.w3.org/2001/XMLSchema" xmlns:xs="http://www.w3.org/2001/XMLSchema" xmlns:p="http://schemas.microsoft.com/office/2006/metadata/properties" xmlns:ns2="2c5e3bf4-a475-444a-9952-8aa2e0d6f63d" xmlns:ns3="55221c09-c7ff-418a-af03-84180da6f5d4" targetNamespace="http://schemas.microsoft.com/office/2006/metadata/properties" ma:root="true" ma:fieldsID="91d129447d07883368746379ca42b9f5" ns2:_="" ns3:_="">
    <xsd:import namespace="2c5e3bf4-a475-444a-9952-8aa2e0d6f63d"/>
    <xsd:import namespace="55221c09-c7ff-418a-af03-84180da6f5d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5e3bf4-a475-444a-9952-8aa2e0d6f63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ef1dc8b-4cbf-4c68-a3ec-fdce0d042450}" ma:internalName="TaxCatchAll" ma:showField="CatchAllData" ma:web="2c5e3bf4-a475-444a-9952-8aa2e0d6f6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221c09-c7ff-418a-af03-84180da6f5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d2e6bdb-3d96-45a2-a621-dc79ec3921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5e3bf4-a475-444a-9952-8aa2e0d6f63d" xsi:nil="true"/>
    <lcf76f155ced4ddcb4097134ff3c332f xmlns="55221c09-c7ff-418a-af03-84180da6f5d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1288955-2B01-46E2-AB08-9E0D9140E2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5e3bf4-a475-444a-9952-8aa2e0d6f63d"/>
    <ds:schemaRef ds:uri="55221c09-c7ff-418a-af03-84180da6f5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6D438B-8A45-443B-A9A9-911E04E4C9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14B31F7-271F-46D3-BF6F-5FF92A3AFA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101474-3A60-4BD8-A758-15BE5CF6D402}">
  <ds:schemaRefs>
    <ds:schemaRef ds:uri="http://schemas.microsoft.com/office/2006/metadata/properties"/>
    <ds:schemaRef ds:uri="http://schemas.microsoft.com/office/infopath/2007/PartnerControls"/>
    <ds:schemaRef ds:uri="2c5e3bf4-a475-444a-9952-8aa2e0d6f63d"/>
    <ds:schemaRef ds:uri="55221c09-c7ff-418a-af03-84180da6f5d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Monthly report template Edited</Template>
  <TotalTime>2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Links>
    <vt:vector size="138" baseType="variant">
      <vt:variant>
        <vt:i4>1245232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_Toc182924119</vt:lpwstr>
      </vt:variant>
      <vt:variant>
        <vt:i4>1245232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_Toc182924118</vt:lpwstr>
      </vt:variant>
      <vt:variant>
        <vt:i4>1245232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_Toc182924117</vt:lpwstr>
      </vt:variant>
      <vt:variant>
        <vt:i4>1245232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_Toc182924116</vt:lpwstr>
      </vt:variant>
      <vt:variant>
        <vt:i4>1245232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_Toc182924115</vt:lpwstr>
      </vt:variant>
      <vt:variant>
        <vt:i4>1245232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_Toc182924114</vt:lpwstr>
      </vt:variant>
      <vt:variant>
        <vt:i4>1245232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_Toc182924113</vt:lpwstr>
      </vt:variant>
      <vt:variant>
        <vt:i4>1245232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_Toc182924112</vt:lpwstr>
      </vt:variant>
      <vt:variant>
        <vt:i4>1245232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_Toc182924111</vt:lpwstr>
      </vt:variant>
      <vt:variant>
        <vt:i4>1441842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_Toc182924345</vt:lpwstr>
      </vt:variant>
      <vt:variant>
        <vt:i4>1441842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_Toc182924344</vt:lpwstr>
      </vt:variant>
      <vt:variant>
        <vt:i4>1441842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_Toc182924343</vt:lpwstr>
      </vt:variant>
      <vt:variant>
        <vt:i4>1441842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_Toc182924342</vt:lpwstr>
      </vt:variant>
      <vt:variant>
        <vt:i4>1441842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_Toc182924341</vt:lpwstr>
      </vt:variant>
      <vt:variant>
        <vt:i4>1441842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_Toc182924340</vt:lpwstr>
      </vt:variant>
      <vt:variant>
        <vt:i4>1114162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_Toc182924339</vt:lpwstr>
      </vt:variant>
      <vt:variant>
        <vt:i4>1114162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_Toc182924338</vt:lpwstr>
      </vt:variant>
      <vt:variant>
        <vt:i4>1114162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_Toc182924337</vt:lpwstr>
      </vt:variant>
      <vt:variant>
        <vt:i4>1114162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_Toc182924336</vt:lpwstr>
      </vt:variant>
      <vt:variant>
        <vt:i4>1114162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_Toc182924335</vt:lpwstr>
      </vt:variant>
      <vt:variant>
        <vt:i4>1114162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_Toc182924334</vt:lpwstr>
      </vt:variant>
      <vt:variant>
        <vt:i4>1114162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_Toc182924333</vt:lpwstr>
      </vt:variant>
      <vt:variant>
        <vt:i4>1114162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_Toc182924332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Sizwe Mngomezulu</dc:creator>
  <cp:keywords/>
  <dc:description/>
  <cp:lastModifiedBy>Sipho Mkhabela</cp:lastModifiedBy>
  <cp:revision>13</cp:revision>
  <cp:lastPrinted>2024-11-20T14:11:00Z</cp:lastPrinted>
  <dcterms:created xsi:type="dcterms:W3CDTF">2026-01-14T06:24:00Z</dcterms:created>
  <dcterms:modified xsi:type="dcterms:W3CDTF">2026-01-30T05:05:00Z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0x0101003B91A3B489D1BA40841A9B61ADD4E4A2</vt:lpwstr>
  </property>
  <property fmtid="{D5CDD505-2E9C-101B-9397-08002B2CF9AE}" pid="3" name="MediaServiceImageTags">
    <vt:lpwstr/>
  </property>
</Properties>
</file>